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631" w:rsidRDefault="00011631" w:rsidP="00011631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23A16" w:rsidRPr="00F228CC" w:rsidRDefault="007B656F" w:rsidP="00423A1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423A16" w:rsidRPr="00F228CC">
        <w:rPr>
          <w:sz w:val="28"/>
          <w:szCs w:val="28"/>
        </w:rPr>
        <w:t xml:space="preserve"> ЧЕРЕПОВЕЦКОГО МУНИЦИПАЛЬНОГО РАЙОНА</w:t>
      </w:r>
    </w:p>
    <w:p w:rsidR="00197AC1" w:rsidRDefault="00197AC1" w:rsidP="00197AC1">
      <w:pPr>
        <w:jc w:val="center"/>
        <w:rPr>
          <w:sz w:val="28"/>
          <w:szCs w:val="28"/>
        </w:rPr>
      </w:pPr>
    </w:p>
    <w:p w:rsidR="00E23A85" w:rsidRPr="00F228CC" w:rsidRDefault="00E23A85" w:rsidP="00E23A85">
      <w:pPr>
        <w:spacing w:before="240"/>
        <w:jc w:val="center"/>
        <w:rPr>
          <w:b/>
          <w:sz w:val="36"/>
          <w:szCs w:val="36"/>
        </w:rPr>
      </w:pPr>
      <w:r w:rsidRPr="00F228CC">
        <w:rPr>
          <w:b/>
          <w:sz w:val="36"/>
          <w:szCs w:val="36"/>
        </w:rPr>
        <w:t>ПОСТАНОВЛЕНИЕ</w:t>
      </w:r>
    </w:p>
    <w:tbl>
      <w:tblPr>
        <w:tblW w:w="0" w:type="auto"/>
        <w:tblLook w:val="04A0"/>
      </w:tblPr>
      <w:tblGrid>
        <w:gridCol w:w="4998"/>
        <w:gridCol w:w="4999"/>
      </w:tblGrid>
      <w:tr w:rsidR="00E23A85" w:rsidRPr="005979D7" w:rsidTr="00D51AE0">
        <w:tc>
          <w:tcPr>
            <w:tcW w:w="4998" w:type="dxa"/>
          </w:tcPr>
          <w:p w:rsidR="00E23A85" w:rsidRPr="005979D7" w:rsidRDefault="00E23A85" w:rsidP="00AD72BB">
            <w:pPr>
              <w:jc w:val="both"/>
              <w:rPr>
                <w:sz w:val="28"/>
                <w:szCs w:val="28"/>
              </w:rPr>
            </w:pPr>
            <w:r w:rsidRPr="005979D7">
              <w:rPr>
                <w:sz w:val="28"/>
                <w:szCs w:val="28"/>
              </w:rPr>
              <w:t>от</w:t>
            </w:r>
          </w:p>
        </w:tc>
        <w:tc>
          <w:tcPr>
            <w:tcW w:w="4999" w:type="dxa"/>
          </w:tcPr>
          <w:p w:rsidR="00E23A85" w:rsidRPr="005979D7" w:rsidRDefault="00E23A85" w:rsidP="00AD72BB">
            <w:pPr>
              <w:jc w:val="both"/>
              <w:rPr>
                <w:sz w:val="28"/>
                <w:szCs w:val="28"/>
              </w:rPr>
            </w:pPr>
            <w:r w:rsidRPr="005979D7">
              <w:rPr>
                <w:sz w:val="28"/>
                <w:szCs w:val="28"/>
              </w:rPr>
              <w:t xml:space="preserve">                                                       №</w:t>
            </w:r>
          </w:p>
        </w:tc>
      </w:tr>
    </w:tbl>
    <w:p w:rsidR="00E23A85" w:rsidRDefault="00E23A85" w:rsidP="00E23A85">
      <w:pPr>
        <w:jc w:val="center"/>
        <w:rPr>
          <w:sz w:val="28"/>
          <w:szCs w:val="28"/>
        </w:rPr>
      </w:pPr>
    </w:p>
    <w:p w:rsidR="00E23A85" w:rsidRPr="009574C4" w:rsidRDefault="00E23A85" w:rsidP="00E23A85">
      <w:pPr>
        <w:jc w:val="center"/>
        <w:rPr>
          <w:sz w:val="28"/>
          <w:szCs w:val="28"/>
        </w:rPr>
      </w:pPr>
      <w:r w:rsidRPr="009574C4">
        <w:rPr>
          <w:sz w:val="28"/>
          <w:szCs w:val="28"/>
        </w:rPr>
        <w:t>г. Череповец</w:t>
      </w:r>
    </w:p>
    <w:p w:rsidR="00F8292F" w:rsidRPr="00490CE1" w:rsidRDefault="00F8292F" w:rsidP="00F8292F">
      <w:pPr>
        <w:jc w:val="center"/>
        <w:rPr>
          <w:b/>
          <w:sz w:val="28"/>
          <w:szCs w:val="28"/>
        </w:rPr>
      </w:pPr>
      <w:r w:rsidRPr="00490CE1">
        <w:rPr>
          <w:b/>
          <w:sz w:val="28"/>
          <w:szCs w:val="28"/>
        </w:rPr>
        <w:t>Об утверждении административного регламента по предоставлению</w:t>
      </w:r>
    </w:p>
    <w:p w:rsidR="00F8292F" w:rsidRPr="00490CE1" w:rsidRDefault="00F8292F" w:rsidP="00C90038">
      <w:pPr>
        <w:jc w:val="center"/>
        <w:rPr>
          <w:sz w:val="28"/>
          <w:szCs w:val="28"/>
        </w:rPr>
      </w:pPr>
      <w:r w:rsidRPr="00490CE1">
        <w:rPr>
          <w:b/>
          <w:sz w:val="28"/>
          <w:szCs w:val="28"/>
        </w:rPr>
        <w:t xml:space="preserve">муниципальной услуги </w:t>
      </w:r>
      <w:r w:rsidR="001D4278" w:rsidRPr="00490CE1">
        <w:rPr>
          <w:b/>
          <w:sz w:val="28"/>
          <w:szCs w:val="28"/>
        </w:rPr>
        <w:t xml:space="preserve">по </w:t>
      </w:r>
      <w:r w:rsidR="00490CE1" w:rsidRPr="00490CE1">
        <w:rPr>
          <w:b/>
          <w:sz w:val="28"/>
          <w:szCs w:val="28"/>
        </w:rPr>
        <w:t>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</w:p>
    <w:p w:rsidR="00197AC1" w:rsidRPr="00F8292F" w:rsidRDefault="00197AC1" w:rsidP="00F8292F">
      <w:pPr>
        <w:rPr>
          <w:sz w:val="28"/>
          <w:szCs w:val="28"/>
        </w:rPr>
      </w:pPr>
    </w:p>
    <w:p w:rsidR="00F8292F" w:rsidRPr="00F8292F" w:rsidRDefault="00F8292F" w:rsidP="00F829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F8292F">
        <w:rPr>
          <w:sz w:val="28"/>
          <w:szCs w:val="28"/>
        </w:rPr>
        <w:t>На основании федеральных законов от 06.10.2003 № 131-ФЗ</w:t>
      </w:r>
      <w:r w:rsidRPr="00F8292F">
        <w:rPr>
          <w:sz w:val="28"/>
          <w:szCs w:val="28"/>
        </w:rPr>
        <w:br/>
        <w:t>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490CE1">
        <w:rPr>
          <w:sz w:val="28"/>
          <w:szCs w:val="28"/>
        </w:rPr>
        <w:t xml:space="preserve"> постановления Правительства Российской Федерации от 18.08.2011 № 686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капитала»,</w:t>
      </w:r>
      <w:r w:rsidRPr="00F8292F">
        <w:rPr>
          <w:sz w:val="28"/>
          <w:szCs w:val="28"/>
        </w:rPr>
        <w:t xml:space="preserve"> постановления администрации Череповецкого муниципального</w:t>
      </w:r>
      <w:proofErr w:type="gramEnd"/>
      <w:r w:rsidRPr="00F8292F">
        <w:rPr>
          <w:sz w:val="28"/>
          <w:szCs w:val="28"/>
        </w:rPr>
        <w:t xml:space="preserve"> района от</w:t>
      </w:r>
      <w:r>
        <w:rPr>
          <w:sz w:val="28"/>
          <w:szCs w:val="28"/>
        </w:rPr>
        <w:t xml:space="preserve"> 15.08.2022 № 1706 </w:t>
      </w:r>
      <w:r w:rsidRPr="00F8292F">
        <w:rPr>
          <w:sz w:val="28"/>
          <w:szCs w:val="28"/>
        </w:rPr>
        <w:t>«Об утверждении Порядка разработки и утверждения административных регламентов предоставления муниципальных услуг администрацией района»</w:t>
      </w:r>
    </w:p>
    <w:p w:rsidR="00F8292F" w:rsidRPr="00F8292F" w:rsidRDefault="00F8292F" w:rsidP="00F8292F">
      <w:pPr>
        <w:rPr>
          <w:sz w:val="28"/>
          <w:szCs w:val="28"/>
        </w:rPr>
      </w:pPr>
      <w:r w:rsidRPr="00F8292F">
        <w:rPr>
          <w:sz w:val="28"/>
          <w:szCs w:val="28"/>
        </w:rPr>
        <w:t>ПОСТАНОВЛЯЮ:</w:t>
      </w:r>
    </w:p>
    <w:p w:rsidR="00F8292F" w:rsidRPr="00C90038" w:rsidRDefault="00F8292F" w:rsidP="00F829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1. </w:t>
      </w:r>
      <w:r w:rsidRPr="00F8292F">
        <w:rPr>
          <w:sz w:val="28"/>
          <w:szCs w:val="28"/>
        </w:rPr>
        <w:t xml:space="preserve">Утвердить прилагаемый административный регламент по предоставлению муниципальной </w:t>
      </w:r>
      <w:r w:rsidRPr="00C90038">
        <w:rPr>
          <w:sz w:val="28"/>
          <w:szCs w:val="28"/>
        </w:rPr>
        <w:t xml:space="preserve">услуги </w:t>
      </w:r>
      <w:r w:rsidR="00C90038" w:rsidRPr="00C90038">
        <w:rPr>
          <w:sz w:val="28"/>
          <w:szCs w:val="28"/>
        </w:rPr>
        <w:t xml:space="preserve">по </w:t>
      </w:r>
      <w:r w:rsidR="00490CE1" w:rsidRPr="00490CE1">
        <w:rPr>
          <w:sz w:val="28"/>
          <w:szCs w:val="28"/>
        </w:rPr>
        <w:t>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 w:rsidRPr="00490CE1">
        <w:rPr>
          <w:sz w:val="28"/>
          <w:szCs w:val="28"/>
        </w:rPr>
        <w:t>.</w:t>
      </w:r>
    </w:p>
    <w:p w:rsidR="00F8292F" w:rsidRPr="00F8292F" w:rsidRDefault="00F8292F" w:rsidP="00F829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Pr="00F8292F">
        <w:rPr>
          <w:sz w:val="28"/>
          <w:szCs w:val="28"/>
        </w:rPr>
        <w:t xml:space="preserve"> Опубликовать постановление в газете «Сельская новь» и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023555" w:rsidRDefault="00023555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491BC9" w:rsidRDefault="00491BC9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491BC9" w:rsidRPr="009574C4" w:rsidRDefault="00491BC9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BC2929" w:rsidRPr="000B773D" w:rsidRDefault="00E23A85" w:rsidP="00BC2929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BC2929" w:rsidRPr="000B773D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BC2929" w:rsidRPr="000B773D">
        <w:rPr>
          <w:sz w:val="28"/>
          <w:szCs w:val="28"/>
        </w:rPr>
        <w:t xml:space="preserve"> администрации района                                          </w:t>
      </w:r>
      <w:r w:rsidR="00011631">
        <w:rPr>
          <w:sz w:val="28"/>
          <w:szCs w:val="28"/>
        </w:rPr>
        <w:t xml:space="preserve">   </w:t>
      </w:r>
      <w:r w:rsidR="00491BC9">
        <w:rPr>
          <w:sz w:val="28"/>
          <w:szCs w:val="28"/>
        </w:rPr>
        <w:t xml:space="preserve">     </w:t>
      </w:r>
      <w:r w:rsidR="00011631">
        <w:rPr>
          <w:sz w:val="28"/>
          <w:szCs w:val="28"/>
        </w:rPr>
        <w:t xml:space="preserve">    </w:t>
      </w:r>
      <w:r>
        <w:rPr>
          <w:sz w:val="28"/>
          <w:szCs w:val="28"/>
        </w:rPr>
        <w:t>Р.Э. Маслов</w:t>
      </w:r>
    </w:p>
    <w:p w:rsidR="00875E4F" w:rsidRPr="009574C4" w:rsidRDefault="00875E4F" w:rsidP="00875E4F">
      <w:pPr>
        <w:tabs>
          <w:tab w:val="left" w:pos="7811"/>
        </w:tabs>
        <w:jc w:val="both"/>
        <w:rPr>
          <w:sz w:val="28"/>
          <w:szCs w:val="28"/>
        </w:rPr>
      </w:pPr>
    </w:p>
    <w:sectPr w:rsidR="00875E4F" w:rsidRPr="009574C4" w:rsidSect="000A6D7C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BE7D91"/>
    <w:multiLevelType w:val="hybridMultilevel"/>
    <w:tmpl w:val="56FC8B1C"/>
    <w:lvl w:ilvl="0" w:tplc="293652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A533EA"/>
    <w:multiLevelType w:val="multilevel"/>
    <w:tmpl w:val="A0EAC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3F3F3F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3F3F3F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3F3F3F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3F3F3F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3F3F3F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3F3F3F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3F3F3F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3F3F3F"/>
      </w:rPr>
    </w:lvl>
  </w:abstractNum>
  <w:abstractNum w:abstractNumId="3">
    <w:nsid w:val="34B40F85"/>
    <w:multiLevelType w:val="multilevel"/>
    <w:tmpl w:val="5C4E6E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51B12ADF"/>
    <w:multiLevelType w:val="multilevel"/>
    <w:tmpl w:val="6D34EA3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57F2276D"/>
    <w:multiLevelType w:val="multilevel"/>
    <w:tmpl w:val="5C4E6E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5F3C593F"/>
    <w:multiLevelType w:val="hybridMultilevel"/>
    <w:tmpl w:val="D9AAE50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4D175C4"/>
    <w:multiLevelType w:val="hybridMultilevel"/>
    <w:tmpl w:val="B0E27A86"/>
    <w:lvl w:ilvl="0" w:tplc="B072A2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181E74"/>
    <w:multiLevelType w:val="hybridMultilevel"/>
    <w:tmpl w:val="49D62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characterSpacingControl w:val="doNotCompress"/>
  <w:compat/>
  <w:rsids>
    <w:rsidRoot w:val="00B76C55"/>
    <w:rsid w:val="000035EF"/>
    <w:rsid w:val="000049AA"/>
    <w:rsid w:val="00010F7D"/>
    <w:rsid w:val="00011631"/>
    <w:rsid w:val="000218ED"/>
    <w:rsid w:val="00023555"/>
    <w:rsid w:val="000614F1"/>
    <w:rsid w:val="00073978"/>
    <w:rsid w:val="00082253"/>
    <w:rsid w:val="0008322C"/>
    <w:rsid w:val="000848AC"/>
    <w:rsid w:val="000852C9"/>
    <w:rsid w:val="00090204"/>
    <w:rsid w:val="0009483F"/>
    <w:rsid w:val="000969BE"/>
    <w:rsid w:val="000A04C6"/>
    <w:rsid w:val="000A419E"/>
    <w:rsid w:val="000A4DDC"/>
    <w:rsid w:val="000A6D7C"/>
    <w:rsid w:val="000E31D7"/>
    <w:rsid w:val="000F5C14"/>
    <w:rsid w:val="0011031C"/>
    <w:rsid w:val="001168C6"/>
    <w:rsid w:val="00117203"/>
    <w:rsid w:val="00124C3E"/>
    <w:rsid w:val="00132DEA"/>
    <w:rsid w:val="00142239"/>
    <w:rsid w:val="00165BD9"/>
    <w:rsid w:val="00190124"/>
    <w:rsid w:val="001907D7"/>
    <w:rsid w:val="001925F1"/>
    <w:rsid w:val="00197AC1"/>
    <w:rsid w:val="001B1783"/>
    <w:rsid w:val="001B7DC3"/>
    <w:rsid w:val="001C19A3"/>
    <w:rsid w:val="001C52CF"/>
    <w:rsid w:val="001D4278"/>
    <w:rsid w:val="001E3BA7"/>
    <w:rsid w:val="001E4A60"/>
    <w:rsid w:val="001F66E4"/>
    <w:rsid w:val="001F771F"/>
    <w:rsid w:val="00213F2E"/>
    <w:rsid w:val="00220A3A"/>
    <w:rsid w:val="002268AF"/>
    <w:rsid w:val="00231B69"/>
    <w:rsid w:val="0026209A"/>
    <w:rsid w:val="002754A1"/>
    <w:rsid w:val="00275B96"/>
    <w:rsid w:val="00280404"/>
    <w:rsid w:val="002936BE"/>
    <w:rsid w:val="002A1AB5"/>
    <w:rsid w:val="002A6ACC"/>
    <w:rsid w:val="002B2FF1"/>
    <w:rsid w:val="002B7631"/>
    <w:rsid w:val="002D5380"/>
    <w:rsid w:val="002E65BC"/>
    <w:rsid w:val="002E73B3"/>
    <w:rsid w:val="002F3BF5"/>
    <w:rsid w:val="00301A7D"/>
    <w:rsid w:val="00314C85"/>
    <w:rsid w:val="00326AC4"/>
    <w:rsid w:val="00332C2A"/>
    <w:rsid w:val="00335737"/>
    <w:rsid w:val="00352FC1"/>
    <w:rsid w:val="0035511C"/>
    <w:rsid w:val="003622E8"/>
    <w:rsid w:val="00395F69"/>
    <w:rsid w:val="003B768D"/>
    <w:rsid w:val="003C38E9"/>
    <w:rsid w:val="003C414A"/>
    <w:rsid w:val="003F4E90"/>
    <w:rsid w:val="003F7E6B"/>
    <w:rsid w:val="00405ADA"/>
    <w:rsid w:val="00423A16"/>
    <w:rsid w:val="00423FD0"/>
    <w:rsid w:val="004256BE"/>
    <w:rsid w:val="00443009"/>
    <w:rsid w:val="00445E2F"/>
    <w:rsid w:val="00451E5D"/>
    <w:rsid w:val="00461A96"/>
    <w:rsid w:val="004839B6"/>
    <w:rsid w:val="00484CE8"/>
    <w:rsid w:val="00487EB8"/>
    <w:rsid w:val="00490CE1"/>
    <w:rsid w:val="00491BC9"/>
    <w:rsid w:val="004A032F"/>
    <w:rsid w:val="004A3D18"/>
    <w:rsid w:val="004A6F4D"/>
    <w:rsid w:val="004D63FE"/>
    <w:rsid w:val="004F048D"/>
    <w:rsid w:val="004F636B"/>
    <w:rsid w:val="005009C7"/>
    <w:rsid w:val="0050674A"/>
    <w:rsid w:val="00523930"/>
    <w:rsid w:val="005251C3"/>
    <w:rsid w:val="0054354E"/>
    <w:rsid w:val="005449AE"/>
    <w:rsid w:val="0054578E"/>
    <w:rsid w:val="00565DA2"/>
    <w:rsid w:val="005932B9"/>
    <w:rsid w:val="005A0A29"/>
    <w:rsid w:val="005A2636"/>
    <w:rsid w:val="005A354B"/>
    <w:rsid w:val="005C3E09"/>
    <w:rsid w:val="005E268F"/>
    <w:rsid w:val="005E53FB"/>
    <w:rsid w:val="005F0DB2"/>
    <w:rsid w:val="005F72C7"/>
    <w:rsid w:val="00607DEE"/>
    <w:rsid w:val="00612660"/>
    <w:rsid w:val="00625563"/>
    <w:rsid w:val="00634621"/>
    <w:rsid w:val="006374DB"/>
    <w:rsid w:val="006403E9"/>
    <w:rsid w:val="00643C69"/>
    <w:rsid w:val="006447E6"/>
    <w:rsid w:val="00650CE7"/>
    <w:rsid w:val="0065653E"/>
    <w:rsid w:val="0066714C"/>
    <w:rsid w:val="00675AD1"/>
    <w:rsid w:val="00682A17"/>
    <w:rsid w:val="00686BDF"/>
    <w:rsid w:val="00692BD1"/>
    <w:rsid w:val="00697B10"/>
    <w:rsid w:val="006A2FF3"/>
    <w:rsid w:val="006B0085"/>
    <w:rsid w:val="006C523B"/>
    <w:rsid w:val="00707C5E"/>
    <w:rsid w:val="0071324F"/>
    <w:rsid w:val="00734A29"/>
    <w:rsid w:val="00763891"/>
    <w:rsid w:val="007766D8"/>
    <w:rsid w:val="007770B6"/>
    <w:rsid w:val="007815B5"/>
    <w:rsid w:val="007904C3"/>
    <w:rsid w:val="00793CD3"/>
    <w:rsid w:val="00793E2E"/>
    <w:rsid w:val="00795AB0"/>
    <w:rsid w:val="007964F5"/>
    <w:rsid w:val="007A5CF1"/>
    <w:rsid w:val="007B0996"/>
    <w:rsid w:val="007B656F"/>
    <w:rsid w:val="007C105B"/>
    <w:rsid w:val="007D2788"/>
    <w:rsid w:val="007E7ABB"/>
    <w:rsid w:val="007F3CD0"/>
    <w:rsid w:val="00827BAF"/>
    <w:rsid w:val="00827DDE"/>
    <w:rsid w:val="00827ED9"/>
    <w:rsid w:val="00832CC4"/>
    <w:rsid w:val="0084538B"/>
    <w:rsid w:val="008556EA"/>
    <w:rsid w:val="008658AC"/>
    <w:rsid w:val="00875E4F"/>
    <w:rsid w:val="0087719B"/>
    <w:rsid w:val="008873B3"/>
    <w:rsid w:val="00891B87"/>
    <w:rsid w:val="008979FD"/>
    <w:rsid w:val="008A1BCB"/>
    <w:rsid w:val="008A7261"/>
    <w:rsid w:val="008B2A5A"/>
    <w:rsid w:val="008C0DE4"/>
    <w:rsid w:val="008C17D0"/>
    <w:rsid w:val="008C2BCB"/>
    <w:rsid w:val="008C53D4"/>
    <w:rsid w:val="008D02FE"/>
    <w:rsid w:val="008D3393"/>
    <w:rsid w:val="008D49CC"/>
    <w:rsid w:val="008E12B4"/>
    <w:rsid w:val="009028E8"/>
    <w:rsid w:val="009050B9"/>
    <w:rsid w:val="00907114"/>
    <w:rsid w:val="00916CE9"/>
    <w:rsid w:val="00924233"/>
    <w:rsid w:val="009347C9"/>
    <w:rsid w:val="00935AF2"/>
    <w:rsid w:val="00942D92"/>
    <w:rsid w:val="009574C4"/>
    <w:rsid w:val="00963DD8"/>
    <w:rsid w:val="0097279C"/>
    <w:rsid w:val="009727A3"/>
    <w:rsid w:val="009836B5"/>
    <w:rsid w:val="00984BED"/>
    <w:rsid w:val="00995F4E"/>
    <w:rsid w:val="009B7F48"/>
    <w:rsid w:val="009C2EB7"/>
    <w:rsid w:val="009D462F"/>
    <w:rsid w:val="009E1623"/>
    <w:rsid w:val="009E23D5"/>
    <w:rsid w:val="009F163E"/>
    <w:rsid w:val="00A01B0A"/>
    <w:rsid w:val="00A07EA9"/>
    <w:rsid w:val="00A114FD"/>
    <w:rsid w:val="00A134C3"/>
    <w:rsid w:val="00A164FD"/>
    <w:rsid w:val="00A5217C"/>
    <w:rsid w:val="00A54A31"/>
    <w:rsid w:val="00A564D8"/>
    <w:rsid w:val="00A57905"/>
    <w:rsid w:val="00A7053F"/>
    <w:rsid w:val="00A85F04"/>
    <w:rsid w:val="00AB2171"/>
    <w:rsid w:val="00AB649F"/>
    <w:rsid w:val="00AF06EB"/>
    <w:rsid w:val="00AF349C"/>
    <w:rsid w:val="00B04AE0"/>
    <w:rsid w:val="00B11D33"/>
    <w:rsid w:val="00B20505"/>
    <w:rsid w:val="00B2270D"/>
    <w:rsid w:val="00B33B09"/>
    <w:rsid w:val="00B36D07"/>
    <w:rsid w:val="00B413ED"/>
    <w:rsid w:val="00B43F90"/>
    <w:rsid w:val="00B44026"/>
    <w:rsid w:val="00B56C35"/>
    <w:rsid w:val="00B6153E"/>
    <w:rsid w:val="00B62F99"/>
    <w:rsid w:val="00B630E2"/>
    <w:rsid w:val="00B65DE9"/>
    <w:rsid w:val="00B76C55"/>
    <w:rsid w:val="00B8573B"/>
    <w:rsid w:val="00BA19B9"/>
    <w:rsid w:val="00BB2001"/>
    <w:rsid w:val="00BC1BBE"/>
    <w:rsid w:val="00BC2929"/>
    <w:rsid w:val="00BE1FA8"/>
    <w:rsid w:val="00BF5774"/>
    <w:rsid w:val="00BF60DB"/>
    <w:rsid w:val="00C003A6"/>
    <w:rsid w:val="00C03551"/>
    <w:rsid w:val="00C10E64"/>
    <w:rsid w:val="00C153E3"/>
    <w:rsid w:val="00C22D7A"/>
    <w:rsid w:val="00C37769"/>
    <w:rsid w:val="00C4716E"/>
    <w:rsid w:val="00C533E8"/>
    <w:rsid w:val="00C5572B"/>
    <w:rsid w:val="00C63090"/>
    <w:rsid w:val="00C84E4E"/>
    <w:rsid w:val="00C860D5"/>
    <w:rsid w:val="00C90038"/>
    <w:rsid w:val="00C9265C"/>
    <w:rsid w:val="00C96FDF"/>
    <w:rsid w:val="00CA0FCE"/>
    <w:rsid w:val="00CA1CE3"/>
    <w:rsid w:val="00CA62FD"/>
    <w:rsid w:val="00CB2A90"/>
    <w:rsid w:val="00CE3BE3"/>
    <w:rsid w:val="00CE6616"/>
    <w:rsid w:val="00D0114A"/>
    <w:rsid w:val="00D35D2C"/>
    <w:rsid w:val="00D51AE0"/>
    <w:rsid w:val="00D51B85"/>
    <w:rsid w:val="00D55998"/>
    <w:rsid w:val="00D5694A"/>
    <w:rsid w:val="00D759B5"/>
    <w:rsid w:val="00D84FD7"/>
    <w:rsid w:val="00D853CA"/>
    <w:rsid w:val="00D9571A"/>
    <w:rsid w:val="00DC5545"/>
    <w:rsid w:val="00DD6658"/>
    <w:rsid w:val="00DE16B0"/>
    <w:rsid w:val="00DF1A8C"/>
    <w:rsid w:val="00DF2451"/>
    <w:rsid w:val="00E0087A"/>
    <w:rsid w:val="00E0108B"/>
    <w:rsid w:val="00E2194A"/>
    <w:rsid w:val="00E2272B"/>
    <w:rsid w:val="00E23A85"/>
    <w:rsid w:val="00E44273"/>
    <w:rsid w:val="00E47AC4"/>
    <w:rsid w:val="00E76C6A"/>
    <w:rsid w:val="00E953E6"/>
    <w:rsid w:val="00EA55D6"/>
    <w:rsid w:val="00EA7D84"/>
    <w:rsid w:val="00EB28C4"/>
    <w:rsid w:val="00EC4581"/>
    <w:rsid w:val="00EC6CD8"/>
    <w:rsid w:val="00ED4D41"/>
    <w:rsid w:val="00EE52B4"/>
    <w:rsid w:val="00EF4893"/>
    <w:rsid w:val="00EF4A81"/>
    <w:rsid w:val="00F0082E"/>
    <w:rsid w:val="00F01CAF"/>
    <w:rsid w:val="00F058C2"/>
    <w:rsid w:val="00F358D6"/>
    <w:rsid w:val="00F50B8D"/>
    <w:rsid w:val="00F538E7"/>
    <w:rsid w:val="00F769C9"/>
    <w:rsid w:val="00F8292F"/>
    <w:rsid w:val="00F8548B"/>
    <w:rsid w:val="00F87F80"/>
    <w:rsid w:val="00F91A86"/>
    <w:rsid w:val="00F94DA9"/>
    <w:rsid w:val="00FA15D8"/>
    <w:rsid w:val="00FB04E7"/>
    <w:rsid w:val="00FB0D22"/>
    <w:rsid w:val="00FB7C9A"/>
    <w:rsid w:val="00FE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table" w:styleId="a4">
    <w:name w:val="Table Grid"/>
    <w:basedOn w:val="a1"/>
    <w:rsid w:val="00EF4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B7631"/>
    <w:rPr>
      <w:sz w:val="24"/>
      <w:szCs w:val="24"/>
    </w:rPr>
  </w:style>
  <w:style w:type="paragraph" w:styleId="a6">
    <w:name w:val="Normal (Web)"/>
    <w:basedOn w:val="a"/>
    <w:uiPriority w:val="99"/>
    <w:unhideWhenUsed/>
    <w:rsid w:val="00E2194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6F577-FC20-442A-A915-F68AC0F58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12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Коровяковская</cp:lastModifiedBy>
  <cp:revision>5</cp:revision>
  <cp:lastPrinted>2023-08-29T11:01:00Z</cp:lastPrinted>
  <dcterms:created xsi:type="dcterms:W3CDTF">2023-08-23T08:53:00Z</dcterms:created>
  <dcterms:modified xsi:type="dcterms:W3CDTF">2023-08-29T11:01:00Z</dcterms:modified>
</cp:coreProperties>
</file>