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31" w:rsidRDefault="00011631" w:rsidP="00011631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23A16" w:rsidRPr="00F228CC" w:rsidRDefault="007B656F" w:rsidP="00423A1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423A16" w:rsidRPr="00F228CC">
        <w:rPr>
          <w:sz w:val="28"/>
          <w:szCs w:val="28"/>
        </w:rPr>
        <w:t xml:space="preserve"> ЧЕРЕПОВЕЦКОГО МУНИЦИПАЛЬНОГО РАЙОНА</w:t>
      </w:r>
    </w:p>
    <w:p w:rsidR="00197AC1" w:rsidRDefault="00197AC1" w:rsidP="00197AC1">
      <w:pPr>
        <w:jc w:val="center"/>
        <w:rPr>
          <w:sz w:val="28"/>
          <w:szCs w:val="28"/>
        </w:rPr>
      </w:pPr>
    </w:p>
    <w:p w:rsidR="00E23A85" w:rsidRPr="00F228CC" w:rsidRDefault="00E23A85" w:rsidP="00E23A85">
      <w:pPr>
        <w:spacing w:before="240"/>
        <w:jc w:val="center"/>
        <w:rPr>
          <w:b/>
          <w:sz w:val="36"/>
          <w:szCs w:val="36"/>
        </w:rPr>
      </w:pPr>
      <w:r w:rsidRPr="00F228CC">
        <w:rPr>
          <w:b/>
          <w:sz w:val="36"/>
          <w:szCs w:val="36"/>
        </w:rPr>
        <w:t>ПОСТАНОВЛЕНИЕ</w:t>
      </w:r>
    </w:p>
    <w:tbl>
      <w:tblPr>
        <w:tblW w:w="0" w:type="auto"/>
        <w:tblLook w:val="04A0"/>
      </w:tblPr>
      <w:tblGrid>
        <w:gridCol w:w="4998"/>
        <w:gridCol w:w="4999"/>
      </w:tblGrid>
      <w:tr w:rsidR="00E23A85" w:rsidRPr="005979D7" w:rsidTr="00D51AE0">
        <w:tc>
          <w:tcPr>
            <w:tcW w:w="4998" w:type="dxa"/>
          </w:tcPr>
          <w:p w:rsidR="00E23A85" w:rsidRPr="005979D7" w:rsidRDefault="00E23A85" w:rsidP="00AD72BB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>от</w:t>
            </w:r>
          </w:p>
        </w:tc>
        <w:tc>
          <w:tcPr>
            <w:tcW w:w="4999" w:type="dxa"/>
          </w:tcPr>
          <w:p w:rsidR="00E23A85" w:rsidRPr="005979D7" w:rsidRDefault="00E23A85" w:rsidP="00AD72BB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 xml:space="preserve">                                                       №</w:t>
            </w:r>
          </w:p>
        </w:tc>
      </w:tr>
    </w:tbl>
    <w:p w:rsidR="00E23A85" w:rsidRDefault="00E23A85" w:rsidP="00E23A85">
      <w:pPr>
        <w:jc w:val="center"/>
        <w:rPr>
          <w:sz w:val="28"/>
          <w:szCs w:val="28"/>
        </w:rPr>
      </w:pPr>
    </w:p>
    <w:p w:rsidR="00E23A85" w:rsidRPr="009574C4" w:rsidRDefault="00E23A85" w:rsidP="00E23A85">
      <w:pPr>
        <w:jc w:val="center"/>
        <w:rPr>
          <w:sz w:val="28"/>
          <w:szCs w:val="28"/>
        </w:rPr>
      </w:pPr>
      <w:r w:rsidRPr="009574C4">
        <w:rPr>
          <w:sz w:val="28"/>
          <w:szCs w:val="28"/>
        </w:rPr>
        <w:t>г. Череповец</w:t>
      </w:r>
    </w:p>
    <w:p w:rsidR="00F8292F" w:rsidRPr="00F8292F" w:rsidRDefault="00F8292F" w:rsidP="00F8292F">
      <w:pPr>
        <w:jc w:val="center"/>
        <w:rPr>
          <w:b/>
          <w:sz w:val="28"/>
          <w:szCs w:val="28"/>
        </w:rPr>
      </w:pPr>
      <w:r w:rsidRPr="00F8292F">
        <w:rPr>
          <w:b/>
          <w:sz w:val="28"/>
          <w:szCs w:val="28"/>
        </w:rPr>
        <w:t>Об утверждении административного регламента по предоставлению</w:t>
      </w:r>
    </w:p>
    <w:p w:rsidR="00F8292F" w:rsidRPr="00F8292F" w:rsidRDefault="00F8292F" w:rsidP="00F8292F">
      <w:pPr>
        <w:jc w:val="center"/>
        <w:rPr>
          <w:b/>
          <w:sz w:val="28"/>
          <w:szCs w:val="28"/>
        </w:rPr>
      </w:pPr>
      <w:r w:rsidRPr="00F8292F">
        <w:rPr>
          <w:b/>
          <w:sz w:val="28"/>
          <w:szCs w:val="28"/>
        </w:rPr>
        <w:t xml:space="preserve">муниципальной услуги </w:t>
      </w:r>
      <w:r w:rsidRPr="00BA5E60">
        <w:rPr>
          <w:b/>
          <w:sz w:val="28"/>
          <w:szCs w:val="28"/>
        </w:rPr>
        <w:t>«</w:t>
      </w:r>
      <w:r w:rsidR="00BA5E60" w:rsidRPr="00BA5E60">
        <w:rPr>
          <w:b/>
          <w:sz w:val="28"/>
          <w:szCs w:val="28"/>
        </w:rPr>
        <w:t>Установление соответствия</w:t>
      </w:r>
      <w:r w:rsidR="00BA5E60" w:rsidRPr="00BA5E60">
        <w:rPr>
          <w:b/>
          <w:spacing w:val="-62"/>
          <w:sz w:val="28"/>
          <w:szCs w:val="28"/>
        </w:rPr>
        <w:t xml:space="preserve"> </w:t>
      </w:r>
      <w:r w:rsidR="00BA5E60" w:rsidRPr="00BA5E60">
        <w:rPr>
          <w:b/>
          <w:sz w:val="28"/>
          <w:szCs w:val="28"/>
        </w:rPr>
        <w:t>между</w:t>
      </w:r>
      <w:r w:rsidR="00BA5E60" w:rsidRPr="00BA5E60">
        <w:rPr>
          <w:b/>
          <w:spacing w:val="-2"/>
          <w:sz w:val="28"/>
          <w:szCs w:val="28"/>
        </w:rPr>
        <w:t xml:space="preserve"> </w:t>
      </w:r>
      <w:r w:rsidR="00BA5E60" w:rsidRPr="00BA5E60">
        <w:rPr>
          <w:b/>
          <w:sz w:val="28"/>
          <w:szCs w:val="28"/>
        </w:rPr>
        <w:t>разрешенным использованием</w:t>
      </w:r>
      <w:r w:rsidR="00BA5E60" w:rsidRPr="00BA5E60">
        <w:rPr>
          <w:b/>
          <w:spacing w:val="-1"/>
          <w:sz w:val="28"/>
          <w:szCs w:val="28"/>
        </w:rPr>
        <w:t xml:space="preserve"> </w:t>
      </w:r>
      <w:r w:rsidR="00BA5E60" w:rsidRPr="00BA5E60">
        <w:rPr>
          <w:b/>
          <w:sz w:val="28"/>
          <w:szCs w:val="28"/>
        </w:rPr>
        <w:t>земельного участка и видом разрешенного использования</w:t>
      </w:r>
      <w:r w:rsidR="00BA5E60" w:rsidRPr="00BA5E60">
        <w:rPr>
          <w:b/>
          <w:spacing w:val="-62"/>
          <w:sz w:val="28"/>
          <w:szCs w:val="28"/>
        </w:rPr>
        <w:t xml:space="preserve"> </w:t>
      </w:r>
      <w:r w:rsidR="00BA5E60" w:rsidRPr="00BA5E60">
        <w:rPr>
          <w:b/>
          <w:sz w:val="28"/>
          <w:szCs w:val="28"/>
        </w:rPr>
        <w:t>земельных</w:t>
      </w:r>
      <w:r w:rsidR="00BA5E60" w:rsidRPr="00BA5E60">
        <w:rPr>
          <w:b/>
          <w:spacing w:val="-2"/>
          <w:sz w:val="28"/>
          <w:szCs w:val="28"/>
        </w:rPr>
        <w:t xml:space="preserve"> </w:t>
      </w:r>
      <w:r w:rsidR="00BA5E60" w:rsidRPr="00BA5E60">
        <w:rPr>
          <w:b/>
          <w:sz w:val="28"/>
          <w:szCs w:val="28"/>
        </w:rPr>
        <w:t>участков,</w:t>
      </w:r>
      <w:r w:rsidR="00BA5E60" w:rsidRPr="00BA5E60">
        <w:rPr>
          <w:b/>
          <w:spacing w:val="2"/>
          <w:sz w:val="28"/>
          <w:szCs w:val="28"/>
        </w:rPr>
        <w:t xml:space="preserve"> </w:t>
      </w:r>
      <w:r w:rsidR="00BA5E60" w:rsidRPr="00BA5E60">
        <w:rPr>
          <w:b/>
          <w:sz w:val="28"/>
          <w:szCs w:val="28"/>
        </w:rPr>
        <w:t>предусмотренным классификатором видов разрешенного использования</w:t>
      </w:r>
      <w:r w:rsidR="00BA5E60" w:rsidRPr="00BA5E60">
        <w:rPr>
          <w:b/>
          <w:spacing w:val="-63"/>
          <w:sz w:val="28"/>
          <w:szCs w:val="28"/>
        </w:rPr>
        <w:t xml:space="preserve"> </w:t>
      </w:r>
      <w:r w:rsidR="00BA5E60" w:rsidRPr="00BA5E60">
        <w:rPr>
          <w:b/>
          <w:sz w:val="28"/>
          <w:szCs w:val="28"/>
        </w:rPr>
        <w:t>земельных</w:t>
      </w:r>
      <w:r w:rsidR="00BA5E60" w:rsidRPr="00BA5E60">
        <w:rPr>
          <w:b/>
          <w:spacing w:val="-2"/>
          <w:sz w:val="28"/>
          <w:szCs w:val="28"/>
        </w:rPr>
        <w:t xml:space="preserve"> </w:t>
      </w:r>
      <w:r w:rsidR="00BA5E60" w:rsidRPr="00BA5E60">
        <w:rPr>
          <w:b/>
          <w:sz w:val="28"/>
          <w:szCs w:val="28"/>
        </w:rPr>
        <w:t>участков</w:t>
      </w:r>
      <w:r w:rsidRPr="00BA5E60">
        <w:rPr>
          <w:b/>
          <w:sz w:val="28"/>
          <w:szCs w:val="28"/>
        </w:rPr>
        <w:t>»</w:t>
      </w:r>
    </w:p>
    <w:p w:rsidR="00F8292F" w:rsidRPr="00F8292F" w:rsidRDefault="00F8292F" w:rsidP="00F8292F">
      <w:pPr>
        <w:rPr>
          <w:sz w:val="28"/>
          <w:szCs w:val="28"/>
        </w:rPr>
      </w:pPr>
    </w:p>
    <w:p w:rsidR="00197AC1" w:rsidRPr="00F8292F" w:rsidRDefault="00197AC1" w:rsidP="00F8292F">
      <w:pPr>
        <w:rPr>
          <w:sz w:val="28"/>
          <w:szCs w:val="28"/>
        </w:rPr>
      </w:pPr>
    </w:p>
    <w:p w:rsidR="00F8292F" w:rsidRPr="00F8292F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F8292F">
        <w:rPr>
          <w:sz w:val="28"/>
          <w:szCs w:val="28"/>
        </w:rPr>
        <w:t>На основании федеральных законов от 06.10.2003 № 131-ФЗ</w:t>
      </w:r>
      <w:r w:rsidRPr="00F8292F">
        <w:rPr>
          <w:sz w:val="28"/>
          <w:szCs w:val="28"/>
        </w:rPr>
        <w:br/>
        <w:t>«Об общих принципах организации местного самоуправления в Российской Федерации», 29.07.2017 № 280-ФЗ «О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земель», от 27.07.2010 № 210-ФЗ «Об организации предоставления государственных и муниципальных услуг», постановления администрации Череповецкого муниципального района от</w:t>
      </w:r>
      <w:proofErr w:type="gramEnd"/>
      <w:r>
        <w:rPr>
          <w:sz w:val="28"/>
          <w:szCs w:val="28"/>
        </w:rPr>
        <w:t xml:space="preserve"> 15.08.2022 № 1706 </w:t>
      </w:r>
      <w:r w:rsidRPr="00F8292F">
        <w:rPr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администрацией района»</w:t>
      </w:r>
    </w:p>
    <w:p w:rsidR="00F8292F" w:rsidRPr="00F8292F" w:rsidRDefault="00F8292F" w:rsidP="00F8292F">
      <w:pPr>
        <w:rPr>
          <w:sz w:val="28"/>
          <w:szCs w:val="28"/>
        </w:rPr>
      </w:pPr>
      <w:r w:rsidRPr="00F8292F">
        <w:rPr>
          <w:sz w:val="28"/>
          <w:szCs w:val="28"/>
        </w:rPr>
        <w:t>ПОСТАНОВЛЯЮ:</w:t>
      </w:r>
    </w:p>
    <w:p w:rsidR="00F8292F" w:rsidRPr="00F8292F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1. </w:t>
      </w:r>
      <w:r w:rsidRPr="00F8292F">
        <w:rPr>
          <w:sz w:val="28"/>
          <w:szCs w:val="28"/>
        </w:rPr>
        <w:t xml:space="preserve">Утвердить прилагаемый административный регламент по предоставлению муниципальной услуги </w:t>
      </w:r>
      <w:r w:rsidRPr="00E42F87">
        <w:rPr>
          <w:color w:val="000000"/>
          <w:sz w:val="28"/>
          <w:szCs w:val="28"/>
        </w:rPr>
        <w:t>«</w:t>
      </w:r>
      <w:r w:rsidR="00BA5E60" w:rsidRPr="00BA5E60">
        <w:rPr>
          <w:sz w:val="28"/>
          <w:szCs w:val="28"/>
        </w:rPr>
        <w:t>Установление соответствия</w:t>
      </w:r>
      <w:r w:rsidR="00BA5E60" w:rsidRPr="00BA5E60">
        <w:rPr>
          <w:spacing w:val="-62"/>
          <w:sz w:val="28"/>
          <w:szCs w:val="28"/>
        </w:rPr>
        <w:t xml:space="preserve"> </w:t>
      </w:r>
      <w:r w:rsidR="00BA5E60" w:rsidRPr="00BA5E60">
        <w:rPr>
          <w:sz w:val="28"/>
          <w:szCs w:val="28"/>
        </w:rPr>
        <w:t>между</w:t>
      </w:r>
      <w:r w:rsidR="00BA5E60" w:rsidRPr="00BA5E60">
        <w:rPr>
          <w:spacing w:val="-2"/>
          <w:sz w:val="28"/>
          <w:szCs w:val="28"/>
        </w:rPr>
        <w:t xml:space="preserve"> </w:t>
      </w:r>
      <w:r w:rsidR="00BA5E60" w:rsidRPr="00BA5E60">
        <w:rPr>
          <w:sz w:val="28"/>
          <w:szCs w:val="28"/>
        </w:rPr>
        <w:t>разрешенным использованием</w:t>
      </w:r>
      <w:r w:rsidR="00BA5E60" w:rsidRPr="00BA5E60">
        <w:rPr>
          <w:spacing w:val="-1"/>
          <w:sz w:val="28"/>
          <w:szCs w:val="28"/>
        </w:rPr>
        <w:t xml:space="preserve"> </w:t>
      </w:r>
      <w:r w:rsidR="00BA5E60" w:rsidRPr="00BA5E60">
        <w:rPr>
          <w:sz w:val="28"/>
          <w:szCs w:val="28"/>
        </w:rPr>
        <w:t>земельного участка и видом разрешенного использования</w:t>
      </w:r>
      <w:r w:rsidR="00BA5E60" w:rsidRPr="00BA5E60">
        <w:rPr>
          <w:spacing w:val="-62"/>
          <w:sz w:val="28"/>
          <w:szCs w:val="28"/>
        </w:rPr>
        <w:t xml:space="preserve"> </w:t>
      </w:r>
      <w:r w:rsidR="00BA5E60" w:rsidRPr="00BA5E60">
        <w:rPr>
          <w:sz w:val="28"/>
          <w:szCs w:val="28"/>
        </w:rPr>
        <w:t>земельных</w:t>
      </w:r>
      <w:r w:rsidR="00BA5E60" w:rsidRPr="00BA5E60">
        <w:rPr>
          <w:spacing w:val="-2"/>
          <w:sz w:val="28"/>
          <w:szCs w:val="28"/>
        </w:rPr>
        <w:t xml:space="preserve"> </w:t>
      </w:r>
      <w:r w:rsidR="00BA5E60" w:rsidRPr="00BA5E60">
        <w:rPr>
          <w:sz w:val="28"/>
          <w:szCs w:val="28"/>
        </w:rPr>
        <w:t>участков,</w:t>
      </w:r>
      <w:r w:rsidR="00BA5E60" w:rsidRPr="00BA5E60">
        <w:rPr>
          <w:spacing w:val="2"/>
          <w:sz w:val="28"/>
          <w:szCs w:val="28"/>
        </w:rPr>
        <w:t xml:space="preserve"> </w:t>
      </w:r>
      <w:r w:rsidR="00BA5E60" w:rsidRPr="00BA5E60">
        <w:rPr>
          <w:sz w:val="28"/>
          <w:szCs w:val="28"/>
        </w:rPr>
        <w:t>предусмотренным классификатором видов разрешенного использования</w:t>
      </w:r>
      <w:r w:rsidR="00BA5E60" w:rsidRPr="00BA5E60">
        <w:rPr>
          <w:spacing w:val="-63"/>
          <w:sz w:val="28"/>
          <w:szCs w:val="28"/>
        </w:rPr>
        <w:t xml:space="preserve"> </w:t>
      </w:r>
      <w:r w:rsidR="00BA5E60" w:rsidRPr="00BA5E60">
        <w:rPr>
          <w:sz w:val="28"/>
          <w:szCs w:val="28"/>
        </w:rPr>
        <w:t>земельных</w:t>
      </w:r>
      <w:r w:rsidR="00BA5E60" w:rsidRPr="00BA5E60">
        <w:rPr>
          <w:spacing w:val="-2"/>
          <w:sz w:val="28"/>
          <w:szCs w:val="28"/>
        </w:rPr>
        <w:t xml:space="preserve"> </w:t>
      </w:r>
      <w:r w:rsidR="00BA5E60" w:rsidRPr="00BA5E60">
        <w:rPr>
          <w:sz w:val="28"/>
          <w:szCs w:val="28"/>
        </w:rPr>
        <w:t>участков</w:t>
      </w:r>
      <w:r w:rsidRPr="00BA5E60">
        <w:rPr>
          <w:color w:val="000000"/>
          <w:sz w:val="28"/>
          <w:szCs w:val="28"/>
        </w:rPr>
        <w:t>»</w:t>
      </w:r>
      <w:r w:rsidRPr="00F8292F">
        <w:rPr>
          <w:sz w:val="28"/>
          <w:szCs w:val="28"/>
        </w:rPr>
        <w:t>.</w:t>
      </w:r>
    </w:p>
    <w:p w:rsidR="00F8292F" w:rsidRPr="00F8292F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F8292F">
        <w:rPr>
          <w:sz w:val="28"/>
          <w:szCs w:val="28"/>
        </w:rPr>
        <w:t xml:space="preserve"> Опубликовать постановление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023555" w:rsidRDefault="00023555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Pr="009574C4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BC2929" w:rsidRPr="000B773D" w:rsidRDefault="00E23A85" w:rsidP="00BC292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BC2929" w:rsidRPr="000B773D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BC2929" w:rsidRPr="000B773D">
        <w:rPr>
          <w:sz w:val="28"/>
          <w:szCs w:val="28"/>
        </w:rPr>
        <w:t xml:space="preserve"> администрации района                                          </w:t>
      </w:r>
      <w:r w:rsidR="00011631">
        <w:rPr>
          <w:sz w:val="28"/>
          <w:szCs w:val="28"/>
        </w:rPr>
        <w:t xml:space="preserve">   </w:t>
      </w:r>
      <w:r w:rsidR="00491BC9">
        <w:rPr>
          <w:sz w:val="28"/>
          <w:szCs w:val="28"/>
        </w:rPr>
        <w:t xml:space="preserve">     </w:t>
      </w:r>
      <w:r w:rsidR="00011631">
        <w:rPr>
          <w:sz w:val="28"/>
          <w:szCs w:val="28"/>
        </w:rPr>
        <w:t xml:space="preserve">    </w:t>
      </w:r>
      <w:r>
        <w:rPr>
          <w:sz w:val="28"/>
          <w:szCs w:val="28"/>
        </w:rPr>
        <w:t>Р.Э. Маслов</w:t>
      </w:r>
    </w:p>
    <w:p w:rsidR="00875E4F" w:rsidRPr="009574C4" w:rsidRDefault="00875E4F" w:rsidP="00875E4F">
      <w:pPr>
        <w:tabs>
          <w:tab w:val="left" w:pos="7811"/>
        </w:tabs>
        <w:jc w:val="both"/>
        <w:rPr>
          <w:sz w:val="28"/>
          <w:szCs w:val="28"/>
        </w:rPr>
      </w:pPr>
    </w:p>
    <w:sectPr w:rsidR="00875E4F" w:rsidRPr="009574C4" w:rsidSect="000A6D7C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BE7D91"/>
    <w:multiLevelType w:val="hybridMultilevel"/>
    <w:tmpl w:val="56FC8B1C"/>
    <w:lvl w:ilvl="0" w:tplc="29365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A533EA"/>
    <w:multiLevelType w:val="multilevel"/>
    <w:tmpl w:val="A0EAC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3F3F3F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3F3F3F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3F3F3F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3F3F3F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3F3F3F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3F3F3F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3F3F3F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3F3F3F"/>
      </w:rPr>
    </w:lvl>
  </w:abstractNum>
  <w:abstractNum w:abstractNumId="3">
    <w:nsid w:val="34B40F85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1B12ADF"/>
    <w:multiLevelType w:val="multilevel"/>
    <w:tmpl w:val="6D34EA3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57F2276D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F3C593F"/>
    <w:multiLevelType w:val="hybridMultilevel"/>
    <w:tmpl w:val="D9AAE50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4D175C4"/>
    <w:multiLevelType w:val="hybridMultilevel"/>
    <w:tmpl w:val="B0E27A86"/>
    <w:lvl w:ilvl="0" w:tplc="B072A2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81E74"/>
    <w:multiLevelType w:val="hybridMultilevel"/>
    <w:tmpl w:val="49D62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characterSpacingControl w:val="doNotCompress"/>
  <w:compat/>
  <w:rsids>
    <w:rsidRoot w:val="00B76C55"/>
    <w:rsid w:val="000035EF"/>
    <w:rsid w:val="000049AA"/>
    <w:rsid w:val="00010F7D"/>
    <w:rsid w:val="00011631"/>
    <w:rsid w:val="000218ED"/>
    <w:rsid w:val="00023555"/>
    <w:rsid w:val="00027534"/>
    <w:rsid w:val="000614F1"/>
    <w:rsid w:val="00073978"/>
    <w:rsid w:val="00082253"/>
    <w:rsid w:val="0008322C"/>
    <w:rsid w:val="000848AC"/>
    <w:rsid w:val="000852C9"/>
    <w:rsid w:val="00090204"/>
    <w:rsid w:val="0009483F"/>
    <w:rsid w:val="000969BE"/>
    <w:rsid w:val="000A04C6"/>
    <w:rsid w:val="000A419E"/>
    <w:rsid w:val="000A4DDC"/>
    <w:rsid w:val="000A6D7C"/>
    <w:rsid w:val="000E31D7"/>
    <w:rsid w:val="000F5C14"/>
    <w:rsid w:val="0011031C"/>
    <w:rsid w:val="001168C6"/>
    <w:rsid w:val="00117203"/>
    <w:rsid w:val="00124C3E"/>
    <w:rsid w:val="00132DEA"/>
    <w:rsid w:val="00142239"/>
    <w:rsid w:val="00165BD9"/>
    <w:rsid w:val="00190124"/>
    <w:rsid w:val="001907D7"/>
    <w:rsid w:val="001925F1"/>
    <w:rsid w:val="00197AC1"/>
    <w:rsid w:val="001B1783"/>
    <w:rsid w:val="001B7DC3"/>
    <w:rsid w:val="001C19A3"/>
    <w:rsid w:val="001C52CF"/>
    <w:rsid w:val="001E3BA7"/>
    <w:rsid w:val="001E4A60"/>
    <w:rsid w:val="001F66E4"/>
    <w:rsid w:val="001F771F"/>
    <w:rsid w:val="00213F2E"/>
    <w:rsid w:val="00220A3A"/>
    <w:rsid w:val="002268AF"/>
    <w:rsid w:val="00231B69"/>
    <w:rsid w:val="0026209A"/>
    <w:rsid w:val="002754A1"/>
    <w:rsid w:val="00275B96"/>
    <w:rsid w:val="00280404"/>
    <w:rsid w:val="002936BE"/>
    <w:rsid w:val="002A1AB5"/>
    <w:rsid w:val="002A6ACC"/>
    <w:rsid w:val="002B2FF1"/>
    <w:rsid w:val="002B7631"/>
    <w:rsid w:val="002D5380"/>
    <w:rsid w:val="002E65BC"/>
    <w:rsid w:val="002E73B3"/>
    <w:rsid w:val="002F3BF5"/>
    <w:rsid w:val="00314C85"/>
    <w:rsid w:val="00326AC4"/>
    <w:rsid w:val="00332C2A"/>
    <w:rsid w:val="00335737"/>
    <w:rsid w:val="00352FC1"/>
    <w:rsid w:val="0035511C"/>
    <w:rsid w:val="003622E8"/>
    <w:rsid w:val="00395F69"/>
    <w:rsid w:val="003B768D"/>
    <w:rsid w:val="003C38E9"/>
    <w:rsid w:val="003C414A"/>
    <w:rsid w:val="003F4E90"/>
    <w:rsid w:val="003F7E6B"/>
    <w:rsid w:val="00405ADA"/>
    <w:rsid w:val="00423A16"/>
    <w:rsid w:val="00423FD0"/>
    <w:rsid w:val="004256BE"/>
    <w:rsid w:val="00443009"/>
    <w:rsid w:val="00451E5D"/>
    <w:rsid w:val="00461A96"/>
    <w:rsid w:val="004839B6"/>
    <w:rsid w:val="00484CE8"/>
    <w:rsid w:val="00487EB8"/>
    <w:rsid w:val="00491BC9"/>
    <w:rsid w:val="004A032F"/>
    <w:rsid w:val="004A3D18"/>
    <w:rsid w:val="004D63FE"/>
    <w:rsid w:val="004F048D"/>
    <w:rsid w:val="004F636B"/>
    <w:rsid w:val="005009C7"/>
    <w:rsid w:val="0050674A"/>
    <w:rsid w:val="00523930"/>
    <w:rsid w:val="005251C3"/>
    <w:rsid w:val="0054354E"/>
    <w:rsid w:val="005449AE"/>
    <w:rsid w:val="0054578E"/>
    <w:rsid w:val="00565DA2"/>
    <w:rsid w:val="005932B9"/>
    <w:rsid w:val="005A0A29"/>
    <w:rsid w:val="005A2636"/>
    <w:rsid w:val="005A354B"/>
    <w:rsid w:val="005C3E09"/>
    <w:rsid w:val="005E268F"/>
    <w:rsid w:val="005E53FB"/>
    <w:rsid w:val="005F0DB2"/>
    <w:rsid w:val="005F72C7"/>
    <w:rsid w:val="00607DEE"/>
    <w:rsid w:val="00612660"/>
    <w:rsid w:val="00625563"/>
    <w:rsid w:val="00634621"/>
    <w:rsid w:val="006374DB"/>
    <w:rsid w:val="006403E9"/>
    <w:rsid w:val="00643C69"/>
    <w:rsid w:val="006447E6"/>
    <w:rsid w:val="00650CE7"/>
    <w:rsid w:val="0065653E"/>
    <w:rsid w:val="0066714C"/>
    <w:rsid w:val="00675AD1"/>
    <w:rsid w:val="00682A17"/>
    <w:rsid w:val="00686BDF"/>
    <w:rsid w:val="00692BD1"/>
    <w:rsid w:val="00697B10"/>
    <w:rsid w:val="006A2FF3"/>
    <w:rsid w:val="006B0085"/>
    <w:rsid w:val="006C523B"/>
    <w:rsid w:val="00707C5E"/>
    <w:rsid w:val="0071324F"/>
    <w:rsid w:val="00734A29"/>
    <w:rsid w:val="00763891"/>
    <w:rsid w:val="007766D8"/>
    <w:rsid w:val="007770B6"/>
    <w:rsid w:val="007815B5"/>
    <w:rsid w:val="007904C3"/>
    <w:rsid w:val="00793CD3"/>
    <w:rsid w:val="00793E2E"/>
    <w:rsid w:val="00795AB0"/>
    <w:rsid w:val="007964F5"/>
    <w:rsid w:val="007A5CF1"/>
    <w:rsid w:val="007B656F"/>
    <w:rsid w:val="007C105B"/>
    <w:rsid w:val="007D2788"/>
    <w:rsid w:val="007E7ABB"/>
    <w:rsid w:val="007F3CD0"/>
    <w:rsid w:val="00827BAF"/>
    <w:rsid w:val="00827DDE"/>
    <w:rsid w:val="00827ED9"/>
    <w:rsid w:val="00832CC4"/>
    <w:rsid w:val="0084538B"/>
    <w:rsid w:val="008658AC"/>
    <w:rsid w:val="00875E4F"/>
    <w:rsid w:val="0087719B"/>
    <w:rsid w:val="008873B3"/>
    <w:rsid w:val="00891B87"/>
    <w:rsid w:val="008979FD"/>
    <w:rsid w:val="008A1BCB"/>
    <w:rsid w:val="008A7261"/>
    <w:rsid w:val="008B2A5A"/>
    <w:rsid w:val="008C0DE4"/>
    <w:rsid w:val="008C17D0"/>
    <w:rsid w:val="008C2BCB"/>
    <w:rsid w:val="008C53D4"/>
    <w:rsid w:val="008D02FE"/>
    <w:rsid w:val="008D3393"/>
    <w:rsid w:val="008D49CC"/>
    <w:rsid w:val="008E12B4"/>
    <w:rsid w:val="009028E8"/>
    <w:rsid w:val="009050B9"/>
    <w:rsid w:val="00907114"/>
    <w:rsid w:val="00916CE9"/>
    <w:rsid w:val="00924233"/>
    <w:rsid w:val="009347C9"/>
    <w:rsid w:val="00935AF2"/>
    <w:rsid w:val="00942D92"/>
    <w:rsid w:val="009574C4"/>
    <w:rsid w:val="00963DD8"/>
    <w:rsid w:val="0097279C"/>
    <w:rsid w:val="009727A3"/>
    <w:rsid w:val="009836B5"/>
    <w:rsid w:val="00984BED"/>
    <w:rsid w:val="00995F4E"/>
    <w:rsid w:val="009B7F48"/>
    <w:rsid w:val="009C2EB7"/>
    <w:rsid w:val="009D462F"/>
    <w:rsid w:val="009E1623"/>
    <w:rsid w:val="009E23D5"/>
    <w:rsid w:val="009F163E"/>
    <w:rsid w:val="00A01B0A"/>
    <w:rsid w:val="00A07EA9"/>
    <w:rsid w:val="00A114FD"/>
    <w:rsid w:val="00A134C3"/>
    <w:rsid w:val="00A164FD"/>
    <w:rsid w:val="00A5217C"/>
    <w:rsid w:val="00A54A31"/>
    <w:rsid w:val="00A564D8"/>
    <w:rsid w:val="00A57905"/>
    <w:rsid w:val="00A7053F"/>
    <w:rsid w:val="00A85F04"/>
    <w:rsid w:val="00AB2171"/>
    <w:rsid w:val="00AB649F"/>
    <w:rsid w:val="00AF06EB"/>
    <w:rsid w:val="00AF349C"/>
    <w:rsid w:val="00B04AE0"/>
    <w:rsid w:val="00B11D33"/>
    <w:rsid w:val="00B20505"/>
    <w:rsid w:val="00B2270D"/>
    <w:rsid w:val="00B33B09"/>
    <w:rsid w:val="00B36D07"/>
    <w:rsid w:val="00B413ED"/>
    <w:rsid w:val="00B43F90"/>
    <w:rsid w:val="00B44026"/>
    <w:rsid w:val="00B56C35"/>
    <w:rsid w:val="00B6153E"/>
    <w:rsid w:val="00B62F99"/>
    <w:rsid w:val="00B630E2"/>
    <w:rsid w:val="00B65DE9"/>
    <w:rsid w:val="00B76C55"/>
    <w:rsid w:val="00B8573B"/>
    <w:rsid w:val="00BA19B9"/>
    <w:rsid w:val="00BA5E60"/>
    <w:rsid w:val="00BB2001"/>
    <w:rsid w:val="00BC1BBE"/>
    <w:rsid w:val="00BC2929"/>
    <w:rsid w:val="00BE1FA8"/>
    <w:rsid w:val="00BF5774"/>
    <w:rsid w:val="00BF60DB"/>
    <w:rsid w:val="00C003A6"/>
    <w:rsid w:val="00C03551"/>
    <w:rsid w:val="00C10E64"/>
    <w:rsid w:val="00C153E3"/>
    <w:rsid w:val="00C22D7A"/>
    <w:rsid w:val="00C37769"/>
    <w:rsid w:val="00C4716E"/>
    <w:rsid w:val="00C533E8"/>
    <w:rsid w:val="00C5572B"/>
    <w:rsid w:val="00C63090"/>
    <w:rsid w:val="00C84E4E"/>
    <w:rsid w:val="00C860D5"/>
    <w:rsid w:val="00C9265C"/>
    <w:rsid w:val="00C96FDF"/>
    <w:rsid w:val="00CA0FCE"/>
    <w:rsid w:val="00CA1CE3"/>
    <w:rsid w:val="00CA62FD"/>
    <w:rsid w:val="00CB2A90"/>
    <w:rsid w:val="00CE3BE3"/>
    <w:rsid w:val="00CE6616"/>
    <w:rsid w:val="00D0114A"/>
    <w:rsid w:val="00D35D2C"/>
    <w:rsid w:val="00D51AE0"/>
    <w:rsid w:val="00D51B85"/>
    <w:rsid w:val="00D55998"/>
    <w:rsid w:val="00D5694A"/>
    <w:rsid w:val="00D759B5"/>
    <w:rsid w:val="00D84FD7"/>
    <w:rsid w:val="00D853CA"/>
    <w:rsid w:val="00D9571A"/>
    <w:rsid w:val="00DC5545"/>
    <w:rsid w:val="00DE16B0"/>
    <w:rsid w:val="00DF1A8C"/>
    <w:rsid w:val="00DF2451"/>
    <w:rsid w:val="00E0087A"/>
    <w:rsid w:val="00E0108B"/>
    <w:rsid w:val="00E2194A"/>
    <w:rsid w:val="00E2272B"/>
    <w:rsid w:val="00E23A85"/>
    <w:rsid w:val="00E44273"/>
    <w:rsid w:val="00E47AC4"/>
    <w:rsid w:val="00E76C6A"/>
    <w:rsid w:val="00E953E6"/>
    <w:rsid w:val="00EA55D6"/>
    <w:rsid w:val="00EA7D84"/>
    <w:rsid w:val="00EB28C4"/>
    <w:rsid w:val="00EC4581"/>
    <w:rsid w:val="00EC6CD8"/>
    <w:rsid w:val="00ED4D41"/>
    <w:rsid w:val="00EE52B4"/>
    <w:rsid w:val="00EF4893"/>
    <w:rsid w:val="00EF4A81"/>
    <w:rsid w:val="00F0082E"/>
    <w:rsid w:val="00F01CAF"/>
    <w:rsid w:val="00F058C2"/>
    <w:rsid w:val="00F358D6"/>
    <w:rsid w:val="00F50B8D"/>
    <w:rsid w:val="00F538E7"/>
    <w:rsid w:val="00F769C9"/>
    <w:rsid w:val="00F8292F"/>
    <w:rsid w:val="00F8548B"/>
    <w:rsid w:val="00F87F80"/>
    <w:rsid w:val="00F91A86"/>
    <w:rsid w:val="00F94DA9"/>
    <w:rsid w:val="00FA15D8"/>
    <w:rsid w:val="00FB04E7"/>
    <w:rsid w:val="00FB0D22"/>
    <w:rsid w:val="00FB7C9A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rsid w:val="00EF4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B7631"/>
    <w:rPr>
      <w:sz w:val="24"/>
      <w:szCs w:val="24"/>
    </w:rPr>
  </w:style>
  <w:style w:type="paragraph" w:styleId="a6">
    <w:name w:val="Normal (Web)"/>
    <w:basedOn w:val="a"/>
    <w:uiPriority w:val="99"/>
    <w:unhideWhenUsed/>
    <w:rsid w:val="00E2194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6F577-FC20-442A-A915-F68AC0F58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1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Коровяковская</cp:lastModifiedBy>
  <cp:revision>2</cp:revision>
  <cp:lastPrinted>2023-06-28T06:50:00Z</cp:lastPrinted>
  <dcterms:created xsi:type="dcterms:W3CDTF">2023-07-10T09:25:00Z</dcterms:created>
  <dcterms:modified xsi:type="dcterms:W3CDTF">2023-07-10T09:25:00Z</dcterms:modified>
</cp:coreProperties>
</file>