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Pr="00F163F4" w:rsidRDefault="00423A16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 xml:space="preserve">О </w:t>
      </w:r>
      <w:r w:rsidR="00C000D7" w:rsidRPr="00F163F4">
        <w:rPr>
          <w:b/>
          <w:sz w:val="26"/>
          <w:szCs w:val="26"/>
        </w:rPr>
        <w:t>предоставлени</w:t>
      </w:r>
      <w:r w:rsidR="00CA520E" w:rsidRPr="00F163F4">
        <w:rPr>
          <w:b/>
          <w:sz w:val="26"/>
          <w:szCs w:val="26"/>
        </w:rPr>
        <w:t>и</w:t>
      </w:r>
      <w:r w:rsidR="00C000D7" w:rsidRPr="00F163F4">
        <w:rPr>
          <w:b/>
          <w:sz w:val="26"/>
          <w:szCs w:val="26"/>
        </w:rPr>
        <w:t xml:space="preserve"> разрешения </w:t>
      </w:r>
      <w:r w:rsidR="002940BA" w:rsidRPr="00F163F4">
        <w:rPr>
          <w:b/>
          <w:sz w:val="26"/>
          <w:szCs w:val="26"/>
        </w:rPr>
        <w:t>на условно</w:t>
      </w:r>
      <w:r w:rsidR="006544A0" w:rsidRPr="00F163F4">
        <w:rPr>
          <w:b/>
          <w:sz w:val="26"/>
          <w:szCs w:val="26"/>
        </w:rPr>
        <w:t xml:space="preserve"> </w:t>
      </w:r>
      <w:r w:rsidR="002940BA" w:rsidRPr="00F163F4">
        <w:rPr>
          <w:b/>
          <w:sz w:val="26"/>
          <w:szCs w:val="26"/>
        </w:rPr>
        <w:t xml:space="preserve">разрешенный вид </w:t>
      </w:r>
    </w:p>
    <w:p w:rsidR="00BA2387" w:rsidRPr="00F163F4" w:rsidRDefault="002940BA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>использования земельного участка</w:t>
      </w:r>
    </w:p>
    <w:p w:rsidR="003622E8" w:rsidRPr="00F163F4" w:rsidRDefault="003622E8" w:rsidP="009E1623">
      <w:pPr>
        <w:jc w:val="both"/>
        <w:rPr>
          <w:sz w:val="26"/>
          <w:szCs w:val="26"/>
        </w:rPr>
      </w:pPr>
    </w:p>
    <w:p w:rsidR="003622E8" w:rsidRPr="00F163F4" w:rsidRDefault="00D1137D" w:rsidP="000B773D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В соответствии со с</w:t>
      </w:r>
      <w:r w:rsidR="0039466B" w:rsidRPr="00F163F4">
        <w:rPr>
          <w:sz w:val="26"/>
          <w:szCs w:val="26"/>
        </w:rPr>
        <w:t>татьей</w:t>
      </w:r>
      <w:r w:rsidRPr="00F163F4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 w:rsidRPr="00F163F4">
        <w:rPr>
          <w:sz w:val="26"/>
          <w:szCs w:val="26"/>
        </w:rPr>
        <w:t xml:space="preserve"> </w:t>
      </w:r>
      <w:r w:rsidRPr="00F163F4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F163F4" w:rsidRPr="00F163F4">
        <w:rPr>
          <w:sz w:val="26"/>
          <w:szCs w:val="26"/>
        </w:rPr>
        <w:t>на основании постановления Правительства Вологодской области от 18.12.2023 № 1343 «О внесении изменений в постановление Правительства области от 30 августа 2021 года № 1015»</w:t>
      </w:r>
      <w:r w:rsidR="00AE0A91" w:rsidRPr="00F163F4">
        <w:rPr>
          <w:sz w:val="26"/>
          <w:szCs w:val="26"/>
        </w:rPr>
        <w:t>,</w:t>
      </w:r>
      <w:r w:rsidR="00B947E2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с учетом заключения о</w:t>
      </w:r>
      <w:r w:rsidR="00ED2228" w:rsidRPr="00F163F4">
        <w:rPr>
          <w:sz w:val="26"/>
          <w:szCs w:val="26"/>
        </w:rPr>
        <w:t xml:space="preserve"> результатах </w:t>
      </w:r>
      <w:r w:rsidR="00B735C4" w:rsidRPr="00F163F4">
        <w:rPr>
          <w:sz w:val="26"/>
          <w:szCs w:val="26"/>
        </w:rPr>
        <w:t>общественных обсуждений</w:t>
      </w:r>
      <w:r w:rsidR="00C9077C" w:rsidRPr="00F163F4">
        <w:rPr>
          <w:sz w:val="26"/>
          <w:szCs w:val="26"/>
        </w:rPr>
        <w:t>,</w:t>
      </w:r>
      <w:r w:rsidR="007B334B" w:rsidRPr="00F163F4">
        <w:rPr>
          <w:sz w:val="26"/>
          <w:szCs w:val="26"/>
        </w:rPr>
        <w:t xml:space="preserve"> опубликованн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в газете «Сельская новь» </w:t>
      </w:r>
      <w:r w:rsidR="00E810E4">
        <w:rPr>
          <w:sz w:val="26"/>
          <w:szCs w:val="26"/>
        </w:rPr>
        <w:t xml:space="preserve">от         </w:t>
      </w:r>
      <w:r w:rsidR="00C97F9C" w:rsidRPr="00F163F4">
        <w:rPr>
          <w:sz w:val="26"/>
          <w:szCs w:val="26"/>
        </w:rPr>
        <w:t xml:space="preserve"> </w:t>
      </w:r>
      <w:r w:rsidR="000C4945" w:rsidRPr="00F163F4">
        <w:rPr>
          <w:sz w:val="26"/>
          <w:szCs w:val="26"/>
        </w:rPr>
        <w:t xml:space="preserve">№ </w:t>
      </w:r>
      <w:r w:rsidR="001F1265">
        <w:rPr>
          <w:sz w:val="26"/>
          <w:szCs w:val="26"/>
        </w:rPr>
        <w:t xml:space="preserve"> </w:t>
      </w:r>
      <w:r w:rsidR="000B773D" w:rsidRPr="00F163F4">
        <w:rPr>
          <w:sz w:val="26"/>
          <w:szCs w:val="26"/>
        </w:rPr>
        <w:t>(</w:t>
      </w:r>
      <w:r w:rsidR="00E810E4">
        <w:rPr>
          <w:sz w:val="26"/>
          <w:szCs w:val="26"/>
        </w:rPr>
        <w:t xml:space="preserve">    </w:t>
      </w:r>
      <w:r w:rsidR="000B773D" w:rsidRPr="00F163F4">
        <w:rPr>
          <w:sz w:val="26"/>
          <w:szCs w:val="26"/>
        </w:rPr>
        <w:t>)</w:t>
      </w:r>
      <w:r w:rsidR="000C4945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и размещенн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F163F4">
        <w:rPr>
          <w:sz w:val="26"/>
          <w:szCs w:val="26"/>
        </w:rPr>
        <w:t xml:space="preserve">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525AC3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  <w:r w:rsidR="000B773D" w:rsidRPr="00F163F4">
        <w:rPr>
          <w:sz w:val="26"/>
          <w:szCs w:val="26"/>
        </w:rPr>
        <w:t>,</w:t>
      </w:r>
    </w:p>
    <w:p w:rsidR="00E31E83" w:rsidRPr="00F163F4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0F20C8" w:rsidRPr="00F163F4" w:rsidRDefault="000F20C8" w:rsidP="000F20C8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360"/>
        <w:jc w:val="both"/>
        <w:rPr>
          <w:sz w:val="26"/>
          <w:szCs w:val="26"/>
        </w:rPr>
      </w:pPr>
      <w:r w:rsidRPr="00F163F4">
        <w:rPr>
          <w:sz w:val="26"/>
          <w:szCs w:val="26"/>
        </w:rPr>
        <w:t xml:space="preserve">Предоставить разрешение на условно разрешенный вид использования </w:t>
      </w:r>
      <w:r w:rsidR="00DC21DA">
        <w:rPr>
          <w:sz w:val="26"/>
          <w:szCs w:val="26"/>
        </w:rPr>
        <w:t xml:space="preserve">образуемого </w:t>
      </w:r>
      <w:r w:rsidR="00097E94" w:rsidRPr="00F163F4">
        <w:rPr>
          <w:sz w:val="26"/>
          <w:szCs w:val="26"/>
        </w:rPr>
        <w:t xml:space="preserve">земельного участка с </w:t>
      </w:r>
      <w:r w:rsidR="00DC21DA">
        <w:rPr>
          <w:sz w:val="26"/>
          <w:szCs w:val="26"/>
        </w:rPr>
        <w:t xml:space="preserve">условным </w:t>
      </w:r>
      <w:r w:rsidR="00097E94" w:rsidRPr="00F163F4">
        <w:rPr>
          <w:sz w:val="26"/>
          <w:szCs w:val="26"/>
        </w:rPr>
        <w:t xml:space="preserve">кадастровым номером </w:t>
      </w:r>
      <w:hyperlink r:id="rId6" w:tgtFrame="_blank" w:history="1">
        <w:proofErr w:type="gramStart"/>
        <w:r w:rsidR="00A41600" w:rsidRPr="00F163F4">
          <w:rPr>
            <w:sz w:val="26"/>
            <w:szCs w:val="26"/>
          </w:rPr>
          <w:t>35:22:</w:t>
        </w:r>
      </w:hyperlink>
      <w:r w:rsidR="006B6E77">
        <w:rPr>
          <w:sz w:val="26"/>
          <w:szCs w:val="26"/>
        </w:rPr>
        <w:t>0303034</w:t>
      </w:r>
      <w:r w:rsidR="00DC21DA">
        <w:rPr>
          <w:sz w:val="26"/>
          <w:szCs w:val="26"/>
        </w:rPr>
        <w:t>:ЗУ</w:t>
      </w:r>
      <w:proofErr w:type="gramEnd"/>
      <w:r w:rsidR="00DC21DA">
        <w:rPr>
          <w:sz w:val="26"/>
          <w:szCs w:val="26"/>
        </w:rPr>
        <w:t>1</w:t>
      </w:r>
      <w:r w:rsidR="002E3395" w:rsidRPr="00F163F4">
        <w:rPr>
          <w:sz w:val="26"/>
          <w:szCs w:val="26"/>
        </w:rPr>
        <w:t xml:space="preserve"> </w:t>
      </w:r>
      <w:r w:rsidR="00097E94" w:rsidRPr="00F163F4">
        <w:rPr>
          <w:sz w:val="26"/>
          <w:szCs w:val="26"/>
        </w:rPr>
        <w:t xml:space="preserve">общей площадью </w:t>
      </w:r>
      <w:r w:rsidR="006B6E77">
        <w:rPr>
          <w:sz w:val="26"/>
          <w:szCs w:val="26"/>
        </w:rPr>
        <w:t>300</w:t>
      </w:r>
      <w:r w:rsidR="00097E94" w:rsidRPr="00F163F4">
        <w:rPr>
          <w:sz w:val="26"/>
          <w:szCs w:val="26"/>
        </w:rPr>
        <w:t xml:space="preserve"> кв.</w:t>
      </w:r>
      <w:r w:rsidR="000E7537" w:rsidRPr="00F163F4">
        <w:rPr>
          <w:sz w:val="26"/>
          <w:szCs w:val="26"/>
        </w:rPr>
        <w:t xml:space="preserve"> </w:t>
      </w:r>
      <w:r w:rsidR="00097E94" w:rsidRPr="00F163F4">
        <w:rPr>
          <w:sz w:val="26"/>
          <w:szCs w:val="26"/>
        </w:rPr>
        <w:t>м, местоположением:</w:t>
      </w:r>
      <w:r w:rsidR="00F163F4" w:rsidRPr="00F163F4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</w:t>
      </w:r>
      <w:r w:rsidR="00F163F4" w:rsidRPr="00F163F4">
        <w:rPr>
          <w:sz w:val="26"/>
          <w:szCs w:val="26"/>
        </w:rPr>
        <w:t>Вологодская область, р-н Череповец</w:t>
      </w:r>
      <w:r w:rsidR="001F1265">
        <w:rPr>
          <w:sz w:val="26"/>
          <w:szCs w:val="26"/>
        </w:rPr>
        <w:t>кий, сельское п</w:t>
      </w:r>
      <w:r w:rsidR="006B6E77">
        <w:rPr>
          <w:sz w:val="26"/>
          <w:szCs w:val="26"/>
        </w:rPr>
        <w:t xml:space="preserve">оселение </w:t>
      </w:r>
      <w:proofErr w:type="spellStart"/>
      <w:r w:rsidR="006B6E77">
        <w:rPr>
          <w:sz w:val="26"/>
          <w:szCs w:val="26"/>
        </w:rPr>
        <w:t>Югское</w:t>
      </w:r>
      <w:proofErr w:type="spellEnd"/>
      <w:r w:rsidR="006B6E77">
        <w:rPr>
          <w:sz w:val="26"/>
          <w:szCs w:val="26"/>
        </w:rPr>
        <w:t>, д. Заречка</w:t>
      </w:r>
      <w:bookmarkStart w:id="0" w:name="_GoBack"/>
      <w:bookmarkEnd w:id="0"/>
      <w:r w:rsidR="00F163F4" w:rsidRPr="00F163F4">
        <w:rPr>
          <w:sz w:val="26"/>
          <w:szCs w:val="26"/>
        </w:rPr>
        <w:t>,</w:t>
      </w:r>
      <w:r w:rsidR="00097E94" w:rsidRPr="00F163F4">
        <w:rPr>
          <w:sz w:val="26"/>
          <w:szCs w:val="26"/>
        </w:rPr>
        <w:t xml:space="preserve"> на вид «</w:t>
      </w:r>
      <w:r w:rsidR="001F1265">
        <w:rPr>
          <w:sz w:val="26"/>
          <w:szCs w:val="26"/>
        </w:rPr>
        <w:t>ведение огородничества</w:t>
      </w:r>
      <w:r w:rsidR="00097E94" w:rsidRPr="00F163F4">
        <w:rPr>
          <w:sz w:val="26"/>
          <w:szCs w:val="26"/>
        </w:rPr>
        <w:t>»</w:t>
      </w:r>
      <w:r w:rsidRPr="00F163F4">
        <w:rPr>
          <w:sz w:val="26"/>
          <w:szCs w:val="26"/>
        </w:rPr>
        <w:t xml:space="preserve">.                                    </w:t>
      </w:r>
    </w:p>
    <w:p w:rsidR="00FC5FDD" w:rsidRPr="00F163F4" w:rsidRDefault="00274A83" w:rsidP="00274A83">
      <w:pPr>
        <w:pStyle w:val="a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ind w:left="0" w:firstLine="284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Оп</w:t>
      </w:r>
      <w:r w:rsidR="00A67C0E" w:rsidRPr="00F163F4">
        <w:rPr>
          <w:sz w:val="26"/>
          <w:szCs w:val="26"/>
        </w:rPr>
        <w:t xml:space="preserve">убликовать настоящее </w:t>
      </w:r>
      <w:r w:rsidR="000B773D" w:rsidRPr="00F163F4">
        <w:rPr>
          <w:sz w:val="26"/>
          <w:szCs w:val="26"/>
        </w:rPr>
        <w:t>распоряжение</w:t>
      </w:r>
      <w:r w:rsidR="00A67C0E" w:rsidRPr="00F163F4">
        <w:rPr>
          <w:sz w:val="26"/>
          <w:szCs w:val="26"/>
        </w:rPr>
        <w:t xml:space="preserve"> в газете «Сельская новь» </w:t>
      </w:r>
      <w:r w:rsidR="009727EE" w:rsidRPr="00F163F4">
        <w:rPr>
          <w:sz w:val="26"/>
          <w:szCs w:val="26"/>
        </w:rPr>
        <w:t>и</w:t>
      </w:r>
      <w:r w:rsidR="006172AC" w:rsidRPr="00F163F4">
        <w:rPr>
          <w:sz w:val="26"/>
          <w:szCs w:val="26"/>
        </w:rPr>
        <w:t xml:space="preserve"> </w:t>
      </w:r>
      <w:r w:rsidR="00A67C0E" w:rsidRPr="00F163F4">
        <w:rPr>
          <w:sz w:val="26"/>
          <w:szCs w:val="26"/>
        </w:rPr>
        <w:t>разместить</w:t>
      </w:r>
      <w:r w:rsidR="00176729" w:rsidRPr="00F163F4">
        <w:rPr>
          <w:sz w:val="26"/>
          <w:szCs w:val="26"/>
        </w:rPr>
        <w:t xml:space="preserve"> на официальном </w:t>
      </w:r>
      <w:r w:rsidR="00A67C0E" w:rsidRPr="00F163F4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A67C0E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  <w:r w:rsidR="00A67C0E" w:rsidRPr="00F163F4">
        <w:rPr>
          <w:sz w:val="26"/>
          <w:szCs w:val="26"/>
        </w:rPr>
        <w:t>.</w:t>
      </w:r>
    </w:p>
    <w:p w:rsidR="00D66A2E" w:rsidRPr="00F163F4" w:rsidRDefault="00D66A2E" w:rsidP="007168AB">
      <w:pPr>
        <w:pStyle w:val="a3"/>
        <w:ind w:left="0" w:firstLine="709"/>
        <w:jc w:val="both"/>
        <w:rPr>
          <w:sz w:val="26"/>
          <w:szCs w:val="26"/>
        </w:rPr>
      </w:pPr>
    </w:p>
    <w:p w:rsidR="003C1FEA" w:rsidRPr="00F163F4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F163F4" w:rsidRDefault="000F20C8" w:rsidP="00B25847">
      <w:pPr>
        <w:pStyle w:val="a3"/>
        <w:jc w:val="both"/>
        <w:rPr>
          <w:sz w:val="26"/>
          <w:szCs w:val="26"/>
        </w:rPr>
      </w:pPr>
    </w:p>
    <w:p w:rsidR="000B773D" w:rsidRPr="00F163F4" w:rsidRDefault="00F163F4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>Первый заместитель</w:t>
      </w:r>
      <w:r w:rsidR="000F20C8" w:rsidRPr="00F163F4">
        <w:rPr>
          <w:sz w:val="26"/>
          <w:szCs w:val="26"/>
        </w:rPr>
        <w:t xml:space="preserve">       </w:t>
      </w:r>
    </w:p>
    <w:p w:rsidR="000B773D" w:rsidRPr="00F163F4" w:rsidRDefault="000B773D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 xml:space="preserve">руководителя администрации района                         </w:t>
      </w:r>
      <w:r w:rsidR="000F20C8" w:rsidRPr="00F163F4">
        <w:rPr>
          <w:sz w:val="26"/>
          <w:szCs w:val="26"/>
        </w:rPr>
        <w:t xml:space="preserve">          </w:t>
      </w:r>
      <w:r w:rsidR="00F163F4" w:rsidRPr="00F163F4">
        <w:rPr>
          <w:sz w:val="26"/>
          <w:szCs w:val="26"/>
        </w:rPr>
        <w:t xml:space="preserve">        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1031C"/>
    <w:rsid w:val="00117203"/>
    <w:rsid w:val="001230C1"/>
    <w:rsid w:val="00124C3E"/>
    <w:rsid w:val="00132DEA"/>
    <w:rsid w:val="001364E4"/>
    <w:rsid w:val="00143645"/>
    <w:rsid w:val="00147B1D"/>
    <w:rsid w:val="001550BD"/>
    <w:rsid w:val="00164E48"/>
    <w:rsid w:val="00165294"/>
    <w:rsid w:val="00165BD9"/>
    <w:rsid w:val="00176729"/>
    <w:rsid w:val="00181EAF"/>
    <w:rsid w:val="00190124"/>
    <w:rsid w:val="001907D7"/>
    <w:rsid w:val="00194606"/>
    <w:rsid w:val="001964C4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1265"/>
    <w:rsid w:val="001F7869"/>
    <w:rsid w:val="00203F9B"/>
    <w:rsid w:val="00213F2E"/>
    <w:rsid w:val="00215A3B"/>
    <w:rsid w:val="00216B79"/>
    <w:rsid w:val="00225756"/>
    <w:rsid w:val="002268AF"/>
    <w:rsid w:val="00241106"/>
    <w:rsid w:val="00273FDC"/>
    <w:rsid w:val="00274A83"/>
    <w:rsid w:val="00275B96"/>
    <w:rsid w:val="00275DF3"/>
    <w:rsid w:val="00280404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52FC1"/>
    <w:rsid w:val="003622E8"/>
    <w:rsid w:val="003639AB"/>
    <w:rsid w:val="00372E12"/>
    <w:rsid w:val="003778AE"/>
    <w:rsid w:val="0038188E"/>
    <w:rsid w:val="003875D2"/>
    <w:rsid w:val="0039466B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7E1A"/>
    <w:rsid w:val="006A576D"/>
    <w:rsid w:val="006A698D"/>
    <w:rsid w:val="006A75C3"/>
    <w:rsid w:val="006B0085"/>
    <w:rsid w:val="006B26C6"/>
    <w:rsid w:val="006B362B"/>
    <w:rsid w:val="006B6E77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64F5"/>
    <w:rsid w:val="007A0A14"/>
    <w:rsid w:val="007A5CF1"/>
    <w:rsid w:val="007B0B42"/>
    <w:rsid w:val="007B334B"/>
    <w:rsid w:val="007C105B"/>
    <w:rsid w:val="007D2788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74AA0"/>
    <w:rsid w:val="0087719B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42D0"/>
    <w:rsid w:val="00A164FD"/>
    <w:rsid w:val="00A21978"/>
    <w:rsid w:val="00A254A6"/>
    <w:rsid w:val="00A26250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42197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1DA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39F"/>
    <w:rsid w:val="00E74FF1"/>
    <w:rsid w:val="00E76C6A"/>
    <w:rsid w:val="00E810E4"/>
    <w:rsid w:val="00E811D9"/>
    <w:rsid w:val="00E953E6"/>
    <w:rsid w:val="00EB582B"/>
    <w:rsid w:val="00EC78BE"/>
    <w:rsid w:val="00ED2228"/>
    <w:rsid w:val="00ED4D41"/>
    <w:rsid w:val="00EE52B4"/>
    <w:rsid w:val="00EF4A81"/>
    <w:rsid w:val="00F0082E"/>
    <w:rsid w:val="00F01CAF"/>
    <w:rsid w:val="00F163F4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2:0302005:332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C0EDD-41C0-440A-B288-65E4DEFA5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405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Екатерина В. Езенкова</cp:lastModifiedBy>
  <cp:revision>60</cp:revision>
  <cp:lastPrinted>2024-05-31T03:56:00Z</cp:lastPrinted>
  <dcterms:created xsi:type="dcterms:W3CDTF">2017-07-24T12:09:00Z</dcterms:created>
  <dcterms:modified xsi:type="dcterms:W3CDTF">2024-10-28T12:35:00Z</dcterms:modified>
</cp:coreProperties>
</file>