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7164F8" w:rsidRPr="007164F8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</w:p>
    <w:p w:rsidR="00E31E83" w:rsidRDefault="007164F8" w:rsidP="007164F8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7164F8">
        <w:rPr>
          <w:sz w:val="26"/>
          <w:szCs w:val="26"/>
        </w:rPr>
        <w:t xml:space="preserve">В соответствии со статьей 39 Градостроительного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на основании постановления Правительства Вологодской области от </w:t>
      </w:r>
      <w:r w:rsidR="00CD48AC">
        <w:rPr>
          <w:sz w:val="26"/>
          <w:szCs w:val="26"/>
        </w:rPr>
        <w:t>30.05.2022</w:t>
      </w:r>
      <w:r w:rsidRPr="007164F8">
        <w:rPr>
          <w:sz w:val="26"/>
          <w:szCs w:val="26"/>
        </w:rPr>
        <w:t xml:space="preserve"> № </w:t>
      </w:r>
      <w:r w:rsidR="00CD48AC">
        <w:rPr>
          <w:sz w:val="26"/>
          <w:szCs w:val="26"/>
        </w:rPr>
        <w:t>689</w:t>
      </w:r>
      <w:r w:rsidR="00B37EFF">
        <w:rPr>
          <w:sz w:val="26"/>
          <w:szCs w:val="26"/>
        </w:rPr>
        <w:t xml:space="preserve"> </w:t>
      </w:r>
      <w:r w:rsidR="00B37EFF" w:rsidRPr="00B37EFF">
        <w:rPr>
          <w:sz w:val="26"/>
          <w:szCs w:val="26"/>
        </w:rPr>
        <w:t xml:space="preserve">«Об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области» </w:t>
      </w:r>
      <w:r w:rsidRPr="007164F8">
        <w:rPr>
          <w:sz w:val="26"/>
          <w:szCs w:val="26"/>
        </w:rPr>
        <w:t>с учетом заключения о результатах общественных обсуждений, опубликованного в</w:t>
      </w:r>
      <w:r w:rsidR="00CD48AC">
        <w:rPr>
          <w:sz w:val="26"/>
          <w:szCs w:val="26"/>
        </w:rPr>
        <w:t xml:space="preserve"> газете «Сельская новь» от </w:t>
      </w:r>
      <w:r w:rsidRPr="007164F8">
        <w:rPr>
          <w:sz w:val="26"/>
          <w:szCs w:val="26"/>
        </w:rPr>
        <w:t xml:space="preserve">    №  (    ) и размещенного на официальном сайте Череповецкого муниципального района в информационно-телекоммуникационной сети «Интернет»</w:t>
      </w:r>
    </w:p>
    <w:p w:rsidR="003C67A2" w:rsidRPr="00F163F4" w:rsidRDefault="003C67A2" w:rsidP="007164F8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2034B7">
        <w:rPr>
          <w:sz w:val="26"/>
          <w:szCs w:val="26"/>
        </w:rPr>
        <w:t>0108007:22</w:t>
      </w:r>
      <w:r w:rsidR="002E475E">
        <w:rPr>
          <w:sz w:val="26"/>
          <w:szCs w:val="26"/>
        </w:rPr>
        <w:t>5</w:t>
      </w:r>
      <w:bookmarkStart w:id="0" w:name="_GoBack"/>
      <w:bookmarkEnd w:id="0"/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2034B7">
        <w:rPr>
          <w:sz w:val="26"/>
          <w:szCs w:val="26"/>
        </w:rPr>
        <w:t>3000</w:t>
      </w:r>
      <w:r w:rsidR="00097E94" w:rsidRPr="00F163F4">
        <w:rPr>
          <w:sz w:val="26"/>
          <w:szCs w:val="26"/>
        </w:rPr>
        <w:t xml:space="preserve"> кв.</w:t>
      </w:r>
      <w:r w:rsidR="008633D1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</w:t>
      </w:r>
      <w:r w:rsidR="008633D1">
        <w:rPr>
          <w:sz w:val="26"/>
          <w:szCs w:val="26"/>
        </w:rPr>
        <w:t xml:space="preserve">Череповецкий муниципальный район, сельское поселение Воскресенское, д. </w:t>
      </w:r>
      <w:r w:rsidR="002034B7">
        <w:rPr>
          <w:sz w:val="26"/>
          <w:szCs w:val="26"/>
        </w:rPr>
        <w:t>Фролово</w:t>
      </w:r>
      <w:r w:rsidR="008633D1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 xml:space="preserve">ведение </w:t>
      </w:r>
      <w:r w:rsidR="008633D1">
        <w:rPr>
          <w:sz w:val="26"/>
          <w:szCs w:val="26"/>
        </w:rPr>
        <w:t>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4B7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475E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C67A2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65D8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4F8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33D1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37EFF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D48AC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319B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35D8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3C67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3C6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F6306-C98C-43EC-9945-F21AE890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70</cp:revision>
  <cp:lastPrinted>2025-01-14T14:05:00Z</cp:lastPrinted>
  <dcterms:created xsi:type="dcterms:W3CDTF">2017-07-24T12:09:00Z</dcterms:created>
  <dcterms:modified xsi:type="dcterms:W3CDTF">2025-01-14T14:05:00Z</dcterms:modified>
</cp:coreProperties>
</file>