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66C9" w:rsidRPr="000F20C8" w:rsidRDefault="00B3098E" w:rsidP="009F03D3">
      <w:pPr>
        <w:jc w:val="right"/>
        <w:rPr>
          <w:sz w:val="26"/>
          <w:szCs w:val="26"/>
        </w:rPr>
      </w:pPr>
      <w:r w:rsidRPr="000F20C8">
        <w:rPr>
          <w:sz w:val="26"/>
          <w:szCs w:val="26"/>
        </w:rPr>
        <w:t xml:space="preserve"> </w:t>
      </w:r>
      <w:r w:rsidR="009F03D3" w:rsidRPr="000F20C8">
        <w:rPr>
          <w:sz w:val="26"/>
          <w:szCs w:val="26"/>
        </w:rPr>
        <w:t xml:space="preserve">Проект </w:t>
      </w:r>
    </w:p>
    <w:p w:rsidR="000B773D" w:rsidRPr="000F20C8" w:rsidRDefault="000B773D" w:rsidP="000B773D">
      <w:pPr>
        <w:jc w:val="center"/>
        <w:rPr>
          <w:sz w:val="26"/>
          <w:szCs w:val="26"/>
        </w:rPr>
      </w:pPr>
      <w:r w:rsidRPr="000F20C8">
        <w:rPr>
          <w:sz w:val="26"/>
          <w:szCs w:val="26"/>
        </w:rPr>
        <w:t>АДМИНИСТРАЦИЯ  ЧЕРЕПОВЕЦКОГО МУНИЦИПАЛЬНОГО РАЙОНА</w:t>
      </w:r>
    </w:p>
    <w:p w:rsidR="000B773D" w:rsidRPr="000F20C8" w:rsidRDefault="000B773D" w:rsidP="000B773D">
      <w:pPr>
        <w:jc w:val="center"/>
        <w:rPr>
          <w:sz w:val="26"/>
          <w:szCs w:val="26"/>
        </w:rPr>
      </w:pPr>
    </w:p>
    <w:p w:rsidR="000B773D" w:rsidRPr="000F20C8" w:rsidRDefault="000B773D" w:rsidP="000B773D">
      <w:pPr>
        <w:jc w:val="center"/>
        <w:rPr>
          <w:sz w:val="26"/>
          <w:szCs w:val="26"/>
        </w:rPr>
      </w:pPr>
      <w:r w:rsidRPr="000F20C8">
        <w:rPr>
          <w:sz w:val="26"/>
          <w:szCs w:val="26"/>
        </w:rPr>
        <w:t xml:space="preserve">ПЕРВЫЙ ЗАМЕСТИТЕЛЬ </w:t>
      </w:r>
    </w:p>
    <w:p w:rsidR="000B773D" w:rsidRPr="000F20C8" w:rsidRDefault="000B773D" w:rsidP="000B773D">
      <w:pPr>
        <w:jc w:val="center"/>
        <w:rPr>
          <w:sz w:val="26"/>
          <w:szCs w:val="26"/>
        </w:rPr>
      </w:pPr>
      <w:r w:rsidRPr="000F20C8">
        <w:rPr>
          <w:sz w:val="26"/>
          <w:szCs w:val="26"/>
        </w:rPr>
        <w:t>РУКОВОДИТЕЛЯ АДМИНИСТРАЦИИ РАЙОНА</w:t>
      </w:r>
    </w:p>
    <w:p w:rsidR="000B773D" w:rsidRPr="000F20C8" w:rsidRDefault="000B773D" w:rsidP="000B773D">
      <w:pPr>
        <w:jc w:val="center"/>
        <w:rPr>
          <w:sz w:val="26"/>
          <w:szCs w:val="26"/>
        </w:rPr>
      </w:pPr>
    </w:p>
    <w:p w:rsidR="000B773D" w:rsidRPr="000F20C8" w:rsidRDefault="000B773D" w:rsidP="000B773D">
      <w:pPr>
        <w:jc w:val="center"/>
        <w:rPr>
          <w:b/>
          <w:sz w:val="26"/>
          <w:szCs w:val="26"/>
        </w:rPr>
      </w:pPr>
      <w:r w:rsidRPr="000F20C8">
        <w:rPr>
          <w:b/>
          <w:sz w:val="26"/>
          <w:szCs w:val="26"/>
        </w:rPr>
        <w:t>Р А С П О Р Я Ж Е Н И Е</w:t>
      </w:r>
    </w:p>
    <w:p w:rsidR="00423A16" w:rsidRPr="000F20C8" w:rsidRDefault="00423A16" w:rsidP="00423A16">
      <w:pPr>
        <w:jc w:val="center"/>
        <w:rPr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D7433E" w:rsidRPr="000F20C8" w:rsidTr="001E1814">
        <w:tc>
          <w:tcPr>
            <w:tcW w:w="5096" w:type="dxa"/>
          </w:tcPr>
          <w:p w:rsidR="00D7433E" w:rsidRPr="000F20C8" w:rsidRDefault="00D7433E" w:rsidP="00C000D7">
            <w:pPr>
              <w:jc w:val="both"/>
              <w:rPr>
                <w:sz w:val="26"/>
                <w:szCs w:val="26"/>
              </w:rPr>
            </w:pPr>
            <w:r w:rsidRPr="000F20C8">
              <w:rPr>
                <w:sz w:val="26"/>
                <w:szCs w:val="26"/>
              </w:rPr>
              <w:t xml:space="preserve">от </w:t>
            </w:r>
          </w:p>
        </w:tc>
        <w:tc>
          <w:tcPr>
            <w:tcW w:w="5096" w:type="dxa"/>
          </w:tcPr>
          <w:p w:rsidR="00D7433E" w:rsidRPr="000F20C8" w:rsidRDefault="00D7433E" w:rsidP="00C000D7">
            <w:pPr>
              <w:jc w:val="both"/>
              <w:rPr>
                <w:sz w:val="26"/>
                <w:szCs w:val="26"/>
              </w:rPr>
            </w:pPr>
            <w:r w:rsidRPr="000F20C8">
              <w:rPr>
                <w:sz w:val="26"/>
                <w:szCs w:val="26"/>
              </w:rPr>
              <w:t xml:space="preserve">                                                       №</w:t>
            </w:r>
            <w:r w:rsidR="00C000D7" w:rsidRPr="000F20C8">
              <w:rPr>
                <w:sz w:val="26"/>
                <w:szCs w:val="26"/>
              </w:rPr>
              <w:t xml:space="preserve"> </w:t>
            </w:r>
          </w:p>
        </w:tc>
      </w:tr>
    </w:tbl>
    <w:p w:rsidR="00423A16" w:rsidRPr="000F20C8" w:rsidRDefault="00423A16" w:rsidP="00BE1FA8">
      <w:pPr>
        <w:jc w:val="center"/>
        <w:rPr>
          <w:sz w:val="26"/>
          <w:szCs w:val="26"/>
        </w:rPr>
      </w:pPr>
      <w:r w:rsidRPr="000F20C8">
        <w:rPr>
          <w:sz w:val="26"/>
          <w:szCs w:val="26"/>
        </w:rPr>
        <w:t>г. Череповец</w:t>
      </w:r>
    </w:p>
    <w:p w:rsidR="009F7C83" w:rsidRPr="000F20C8" w:rsidRDefault="009F7C83" w:rsidP="00C84E4E">
      <w:pPr>
        <w:rPr>
          <w:sz w:val="26"/>
          <w:szCs w:val="26"/>
        </w:rPr>
      </w:pPr>
    </w:p>
    <w:p w:rsidR="00E31E83" w:rsidRPr="00F163F4" w:rsidRDefault="00423A16" w:rsidP="00BA2387">
      <w:pPr>
        <w:jc w:val="center"/>
        <w:rPr>
          <w:b/>
          <w:sz w:val="26"/>
          <w:szCs w:val="26"/>
        </w:rPr>
      </w:pPr>
      <w:r w:rsidRPr="00F163F4">
        <w:rPr>
          <w:b/>
          <w:sz w:val="26"/>
          <w:szCs w:val="26"/>
        </w:rPr>
        <w:t xml:space="preserve">О </w:t>
      </w:r>
      <w:r w:rsidR="00C000D7" w:rsidRPr="00F163F4">
        <w:rPr>
          <w:b/>
          <w:sz w:val="26"/>
          <w:szCs w:val="26"/>
        </w:rPr>
        <w:t>предоставлени</w:t>
      </w:r>
      <w:r w:rsidR="00CA520E" w:rsidRPr="00F163F4">
        <w:rPr>
          <w:b/>
          <w:sz w:val="26"/>
          <w:szCs w:val="26"/>
        </w:rPr>
        <w:t>и</w:t>
      </w:r>
      <w:r w:rsidR="00C000D7" w:rsidRPr="00F163F4">
        <w:rPr>
          <w:b/>
          <w:sz w:val="26"/>
          <w:szCs w:val="26"/>
        </w:rPr>
        <w:t xml:space="preserve"> разрешения </w:t>
      </w:r>
      <w:r w:rsidR="002940BA" w:rsidRPr="00F163F4">
        <w:rPr>
          <w:b/>
          <w:sz w:val="26"/>
          <w:szCs w:val="26"/>
        </w:rPr>
        <w:t>на условно</w:t>
      </w:r>
      <w:r w:rsidR="006544A0" w:rsidRPr="00F163F4">
        <w:rPr>
          <w:b/>
          <w:sz w:val="26"/>
          <w:szCs w:val="26"/>
        </w:rPr>
        <w:t xml:space="preserve"> </w:t>
      </w:r>
      <w:r w:rsidR="002940BA" w:rsidRPr="00F163F4">
        <w:rPr>
          <w:b/>
          <w:sz w:val="26"/>
          <w:szCs w:val="26"/>
        </w:rPr>
        <w:t xml:space="preserve">разрешенный вид </w:t>
      </w:r>
    </w:p>
    <w:p w:rsidR="00BA2387" w:rsidRPr="00F163F4" w:rsidRDefault="002940BA" w:rsidP="00BA2387">
      <w:pPr>
        <w:jc w:val="center"/>
        <w:rPr>
          <w:b/>
          <w:sz w:val="26"/>
          <w:szCs w:val="26"/>
        </w:rPr>
      </w:pPr>
      <w:r w:rsidRPr="00F163F4">
        <w:rPr>
          <w:b/>
          <w:sz w:val="26"/>
          <w:szCs w:val="26"/>
        </w:rPr>
        <w:t>использования земельного участка</w:t>
      </w:r>
    </w:p>
    <w:p w:rsidR="003622E8" w:rsidRPr="00F163F4" w:rsidRDefault="003622E8" w:rsidP="009E1623">
      <w:pPr>
        <w:jc w:val="both"/>
        <w:rPr>
          <w:sz w:val="26"/>
          <w:szCs w:val="26"/>
        </w:rPr>
      </w:pPr>
    </w:p>
    <w:p w:rsidR="003622E8" w:rsidRPr="00F163F4" w:rsidRDefault="00D1137D" w:rsidP="000B773D">
      <w:pPr>
        <w:tabs>
          <w:tab w:val="left" w:pos="709"/>
          <w:tab w:val="left" w:pos="851"/>
        </w:tabs>
        <w:ind w:firstLine="709"/>
        <w:jc w:val="both"/>
        <w:rPr>
          <w:sz w:val="26"/>
          <w:szCs w:val="26"/>
        </w:rPr>
      </w:pPr>
      <w:r w:rsidRPr="00F163F4">
        <w:rPr>
          <w:sz w:val="26"/>
          <w:szCs w:val="26"/>
        </w:rPr>
        <w:t>В соответствии со с</w:t>
      </w:r>
      <w:r w:rsidR="0039466B" w:rsidRPr="00F163F4">
        <w:rPr>
          <w:sz w:val="26"/>
          <w:szCs w:val="26"/>
        </w:rPr>
        <w:t>татьей</w:t>
      </w:r>
      <w:r w:rsidRPr="00F163F4">
        <w:rPr>
          <w:sz w:val="26"/>
          <w:szCs w:val="26"/>
        </w:rPr>
        <w:t xml:space="preserve"> 39 Градостроительного кодекса Российской Федерации», Федеральным законом от 06.10.2003 №</w:t>
      </w:r>
      <w:r w:rsidR="000E7537" w:rsidRPr="00F163F4">
        <w:rPr>
          <w:sz w:val="26"/>
          <w:szCs w:val="26"/>
        </w:rPr>
        <w:t xml:space="preserve"> </w:t>
      </w:r>
      <w:r w:rsidRPr="00F163F4">
        <w:rPr>
          <w:sz w:val="26"/>
          <w:szCs w:val="26"/>
        </w:rPr>
        <w:t xml:space="preserve">131-ФЗ «Об общих принципах организации местного самоуправления в Российской Федерации», </w:t>
      </w:r>
      <w:r w:rsidR="00F163F4" w:rsidRPr="00F163F4">
        <w:rPr>
          <w:sz w:val="26"/>
          <w:szCs w:val="26"/>
        </w:rPr>
        <w:t>на основании постановления Правите</w:t>
      </w:r>
      <w:r w:rsidR="004E70C3">
        <w:rPr>
          <w:sz w:val="26"/>
          <w:szCs w:val="26"/>
        </w:rPr>
        <w:t xml:space="preserve">льства Вологодской области от </w:t>
      </w:r>
      <w:r w:rsidR="008663BE">
        <w:rPr>
          <w:sz w:val="26"/>
          <w:szCs w:val="26"/>
        </w:rPr>
        <w:t>18.12.2023</w:t>
      </w:r>
      <w:r w:rsidR="004E70C3">
        <w:rPr>
          <w:sz w:val="26"/>
          <w:szCs w:val="26"/>
        </w:rPr>
        <w:t xml:space="preserve"> № </w:t>
      </w:r>
      <w:r w:rsidR="008663BE">
        <w:rPr>
          <w:sz w:val="26"/>
          <w:szCs w:val="26"/>
        </w:rPr>
        <w:t>1343</w:t>
      </w:r>
      <w:r w:rsidR="00F163F4" w:rsidRPr="00F163F4">
        <w:rPr>
          <w:sz w:val="26"/>
          <w:szCs w:val="26"/>
        </w:rPr>
        <w:t xml:space="preserve"> «О внесении изменений в постановл</w:t>
      </w:r>
      <w:r w:rsidR="004E70C3">
        <w:rPr>
          <w:sz w:val="26"/>
          <w:szCs w:val="26"/>
        </w:rPr>
        <w:t xml:space="preserve">ение Правительства области от </w:t>
      </w:r>
      <w:r w:rsidR="008663BE">
        <w:rPr>
          <w:sz w:val="26"/>
          <w:szCs w:val="26"/>
        </w:rPr>
        <w:t>30</w:t>
      </w:r>
      <w:r w:rsidR="004E70C3">
        <w:rPr>
          <w:sz w:val="26"/>
          <w:szCs w:val="26"/>
        </w:rPr>
        <w:t xml:space="preserve"> </w:t>
      </w:r>
      <w:r w:rsidR="00561337">
        <w:rPr>
          <w:sz w:val="26"/>
          <w:szCs w:val="26"/>
        </w:rPr>
        <w:t xml:space="preserve">августа 2021 </w:t>
      </w:r>
      <w:r w:rsidR="00F163F4" w:rsidRPr="00F163F4">
        <w:rPr>
          <w:sz w:val="26"/>
          <w:szCs w:val="26"/>
        </w:rPr>
        <w:t xml:space="preserve">года № </w:t>
      </w:r>
      <w:r w:rsidR="008663BE">
        <w:rPr>
          <w:sz w:val="26"/>
          <w:szCs w:val="26"/>
        </w:rPr>
        <w:t>1015</w:t>
      </w:r>
      <w:r w:rsidR="00F163F4" w:rsidRPr="00F163F4">
        <w:rPr>
          <w:sz w:val="26"/>
          <w:szCs w:val="26"/>
        </w:rPr>
        <w:t>»</w:t>
      </w:r>
      <w:r w:rsidR="00AE0A91" w:rsidRPr="00F163F4">
        <w:rPr>
          <w:sz w:val="26"/>
          <w:szCs w:val="26"/>
        </w:rPr>
        <w:t>,</w:t>
      </w:r>
      <w:r w:rsidR="00B947E2" w:rsidRPr="00F163F4">
        <w:rPr>
          <w:sz w:val="26"/>
          <w:szCs w:val="26"/>
        </w:rPr>
        <w:t xml:space="preserve"> </w:t>
      </w:r>
      <w:r w:rsidR="007B334B" w:rsidRPr="00F163F4">
        <w:rPr>
          <w:sz w:val="26"/>
          <w:szCs w:val="26"/>
        </w:rPr>
        <w:t>с учетом заключения о</w:t>
      </w:r>
      <w:r w:rsidR="00ED2228" w:rsidRPr="00F163F4">
        <w:rPr>
          <w:sz w:val="26"/>
          <w:szCs w:val="26"/>
        </w:rPr>
        <w:t xml:space="preserve"> результатах </w:t>
      </w:r>
      <w:r w:rsidR="00B735C4" w:rsidRPr="00F163F4">
        <w:rPr>
          <w:sz w:val="26"/>
          <w:szCs w:val="26"/>
        </w:rPr>
        <w:t>общественных обсуждений</w:t>
      </w:r>
      <w:r w:rsidR="00C9077C" w:rsidRPr="00F163F4">
        <w:rPr>
          <w:sz w:val="26"/>
          <w:szCs w:val="26"/>
        </w:rPr>
        <w:t>,</w:t>
      </w:r>
      <w:r w:rsidR="007B334B" w:rsidRPr="00F163F4">
        <w:rPr>
          <w:sz w:val="26"/>
          <w:szCs w:val="26"/>
        </w:rPr>
        <w:t xml:space="preserve"> опубликованн</w:t>
      </w:r>
      <w:r w:rsidR="00104697" w:rsidRPr="00F163F4">
        <w:rPr>
          <w:sz w:val="26"/>
          <w:szCs w:val="26"/>
        </w:rPr>
        <w:t>ого</w:t>
      </w:r>
      <w:r w:rsidR="007B334B" w:rsidRPr="00F163F4">
        <w:rPr>
          <w:sz w:val="26"/>
          <w:szCs w:val="26"/>
        </w:rPr>
        <w:t xml:space="preserve"> в газете «Сельская новь» </w:t>
      </w:r>
      <w:r w:rsidR="00A13A84" w:rsidRPr="00A13A84">
        <w:rPr>
          <w:sz w:val="26"/>
          <w:szCs w:val="26"/>
        </w:rPr>
        <w:t xml:space="preserve">от </w:t>
      </w:r>
      <w:r w:rsidR="00E6315E">
        <w:rPr>
          <w:sz w:val="26"/>
          <w:szCs w:val="26"/>
        </w:rPr>
        <w:t>______</w:t>
      </w:r>
      <w:r w:rsidR="00A13A84" w:rsidRPr="00A13A84">
        <w:rPr>
          <w:sz w:val="26"/>
          <w:szCs w:val="26"/>
        </w:rPr>
        <w:t xml:space="preserve"> № </w:t>
      </w:r>
      <w:r w:rsidR="00E6315E">
        <w:rPr>
          <w:sz w:val="26"/>
          <w:szCs w:val="26"/>
        </w:rPr>
        <w:t>______</w:t>
      </w:r>
      <w:r w:rsidR="00A13A84" w:rsidRPr="00A13A84">
        <w:rPr>
          <w:sz w:val="26"/>
          <w:szCs w:val="26"/>
        </w:rPr>
        <w:t xml:space="preserve"> </w:t>
      </w:r>
      <w:r w:rsidR="007B334B" w:rsidRPr="00F163F4">
        <w:rPr>
          <w:sz w:val="26"/>
          <w:szCs w:val="26"/>
        </w:rPr>
        <w:t>и размещенн</w:t>
      </w:r>
      <w:r w:rsidR="00104697" w:rsidRPr="00F163F4">
        <w:rPr>
          <w:sz w:val="26"/>
          <w:szCs w:val="26"/>
        </w:rPr>
        <w:t>ого</w:t>
      </w:r>
      <w:r w:rsidR="007B334B" w:rsidRPr="00F163F4">
        <w:rPr>
          <w:sz w:val="26"/>
          <w:szCs w:val="26"/>
        </w:rPr>
        <w:t xml:space="preserve"> на официальном сайте Череповецкого муниципального района</w:t>
      </w:r>
      <w:r w:rsidR="00525AC3" w:rsidRPr="00F163F4">
        <w:rPr>
          <w:sz w:val="26"/>
          <w:szCs w:val="26"/>
        </w:rPr>
        <w:t xml:space="preserve"> в информационно-телекоммуникационной сети </w:t>
      </w:r>
      <w:r w:rsidR="00986AFC" w:rsidRPr="00F163F4">
        <w:rPr>
          <w:sz w:val="26"/>
          <w:szCs w:val="26"/>
        </w:rPr>
        <w:t>«</w:t>
      </w:r>
      <w:r w:rsidR="00525AC3" w:rsidRPr="00F163F4">
        <w:rPr>
          <w:sz w:val="26"/>
          <w:szCs w:val="26"/>
        </w:rPr>
        <w:t>Интернет</w:t>
      </w:r>
      <w:r w:rsidR="00986AFC" w:rsidRPr="00F163F4">
        <w:rPr>
          <w:sz w:val="26"/>
          <w:szCs w:val="26"/>
        </w:rPr>
        <w:t>»</w:t>
      </w:r>
    </w:p>
    <w:p w:rsidR="00E31E83" w:rsidRPr="00F163F4" w:rsidRDefault="00E31E83" w:rsidP="000B773D">
      <w:pPr>
        <w:tabs>
          <w:tab w:val="left" w:pos="709"/>
          <w:tab w:val="left" w:pos="851"/>
        </w:tabs>
        <w:ind w:firstLine="709"/>
        <w:jc w:val="both"/>
        <w:rPr>
          <w:b/>
          <w:sz w:val="26"/>
          <w:szCs w:val="26"/>
        </w:rPr>
      </w:pPr>
    </w:p>
    <w:p w:rsidR="007D5782" w:rsidRPr="007D5782" w:rsidRDefault="000F20C8" w:rsidP="008C1EC9">
      <w:pPr>
        <w:pStyle w:val="a3"/>
        <w:numPr>
          <w:ilvl w:val="0"/>
          <w:numId w:val="4"/>
        </w:numPr>
        <w:tabs>
          <w:tab w:val="left" w:pos="0"/>
          <w:tab w:val="left" w:pos="284"/>
        </w:tabs>
        <w:ind w:left="0" w:firstLine="284"/>
        <w:jc w:val="both"/>
        <w:rPr>
          <w:sz w:val="26"/>
          <w:szCs w:val="26"/>
        </w:rPr>
      </w:pPr>
      <w:r w:rsidRPr="007D5782">
        <w:rPr>
          <w:sz w:val="26"/>
          <w:szCs w:val="26"/>
        </w:rPr>
        <w:t>Предоставить разрешение на условно разрешенный вид использования</w:t>
      </w:r>
      <w:r w:rsidR="0016706E" w:rsidRPr="007D5782">
        <w:rPr>
          <w:sz w:val="26"/>
          <w:szCs w:val="26"/>
        </w:rPr>
        <w:t xml:space="preserve"> земельного участка с када</w:t>
      </w:r>
      <w:r w:rsidR="00271DAB" w:rsidRPr="007D5782">
        <w:rPr>
          <w:sz w:val="26"/>
          <w:szCs w:val="26"/>
        </w:rPr>
        <w:t xml:space="preserve">стровым номером </w:t>
      </w:r>
      <w:hyperlink r:id="rId6" w:tgtFrame="_blank" w:history="1">
        <w:r w:rsidR="007D5782" w:rsidRPr="007D5782">
          <w:rPr>
            <w:sz w:val="26"/>
            <w:szCs w:val="26"/>
          </w:rPr>
          <w:t>35:22:</w:t>
        </w:r>
      </w:hyperlink>
      <w:r w:rsidR="007D5782" w:rsidRPr="007D5782">
        <w:rPr>
          <w:sz w:val="26"/>
          <w:szCs w:val="26"/>
        </w:rPr>
        <w:t xml:space="preserve">0303022:405 общей площадью 400 кв. м, местоположением: Вологодская область, Череповецкий район, сельское поселение </w:t>
      </w:r>
      <w:proofErr w:type="spellStart"/>
      <w:r w:rsidR="007D5782" w:rsidRPr="007D5782">
        <w:rPr>
          <w:sz w:val="26"/>
          <w:szCs w:val="26"/>
        </w:rPr>
        <w:t>Югское</w:t>
      </w:r>
      <w:proofErr w:type="spellEnd"/>
      <w:r w:rsidR="007D5782" w:rsidRPr="007D5782">
        <w:rPr>
          <w:sz w:val="26"/>
          <w:szCs w:val="26"/>
        </w:rPr>
        <w:t xml:space="preserve">, д. </w:t>
      </w:r>
      <w:proofErr w:type="spellStart"/>
      <w:r w:rsidR="007D5782" w:rsidRPr="007D5782">
        <w:rPr>
          <w:sz w:val="26"/>
          <w:szCs w:val="26"/>
        </w:rPr>
        <w:t>Сурково</w:t>
      </w:r>
      <w:proofErr w:type="spellEnd"/>
      <w:r w:rsidR="007D5782" w:rsidRPr="007D5782">
        <w:rPr>
          <w:sz w:val="26"/>
          <w:szCs w:val="26"/>
        </w:rPr>
        <w:t>, на вид «Амбулаторно-поликлиническое обслуживание».</w:t>
      </w:r>
      <w:r w:rsidR="007D5782" w:rsidRPr="00EE3855">
        <w:t xml:space="preserve">                       </w:t>
      </w:r>
      <w:bookmarkStart w:id="0" w:name="_GoBack"/>
      <w:bookmarkEnd w:id="0"/>
    </w:p>
    <w:p w:rsidR="00FC5FDD" w:rsidRPr="007D5782" w:rsidRDefault="00E6315E" w:rsidP="008C1EC9">
      <w:pPr>
        <w:pStyle w:val="a3"/>
        <w:numPr>
          <w:ilvl w:val="0"/>
          <w:numId w:val="4"/>
        </w:numPr>
        <w:tabs>
          <w:tab w:val="left" w:pos="0"/>
          <w:tab w:val="left" w:pos="284"/>
        </w:tabs>
        <w:ind w:left="0" w:firstLine="284"/>
        <w:jc w:val="both"/>
        <w:rPr>
          <w:sz w:val="26"/>
          <w:szCs w:val="26"/>
        </w:rPr>
      </w:pPr>
      <w:r w:rsidRPr="00EE3855">
        <w:t xml:space="preserve"> </w:t>
      </w:r>
      <w:r w:rsidR="00274A83" w:rsidRPr="007D5782">
        <w:rPr>
          <w:sz w:val="26"/>
          <w:szCs w:val="26"/>
        </w:rPr>
        <w:t>Оп</w:t>
      </w:r>
      <w:r w:rsidR="00A67C0E" w:rsidRPr="007D5782">
        <w:rPr>
          <w:sz w:val="26"/>
          <w:szCs w:val="26"/>
        </w:rPr>
        <w:t xml:space="preserve">убликовать настоящее </w:t>
      </w:r>
      <w:r w:rsidR="000B773D" w:rsidRPr="007D5782">
        <w:rPr>
          <w:sz w:val="26"/>
          <w:szCs w:val="26"/>
        </w:rPr>
        <w:t>распоряжение</w:t>
      </w:r>
      <w:r w:rsidR="00A67C0E" w:rsidRPr="007D5782">
        <w:rPr>
          <w:sz w:val="26"/>
          <w:szCs w:val="26"/>
        </w:rPr>
        <w:t xml:space="preserve"> в газете «Сельская новь» </w:t>
      </w:r>
      <w:r w:rsidR="009727EE" w:rsidRPr="007D5782">
        <w:rPr>
          <w:sz w:val="26"/>
          <w:szCs w:val="26"/>
        </w:rPr>
        <w:t>и</w:t>
      </w:r>
      <w:r w:rsidR="006172AC" w:rsidRPr="007D5782">
        <w:rPr>
          <w:sz w:val="26"/>
          <w:szCs w:val="26"/>
        </w:rPr>
        <w:t xml:space="preserve"> </w:t>
      </w:r>
      <w:r w:rsidR="00A67C0E" w:rsidRPr="007D5782">
        <w:rPr>
          <w:sz w:val="26"/>
          <w:szCs w:val="26"/>
        </w:rPr>
        <w:t>разместить</w:t>
      </w:r>
      <w:r w:rsidR="00176729" w:rsidRPr="007D5782">
        <w:rPr>
          <w:sz w:val="26"/>
          <w:szCs w:val="26"/>
        </w:rPr>
        <w:t xml:space="preserve"> на официальном </w:t>
      </w:r>
      <w:r w:rsidR="00A67C0E" w:rsidRPr="007D5782">
        <w:rPr>
          <w:sz w:val="26"/>
          <w:szCs w:val="26"/>
        </w:rPr>
        <w:t xml:space="preserve">сайте Череповецкого муниципального района в информационно-телекоммуникационной сети </w:t>
      </w:r>
      <w:r w:rsidR="00986AFC" w:rsidRPr="007D5782">
        <w:rPr>
          <w:sz w:val="26"/>
          <w:szCs w:val="26"/>
        </w:rPr>
        <w:t>«</w:t>
      </w:r>
      <w:r w:rsidR="00A67C0E" w:rsidRPr="007D5782">
        <w:rPr>
          <w:sz w:val="26"/>
          <w:szCs w:val="26"/>
        </w:rPr>
        <w:t>Интернет</w:t>
      </w:r>
      <w:r w:rsidR="00986AFC" w:rsidRPr="007D5782">
        <w:rPr>
          <w:sz w:val="26"/>
          <w:szCs w:val="26"/>
        </w:rPr>
        <w:t>»</w:t>
      </w:r>
      <w:r w:rsidR="00A67C0E" w:rsidRPr="007D5782">
        <w:rPr>
          <w:sz w:val="26"/>
          <w:szCs w:val="26"/>
        </w:rPr>
        <w:t>.</w:t>
      </w:r>
    </w:p>
    <w:p w:rsidR="00D66A2E" w:rsidRPr="0016706E" w:rsidRDefault="00D66A2E" w:rsidP="007168AB">
      <w:pPr>
        <w:pStyle w:val="a3"/>
        <w:ind w:left="0" w:firstLine="709"/>
        <w:jc w:val="both"/>
        <w:rPr>
          <w:sz w:val="28"/>
          <w:szCs w:val="28"/>
        </w:rPr>
      </w:pPr>
    </w:p>
    <w:p w:rsidR="003C1FEA" w:rsidRPr="00F163F4" w:rsidRDefault="003C1FEA" w:rsidP="00B25847">
      <w:pPr>
        <w:pStyle w:val="a3"/>
        <w:jc w:val="both"/>
        <w:rPr>
          <w:sz w:val="26"/>
          <w:szCs w:val="26"/>
        </w:rPr>
      </w:pPr>
    </w:p>
    <w:p w:rsidR="000F20C8" w:rsidRPr="00F163F4" w:rsidRDefault="000F20C8" w:rsidP="00B25847">
      <w:pPr>
        <w:pStyle w:val="a3"/>
        <w:jc w:val="both"/>
        <w:rPr>
          <w:sz w:val="26"/>
          <w:szCs w:val="26"/>
        </w:rPr>
      </w:pPr>
    </w:p>
    <w:p w:rsidR="000B773D" w:rsidRPr="00F163F4" w:rsidRDefault="00F163F4" w:rsidP="000B773D">
      <w:pPr>
        <w:rPr>
          <w:sz w:val="26"/>
          <w:szCs w:val="26"/>
        </w:rPr>
      </w:pPr>
      <w:r w:rsidRPr="00F163F4">
        <w:rPr>
          <w:sz w:val="26"/>
          <w:szCs w:val="26"/>
        </w:rPr>
        <w:t>Первый заместитель</w:t>
      </w:r>
      <w:r w:rsidR="000F20C8" w:rsidRPr="00F163F4">
        <w:rPr>
          <w:sz w:val="26"/>
          <w:szCs w:val="26"/>
        </w:rPr>
        <w:t xml:space="preserve">       </w:t>
      </w:r>
    </w:p>
    <w:p w:rsidR="000B773D" w:rsidRPr="00F163F4" w:rsidRDefault="000B773D" w:rsidP="000B773D">
      <w:pPr>
        <w:rPr>
          <w:sz w:val="26"/>
          <w:szCs w:val="26"/>
        </w:rPr>
      </w:pPr>
      <w:r w:rsidRPr="00F163F4">
        <w:rPr>
          <w:sz w:val="26"/>
          <w:szCs w:val="26"/>
        </w:rPr>
        <w:t xml:space="preserve">руководителя администрации района                         </w:t>
      </w:r>
      <w:r w:rsidR="000F20C8" w:rsidRPr="00F163F4">
        <w:rPr>
          <w:sz w:val="26"/>
          <w:szCs w:val="26"/>
        </w:rPr>
        <w:t xml:space="preserve">          </w:t>
      </w:r>
      <w:r w:rsidR="00F163F4" w:rsidRPr="00F163F4">
        <w:rPr>
          <w:sz w:val="26"/>
          <w:szCs w:val="26"/>
        </w:rPr>
        <w:t xml:space="preserve">        П.Г. Крашенинников</w:t>
      </w:r>
    </w:p>
    <w:p w:rsidR="000B773D" w:rsidRPr="000F20C8" w:rsidRDefault="000B773D" w:rsidP="000B773D">
      <w:pPr>
        <w:rPr>
          <w:sz w:val="26"/>
          <w:szCs w:val="26"/>
        </w:rPr>
      </w:pPr>
    </w:p>
    <w:p w:rsidR="003C1FEA" w:rsidRPr="000F20C8" w:rsidRDefault="003C1FEA" w:rsidP="003C1FEA">
      <w:pPr>
        <w:jc w:val="both"/>
        <w:rPr>
          <w:sz w:val="26"/>
          <w:szCs w:val="26"/>
        </w:rPr>
      </w:pPr>
      <w:r w:rsidRPr="000F20C8">
        <w:rPr>
          <w:sz w:val="26"/>
          <w:szCs w:val="26"/>
        </w:rPr>
        <w:t xml:space="preserve">                                              </w:t>
      </w:r>
    </w:p>
    <w:p w:rsidR="007168AB" w:rsidRPr="000F20C8" w:rsidRDefault="007168AB" w:rsidP="00B25847">
      <w:pPr>
        <w:pStyle w:val="a3"/>
        <w:jc w:val="both"/>
        <w:rPr>
          <w:sz w:val="26"/>
          <w:szCs w:val="26"/>
        </w:rPr>
      </w:pPr>
    </w:p>
    <w:sectPr w:rsidR="007168AB" w:rsidRPr="000F20C8" w:rsidSect="001046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132B5C"/>
    <w:multiLevelType w:val="hybridMultilevel"/>
    <w:tmpl w:val="BF162FE6"/>
    <w:lvl w:ilvl="0" w:tplc="F768D1C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937866"/>
    <w:multiLevelType w:val="hybridMultilevel"/>
    <w:tmpl w:val="831A0EA6"/>
    <w:lvl w:ilvl="0" w:tplc="55A655E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418127BC"/>
    <w:multiLevelType w:val="hybridMultilevel"/>
    <w:tmpl w:val="BF162FE6"/>
    <w:lvl w:ilvl="0" w:tplc="F768D1C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0987A24"/>
    <w:multiLevelType w:val="hybridMultilevel"/>
    <w:tmpl w:val="831A0EA6"/>
    <w:lvl w:ilvl="0" w:tplc="55A655E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65181E74"/>
    <w:multiLevelType w:val="hybridMultilevel"/>
    <w:tmpl w:val="BF162FE6"/>
    <w:lvl w:ilvl="0" w:tplc="F768D1C0">
      <w:start w:val="1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751A2730"/>
    <w:multiLevelType w:val="hybridMultilevel"/>
    <w:tmpl w:val="400A286C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4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76C55"/>
    <w:rsid w:val="000020E6"/>
    <w:rsid w:val="0000336C"/>
    <w:rsid w:val="000035EF"/>
    <w:rsid w:val="00006418"/>
    <w:rsid w:val="00021631"/>
    <w:rsid w:val="000218ED"/>
    <w:rsid w:val="0002388C"/>
    <w:rsid w:val="000240A3"/>
    <w:rsid w:val="00041E0E"/>
    <w:rsid w:val="00047292"/>
    <w:rsid w:val="00056992"/>
    <w:rsid w:val="00060292"/>
    <w:rsid w:val="000614F1"/>
    <w:rsid w:val="00062169"/>
    <w:rsid w:val="00073978"/>
    <w:rsid w:val="00074A20"/>
    <w:rsid w:val="000800D5"/>
    <w:rsid w:val="00082253"/>
    <w:rsid w:val="00091BB4"/>
    <w:rsid w:val="000924AE"/>
    <w:rsid w:val="000947DD"/>
    <w:rsid w:val="00094A6C"/>
    <w:rsid w:val="000963E7"/>
    <w:rsid w:val="00097E94"/>
    <w:rsid w:val="000A3EAD"/>
    <w:rsid w:val="000A4DDC"/>
    <w:rsid w:val="000B5CD2"/>
    <w:rsid w:val="000B755C"/>
    <w:rsid w:val="000B773D"/>
    <w:rsid w:val="000C4945"/>
    <w:rsid w:val="000C7C0F"/>
    <w:rsid w:val="000D7A09"/>
    <w:rsid w:val="000E695E"/>
    <w:rsid w:val="000E7537"/>
    <w:rsid w:val="000F2026"/>
    <w:rsid w:val="000F20C8"/>
    <w:rsid w:val="000F5C14"/>
    <w:rsid w:val="000F63DF"/>
    <w:rsid w:val="00100B1F"/>
    <w:rsid w:val="00104697"/>
    <w:rsid w:val="0011031C"/>
    <w:rsid w:val="00117203"/>
    <w:rsid w:val="001230C1"/>
    <w:rsid w:val="00124C3E"/>
    <w:rsid w:val="001327CB"/>
    <w:rsid w:val="00132DEA"/>
    <w:rsid w:val="001364E4"/>
    <w:rsid w:val="00143645"/>
    <w:rsid w:val="00147B1D"/>
    <w:rsid w:val="001550BD"/>
    <w:rsid w:val="00164E48"/>
    <w:rsid w:val="00165294"/>
    <w:rsid w:val="00165BD9"/>
    <w:rsid w:val="0016706E"/>
    <w:rsid w:val="00176729"/>
    <w:rsid w:val="00181EAF"/>
    <w:rsid w:val="00190124"/>
    <w:rsid w:val="001907D7"/>
    <w:rsid w:val="00194606"/>
    <w:rsid w:val="001964C4"/>
    <w:rsid w:val="00196B95"/>
    <w:rsid w:val="00197BF4"/>
    <w:rsid w:val="001A017A"/>
    <w:rsid w:val="001A2338"/>
    <w:rsid w:val="001A63DC"/>
    <w:rsid w:val="001B1783"/>
    <w:rsid w:val="001B7DC3"/>
    <w:rsid w:val="001E0B89"/>
    <w:rsid w:val="001E1814"/>
    <w:rsid w:val="001E1D8D"/>
    <w:rsid w:val="001E3BA7"/>
    <w:rsid w:val="001E4A60"/>
    <w:rsid w:val="001F1265"/>
    <w:rsid w:val="001F7869"/>
    <w:rsid w:val="00203F9B"/>
    <w:rsid w:val="00213F2E"/>
    <w:rsid w:val="00215A3B"/>
    <w:rsid w:val="00216B79"/>
    <w:rsid w:val="00225756"/>
    <w:rsid w:val="002268AF"/>
    <w:rsid w:val="00241106"/>
    <w:rsid w:val="00271DAB"/>
    <w:rsid w:val="00273FDC"/>
    <w:rsid w:val="00274A83"/>
    <w:rsid w:val="00275B96"/>
    <w:rsid w:val="00275DF3"/>
    <w:rsid w:val="00280404"/>
    <w:rsid w:val="002843B0"/>
    <w:rsid w:val="0029236F"/>
    <w:rsid w:val="002940BA"/>
    <w:rsid w:val="002A6ACC"/>
    <w:rsid w:val="002C1488"/>
    <w:rsid w:val="002D3CFB"/>
    <w:rsid w:val="002E1230"/>
    <w:rsid w:val="002E3395"/>
    <w:rsid w:val="002E65BC"/>
    <w:rsid w:val="002E73B3"/>
    <w:rsid w:val="002F08ED"/>
    <w:rsid w:val="002F3BF5"/>
    <w:rsid w:val="003070E8"/>
    <w:rsid w:val="00314C85"/>
    <w:rsid w:val="0032049D"/>
    <w:rsid w:val="00324890"/>
    <w:rsid w:val="00326AC4"/>
    <w:rsid w:val="0033006C"/>
    <w:rsid w:val="00331E49"/>
    <w:rsid w:val="00352FC1"/>
    <w:rsid w:val="003622E8"/>
    <w:rsid w:val="003639AB"/>
    <w:rsid w:val="00372E12"/>
    <w:rsid w:val="003778AE"/>
    <w:rsid w:val="0038188E"/>
    <w:rsid w:val="00385066"/>
    <w:rsid w:val="003875D2"/>
    <w:rsid w:val="0039250E"/>
    <w:rsid w:val="0039466B"/>
    <w:rsid w:val="00394AF7"/>
    <w:rsid w:val="003A6B53"/>
    <w:rsid w:val="003B346C"/>
    <w:rsid w:val="003B49A7"/>
    <w:rsid w:val="003B768D"/>
    <w:rsid w:val="003C1FEA"/>
    <w:rsid w:val="003C414A"/>
    <w:rsid w:val="003D21AD"/>
    <w:rsid w:val="003E1DD6"/>
    <w:rsid w:val="003E2017"/>
    <w:rsid w:val="003E56F9"/>
    <w:rsid w:val="003E7AA6"/>
    <w:rsid w:val="003F4E90"/>
    <w:rsid w:val="003F743A"/>
    <w:rsid w:val="0040064A"/>
    <w:rsid w:val="0040344B"/>
    <w:rsid w:val="00412910"/>
    <w:rsid w:val="00417D58"/>
    <w:rsid w:val="00423A16"/>
    <w:rsid w:val="00423FD0"/>
    <w:rsid w:val="004256BE"/>
    <w:rsid w:val="0043552E"/>
    <w:rsid w:val="0043799C"/>
    <w:rsid w:val="00443009"/>
    <w:rsid w:val="00450284"/>
    <w:rsid w:val="00455E29"/>
    <w:rsid w:val="00457BB6"/>
    <w:rsid w:val="00461A96"/>
    <w:rsid w:val="00471A6D"/>
    <w:rsid w:val="004839B6"/>
    <w:rsid w:val="00487C61"/>
    <w:rsid w:val="004922D3"/>
    <w:rsid w:val="004A62AD"/>
    <w:rsid w:val="004A7D86"/>
    <w:rsid w:val="004C2ABB"/>
    <w:rsid w:val="004D1D59"/>
    <w:rsid w:val="004D6F0F"/>
    <w:rsid w:val="004E70C3"/>
    <w:rsid w:val="004F636B"/>
    <w:rsid w:val="005009C7"/>
    <w:rsid w:val="0050674A"/>
    <w:rsid w:val="00510E72"/>
    <w:rsid w:val="00511A32"/>
    <w:rsid w:val="005251C3"/>
    <w:rsid w:val="00525AC3"/>
    <w:rsid w:val="00535E58"/>
    <w:rsid w:val="0054354E"/>
    <w:rsid w:val="005449AE"/>
    <w:rsid w:val="0054578E"/>
    <w:rsid w:val="00545E7C"/>
    <w:rsid w:val="00561337"/>
    <w:rsid w:val="00565DA2"/>
    <w:rsid w:val="00573FB6"/>
    <w:rsid w:val="0058008D"/>
    <w:rsid w:val="005932B9"/>
    <w:rsid w:val="00595BE5"/>
    <w:rsid w:val="005A2636"/>
    <w:rsid w:val="005A354B"/>
    <w:rsid w:val="005B6D99"/>
    <w:rsid w:val="005C3E09"/>
    <w:rsid w:val="005D5F27"/>
    <w:rsid w:val="005E268F"/>
    <w:rsid w:val="005E315C"/>
    <w:rsid w:val="005E53FB"/>
    <w:rsid w:val="005F4477"/>
    <w:rsid w:val="005F7A34"/>
    <w:rsid w:val="00607DEE"/>
    <w:rsid w:val="00612009"/>
    <w:rsid w:val="00612660"/>
    <w:rsid w:val="0061347A"/>
    <w:rsid w:val="006172AC"/>
    <w:rsid w:val="00624A61"/>
    <w:rsid w:val="00631BED"/>
    <w:rsid w:val="00643C69"/>
    <w:rsid w:val="006447E6"/>
    <w:rsid w:val="006544A0"/>
    <w:rsid w:val="00660034"/>
    <w:rsid w:val="0066714C"/>
    <w:rsid w:val="006768F9"/>
    <w:rsid w:val="00682A17"/>
    <w:rsid w:val="00684394"/>
    <w:rsid w:val="00684A09"/>
    <w:rsid w:val="00684F24"/>
    <w:rsid w:val="00686BDF"/>
    <w:rsid w:val="006921E2"/>
    <w:rsid w:val="00692BD1"/>
    <w:rsid w:val="0069519C"/>
    <w:rsid w:val="00697E1A"/>
    <w:rsid w:val="006A576D"/>
    <w:rsid w:val="006A698D"/>
    <w:rsid w:val="006A75C3"/>
    <w:rsid w:val="006B0085"/>
    <w:rsid w:val="006B26C6"/>
    <w:rsid w:val="006B362B"/>
    <w:rsid w:val="006B74BA"/>
    <w:rsid w:val="006D0696"/>
    <w:rsid w:val="006D3C82"/>
    <w:rsid w:val="006D4C67"/>
    <w:rsid w:val="006F71AE"/>
    <w:rsid w:val="00704F2C"/>
    <w:rsid w:val="00707BFB"/>
    <w:rsid w:val="00707C5E"/>
    <w:rsid w:val="00711E73"/>
    <w:rsid w:val="0071324F"/>
    <w:rsid w:val="007168AB"/>
    <w:rsid w:val="00716952"/>
    <w:rsid w:val="00733712"/>
    <w:rsid w:val="007443C3"/>
    <w:rsid w:val="0074496D"/>
    <w:rsid w:val="00754A2E"/>
    <w:rsid w:val="007556F9"/>
    <w:rsid w:val="007559CC"/>
    <w:rsid w:val="00763891"/>
    <w:rsid w:val="007766D8"/>
    <w:rsid w:val="007770B6"/>
    <w:rsid w:val="007815B5"/>
    <w:rsid w:val="00781AA0"/>
    <w:rsid w:val="00781E95"/>
    <w:rsid w:val="007904C3"/>
    <w:rsid w:val="0079371C"/>
    <w:rsid w:val="00793CD3"/>
    <w:rsid w:val="00793E2E"/>
    <w:rsid w:val="00795740"/>
    <w:rsid w:val="007964F5"/>
    <w:rsid w:val="007A0A14"/>
    <w:rsid w:val="007A5CF1"/>
    <w:rsid w:val="007B0B42"/>
    <w:rsid w:val="007B334B"/>
    <w:rsid w:val="007C105B"/>
    <w:rsid w:val="007D2788"/>
    <w:rsid w:val="007D5782"/>
    <w:rsid w:val="007E7ABB"/>
    <w:rsid w:val="007F3CD0"/>
    <w:rsid w:val="008035DB"/>
    <w:rsid w:val="00816BCC"/>
    <w:rsid w:val="00827BAF"/>
    <w:rsid w:val="00827DDE"/>
    <w:rsid w:val="00827ED9"/>
    <w:rsid w:val="00832CC4"/>
    <w:rsid w:val="008407DF"/>
    <w:rsid w:val="0084538B"/>
    <w:rsid w:val="0084698C"/>
    <w:rsid w:val="008479E3"/>
    <w:rsid w:val="00856B85"/>
    <w:rsid w:val="008658AC"/>
    <w:rsid w:val="008663BE"/>
    <w:rsid w:val="00874AA0"/>
    <w:rsid w:val="0087719B"/>
    <w:rsid w:val="00877630"/>
    <w:rsid w:val="00880985"/>
    <w:rsid w:val="0088243A"/>
    <w:rsid w:val="008873B3"/>
    <w:rsid w:val="00891B87"/>
    <w:rsid w:val="00896AAB"/>
    <w:rsid w:val="008A0CDC"/>
    <w:rsid w:val="008A2CF3"/>
    <w:rsid w:val="008B2A5A"/>
    <w:rsid w:val="008C53D4"/>
    <w:rsid w:val="008D02FE"/>
    <w:rsid w:val="008D3393"/>
    <w:rsid w:val="008E12B4"/>
    <w:rsid w:val="008E4901"/>
    <w:rsid w:val="009028E8"/>
    <w:rsid w:val="009050B9"/>
    <w:rsid w:val="0091226C"/>
    <w:rsid w:val="00954B6E"/>
    <w:rsid w:val="00962C12"/>
    <w:rsid w:val="00964D7D"/>
    <w:rsid w:val="00966068"/>
    <w:rsid w:val="0097279C"/>
    <w:rsid w:val="009727A3"/>
    <w:rsid w:val="009727EE"/>
    <w:rsid w:val="0097326B"/>
    <w:rsid w:val="009836B5"/>
    <w:rsid w:val="00984BED"/>
    <w:rsid w:val="009855A8"/>
    <w:rsid w:val="00985F06"/>
    <w:rsid w:val="009866C9"/>
    <w:rsid w:val="00986AFC"/>
    <w:rsid w:val="00995818"/>
    <w:rsid w:val="00995F4E"/>
    <w:rsid w:val="009A0ED7"/>
    <w:rsid w:val="009A713A"/>
    <w:rsid w:val="009C2EB7"/>
    <w:rsid w:val="009D45EC"/>
    <w:rsid w:val="009D462F"/>
    <w:rsid w:val="009E1623"/>
    <w:rsid w:val="009E23D5"/>
    <w:rsid w:val="009E7188"/>
    <w:rsid w:val="009F03D3"/>
    <w:rsid w:val="009F4E61"/>
    <w:rsid w:val="009F7C83"/>
    <w:rsid w:val="00A01516"/>
    <w:rsid w:val="00A01B0A"/>
    <w:rsid w:val="00A134C3"/>
    <w:rsid w:val="00A13A84"/>
    <w:rsid w:val="00A142D0"/>
    <w:rsid w:val="00A164FD"/>
    <w:rsid w:val="00A21978"/>
    <w:rsid w:val="00A254A6"/>
    <w:rsid w:val="00A26250"/>
    <w:rsid w:val="00A41600"/>
    <w:rsid w:val="00A45CB9"/>
    <w:rsid w:val="00A46EFE"/>
    <w:rsid w:val="00A5217C"/>
    <w:rsid w:val="00A5370D"/>
    <w:rsid w:val="00A54A31"/>
    <w:rsid w:val="00A67C0E"/>
    <w:rsid w:val="00A7053F"/>
    <w:rsid w:val="00A73E74"/>
    <w:rsid w:val="00A841BD"/>
    <w:rsid w:val="00A85F04"/>
    <w:rsid w:val="00A90238"/>
    <w:rsid w:val="00A90B20"/>
    <w:rsid w:val="00A931E6"/>
    <w:rsid w:val="00A936FC"/>
    <w:rsid w:val="00AB2171"/>
    <w:rsid w:val="00AB649F"/>
    <w:rsid w:val="00AE0A91"/>
    <w:rsid w:val="00AE54B7"/>
    <w:rsid w:val="00AE5D06"/>
    <w:rsid w:val="00AF06EB"/>
    <w:rsid w:val="00AF4B3E"/>
    <w:rsid w:val="00B20505"/>
    <w:rsid w:val="00B25847"/>
    <w:rsid w:val="00B26412"/>
    <w:rsid w:val="00B3098E"/>
    <w:rsid w:val="00B3340A"/>
    <w:rsid w:val="00B33B09"/>
    <w:rsid w:val="00B413ED"/>
    <w:rsid w:val="00B43265"/>
    <w:rsid w:val="00B43F90"/>
    <w:rsid w:val="00B56C35"/>
    <w:rsid w:val="00B62F99"/>
    <w:rsid w:val="00B630E2"/>
    <w:rsid w:val="00B65DE9"/>
    <w:rsid w:val="00B735C4"/>
    <w:rsid w:val="00B76C55"/>
    <w:rsid w:val="00B849FE"/>
    <w:rsid w:val="00B84D57"/>
    <w:rsid w:val="00B8573B"/>
    <w:rsid w:val="00B947E2"/>
    <w:rsid w:val="00BA14F4"/>
    <w:rsid w:val="00BA2387"/>
    <w:rsid w:val="00BA515E"/>
    <w:rsid w:val="00BB0737"/>
    <w:rsid w:val="00BB2001"/>
    <w:rsid w:val="00BC2D2C"/>
    <w:rsid w:val="00BC73A2"/>
    <w:rsid w:val="00BE1FA8"/>
    <w:rsid w:val="00BF3658"/>
    <w:rsid w:val="00BF5774"/>
    <w:rsid w:val="00C000D7"/>
    <w:rsid w:val="00C036F9"/>
    <w:rsid w:val="00C10E64"/>
    <w:rsid w:val="00C14190"/>
    <w:rsid w:val="00C153E3"/>
    <w:rsid w:val="00C16D76"/>
    <w:rsid w:val="00C22D7A"/>
    <w:rsid w:val="00C35555"/>
    <w:rsid w:val="00C42197"/>
    <w:rsid w:val="00C4716E"/>
    <w:rsid w:val="00C4752A"/>
    <w:rsid w:val="00C533E8"/>
    <w:rsid w:val="00C62412"/>
    <w:rsid w:val="00C6724B"/>
    <w:rsid w:val="00C84E4E"/>
    <w:rsid w:val="00C860D5"/>
    <w:rsid w:val="00C9077C"/>
    <w:rsid w:val="00C9265C"/>
    <w:rsid w:val="00C96FDF"/>
    <w:rsid w:val="00C97F9C"/>
    <w:rsid w:val="00CA0FCE"/>
    <w:rsid w:val="00CA520E"/>
    <w:rsid w:val="00CA62FD"/>
    <w:rsid w:val="00CB2A90"/>
    <w:rsid w:val="00CB36DA"/>
    <w:rsid w:val="00CD07F9"/>
    <w:rsid w:val="00CE3BE3"/>
    <w:rsid w:val="00CE527B"/>
    <w:rsid w:val="00CF2485"/>
    <w:rsid w:val="00CF70A4"/>
    <w:rsid w:val="00D0114A"/>
    <w:rsid w:val="00D1137D"/>
    <w:rsid w:val="00D261B3"/>
    <w:rsid w:val="00D40C64"/>
    <w:rsid w:val="00D416D8"/>
    <w:rsid w:val="00D41CB5"/>
    <w:rsid w:val="00D45A5E"/>
    <w:rsid w:val="00D50F22"/>
    <w:rsid w:val="00D66A2E"/>
    <w:rsid w:val="00D7433E"/>
    <w:rsid w:val="00D759B5"/>
    <w:rsid w:val="00D84744"/>
    <w:rsid w:val="00D8577D"/>
    <w:rsid w:val="00D9526F"/>
    <w:rsid w:val="00DA4C2E"/>
    <w:rsid w:val="00DC26E6"/>
    <w:rsid w:val="00DC5545"/>
    <w:rsid w:val="00DD5E1B"/>
    <w:rsid w:val="00DF2451"/>
    <w:rsid w:val="00DF4801"/>
    <w:rsid w:val="00E0087A"/>
    <w:rsid w:val="00E0108B"/>
    <w:rsid w:val="00E03FD8"/>
    <w:rsid w:val="00E122DE"/>
    <w:rsid w:val="00E2272B"/>
    <w:rsid w:val="00E31E83"/>
    <w:rsid w:val="00E44273"/>
    <w:rsid w:val="00E534DE"/>
    <w:rsid w:val="00E56B0E"/>
    <w:rsid w:val="00E6315E"/>
    <w:rsid w:val="00E6339F"/>
    <w:rsid w:val="00E74FF1"/>
    <w:rsid w:val="00E76C6A"/>
    <w:rsid w:val="00E810E4"/>
    <w:rsid w:val="00E811D9"/>
    <w:rsid w:val="00E953E6"/>
    <w:rsid w:val="00EB582B"/>
    <w:rsid w:val="00EC78BE"/>
    <w:rsid w:val="00ED2228"/>
    <w:rsid w:val="00ED4D41"/>
    <w:rsid w:val="00EE52B4"/>
    <w:rsid w:val="00EF4A81"/>
    <w:rsid w:val="00F0082E"/>
    <w:rsid w:val="00F01CAF"/>
    <w:rsid w:val="00F163F4"/>
    <w:rsid w:val="00F2295C"/>
    <w:rsid w:val="00F50B8D"/>
    <w:rsid w:val="00F538E7"/>
    <w:rsid w:val="00F54C6B"/>
    <w:rsid w:val="00F769C9"/>
    <w:rsid w:val="00F8548B"/>
    <w:rsid w:val="00F8682B"/>
    <w:rsid w:val="00F91A86"/>
    <w:rsid w:val="00F94DA9"/>
    <w:rsid w:val="00FA15D8"/>
    <w:rsid w:val="00FB0398"/>
    <w:rsid w:val="00FB0D22"/>
    <w:rsid w:val="00FC4E99"/>
    <w:rsid w:val="00FC5CF1"/>
    <w:rsid w:val="00FC5FDD"/>
    <w:rsid w:val="00FD74C6"/>
    <w:rsid w:val="00FE21F5"/>
    <w:rsid w:val="00FE37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BFCF4389-ECA6-4C07-BFEC-116FA8A6A7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02F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54A31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39466B"/>
    <w:rPr>
      <w:color w:val="0000FF"/>
      <w:u w:val="single"/>
    </w:rPr>
  </w:style>
  <w:style w:type="paragraph" w:styleId="a5">
    <w:name w:val="Balloon Text"/>
    <w:basedOn w:val="a"/>
    <w:link w:val="a6"/>
    <w:semiHidden/>
    <w:unhideWhenUsed/>
    <w:rsid w:val="00C35555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semiHidden/>
    <w:rsid w:val="00C3555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egrp365.ru/reestr?egrp=35:22:0302028:7142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ia\Desktop\&#1050;&#1048;&#1040;\&#1055;&#1086;&#1089;&#1090;&#1072;&#1085;&#1086;&#1074;&#1083;&#1077;&#1085;&#1080;&#1103;\&#1086;&#1090;&#1087;&#1088;&#1072;&#1074;&#1080;&#1090;&#1100;\&#1042;&#1085;&#1077;&#1089;&#1077;&#1085;&#1080;&#1077;%20&#1080;&#1079;&#1084;&#1077;&#1085;&#1077;&#1085;&#1080;&#1081;%20&#1074;%20&#1087;&#1086;&#1089;&#1090;%20&#8470;%203287%20&#1086;&#1090;%2017.12.2012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A38412-ACBB-4F06-9F29-F0738A2690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Внесение изменений в пост № 3287 от 17.12.2012</Template>
  <TotalTime>421</TotalTime>
  <Pages>1</Pages>
  <Words>252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kia</dc:creator>
  <cp:keywords/>
  <dc:description/>
  <cp:lastModifiedBy>Кузьмина Екатерина Сергеевна</cp:lastModifiedBy>
  <cp:revision>79</cp:revision>
  <cp:lastPrinted>2025-01-15T11:53:00Z</cp:lastPrinted>
  <dcterms:created xsi:type="dcterms:W3CDTF">2017-07-24T12:09:00Z</dcterms:created>
  <dcterms:modified xsi:type="dcterms:W3CDTF">2025-03-27T10:32:00Z</dcterms:modified>
</cp:coreProperties>
</file>