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C9" w:rsidRDefault="00B3098E" w:rsidP="009F03D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03D3">
        <w:rPr>
          <w:sz w:val="28"/>
          <w:szCs w:val="28"/>
        </w:rPr>
        <w:t xml:space="preserve">Проект </w:t>
      </w:r>
    </w:p>
    <w:p w:rsidR="000B773D" w:rsidRDefault="000B773D" w:rsidP="000B773D">
      <w:pPr>
        <w:jc w:val="center"/>
        <w:rPr>
          <w:sz w:val="28"/>
          <w:szCs w:val="28"/>
        </w:rPr>
      </w:pPr>
      <w:r w:rsidRPr="00F228CC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F228CC">
        <w:rPr>
          <w:sz w:val="28"/>
          <w:szCs w:val="28"/>
        </w:rPr>
        <w:t xml:space="preserve">  ЧЕРЕПОВЕЦКОГО МУНИЦИПАЛЬНОГО РАЙОНА</w:t>
      </w:r>
    </w:p>
    <w:p w:rsidR="000B773D" w:rsidRPr="00F228CC" w:rsidRDefault="000B773D" w:rsidP="000B773D">
      <w:pPr>
        <w:jc w:val="center"/>
        <w:rPr>
          <w:sz w:val="28"/>
          <w:szCs w:val="28"/>
        </w:rPr>
      </w:pPr>
    </w:p>
    <w:p w:rsidR="000B773D" w:rsidRDefault="000B773D" w:rsidP="000B773D">
      <w:pPr>
        <w:jc w:val="center"/>
        <w:rPr>
          <w:sz w:val="28"/>
          <w:szCs w:val="28"/>
        </w:rPr>
      </w:pPr>
      <w:r w:rsidRPr="007A0BD4">
        <w:rPr>
          <w:sz w:val="28"/>
          <w:szCs w:val="28"/>
        </w:rPr>
        <w:t xml:space="preserve">ПЕРВЫЙ ЗАМЕСТИТЕЛЬ </w:t>
      </w:r>
    </w:p>
    <w:p w:rsidR="000B773D" w:rsidRDefault="000B773D" w:rsidP="000B773D">
      <w:pPr>
        <w:jc w:val="center"/>
        <w:rPr>
          <w:sz w:val="28"/>
          <w:szCs w:val="28"/>
        </w:rPr>
      </w:pPr>
      <w:r w:rsidRPr="007A0BD4">
        <w:rPr>
          <w:sz w:val="28"/>
          <w:szCs w:val="28"/>
        </w:rPr>
        <w:t>РУКОВОДИТЕЛЯ АДМИНИСТРАЦИИ РАЙОНА</w:t>
      </w:r>
    </w:p>
    <w:p w:rsidR="000B773D" w:rsidRDefault="000B773D" w:rsidP="000B773D">
      <w:pPr>
        <w:jc w:val="center"/>
        <w:rPr>
          <w:sz w:val="28"/>
          <w:szCs w:val="28"/>
        </w:rPr>
      </w:pPr>
    </w:p>
    <w:p w:rsidR="000B773D" w:rsidRPr="007A0BD4" w:rsidRDefault="000B773D" w:rsidP="000B773D">
      <w:pPr>
        <w:jc w:val="center"/>
        <w:rPr>
          <w:b/>
          <w:sz w:val="28"/>
          <w:szCs w:val="28"/>
        </w:rPr>
      </w:pPr>
      <w:proofErr w:type="gramStart"/>
      <w:r w:rsidRPr="007A0BD4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Е</w:t>
      </w:r>
    </w:p>
    <w:p w:rsidR="00423A16" w:rsidRDefault="00423A16" w:rsidP="00423A16">
      <w:pPr>
        <w:jc w:val="center"/>
        <w:rPr>
          <w:sz w:val="32"/>
          <w:szCs w:val="32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D7433E" w:rsidRPr="005979D7" w:rsidTr="001E1814">
        <w:tc>
          <w:tcPr>
            <w:tcW w:w="5096" w:type="dxa"/>
          </w:tcPr>
          <w:p w:rsidR="00D7433E" w:rsidRPr="005979D7" w:rsidRDefault="00D7433E" w:rsidP="00C00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5096" w:type="dxa"/>
          </w:tcPr>
          <w:p w:rsidR="00D7433E" w:rsidRPr="005979D7" w:rsidRDefault="00D7433E" w:rsidP="00C000D7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  <w:r w:rsidR="00C000D7">
              <w:rPr>
                <w:sz w:val="28"/>
                <w:szCs w:val="28"/>
              </w:rPr>
              <w:t xml:space="preserve"> </w:t>
            </w:r>
          </w:p>
        </w:tc>
      </w:tr>
    </w:tbl>
    <w:p w:rsidR="00423A16" w:rsidRPr="00573FB6" w:rsidRDefault="00423A16" w:rsidP="00BE1FA8">
      <w:pPr>
        <w:jc w:val="center"/>
      </w:pPr>
      <w:r w:rsidRPr="00573FB6">
        <w:t>г. Череповец</w:t>
      </w:r>
    </w:p>
    <w:p w:rsidR="00B630E2" w:rsidRDefault="00B630E2" w:rsidP="00C84E4E">
      <w:pPr>
        <w:rPr>
          <w:sz w:val="32"/>
          <w:szCs w:val="32"/>
        </w:rPr>
      </w:pPr>
    </w:p>
    <w:p w:rsidR="009F7C83" w:rsidRPr="006768F9" w:rsidRDefault="009F7C83" w:rsidP="00C84E4E">
      <w:pPr>
        <w:rPr>
          <w:sz w:val="28"/>
          <w:szCs w:val="28"/>
        </w:rPr>
      </w:pPr>
    </w:p>
    <w:p w:rsidR="00BA2387" w:rsidRPr="006768F9" w:rsidRDefault="00423A16" w:rsidP="00BA2387">
      <w:pPr>
        <w:jc w:val="center"/>
        <w:rPr>
          <w:b/>
          <w:sz w:val="28"/>
          <w:szCs w:val="28"/>
        </w:rPr>
      </w:pPr>
      <w:r w:rsidRPr="006768F9">
        <w:rPr>
          <w:b/>
          <w:sz w:val="28"/>
          <w:szCs w:val="28"/>
        </w:rPr>
        <w:t xml:space="preserve">О </w:t>
      </w:r>
      <w:r w:rsidR="00C000D7" w:rsidRPr="006768F9">
        <w:rPr>
          <w:b/>
          <w:sz w:val="28"/>
          <w:szCs w:val="28"/>
        </w:rPr>
        <w:t>предоставлени</w:t>
      </w:r>
      <w:r w:rsidR="00CA520E" w:rsidRPr="006768F9">
        <w:rPr>
          <w:b/>
          <w:sz w:val="28"/>
          <w:szCs w:val="28"/>
        </w:rPr>
        <w:t>и</w:t>
      </w:r>
      <w:r w:rsidR="00C000D7" w:rsidRPr="006768F9">
        <w:rPr>
          <w:b/>
          <w:sz w:val="28"/>
          <w:szCs w:val="28"/>
        </w:rPr>
        <w:t xml:space="preserve"> разрешения </w:t>
      </w:r>
      <w:r w:rsidR="002940BA" w:rsidRPr="006768F9">
        <w:rPr>
          <w:b/>
          <w:sz w:val="28"/>
          <w:szCs w:val="28"/>
        </w:rPr>
        <w:t>на условно</w:t>
      </w:r>
      <w:r w:rsidR="006544A0" w:rsidRPr="006768F9">
        <w:rPr>
          <w:b/>
          <w:sz w:val="28"/>
          <w:szCs w:val="28"/>
        </w:rPr>
        <w:t xml:space="preserve"> </w:t>
      </w:r>
      <w:r w:rsidR="002940BA" w:rsidRPr="006768F9">
        <w:rPr>
          <w:b/>
          <w:sz w:val="28"/>
          <w:szCs w:val="28"/>
        </w:rPr>
        <w:t xml:space="preserve">разрешенный вид использования </w:t>
      </w:r>
      <w:r w:rsidR="00BD0AFC">
        <w:rPr>
          <w:b/>
          <w:sz w:val="28"/>
          <w:szCs w:val="28"/>
        </w:rPr>
        <w:t xml:space="preserve">формируемого </w:t>
      </w:r>
      <w:r w:rsidR="002940BA" w:rsidRPr="006768F9">
        <w:rPr>
          <w:b/>
          <w:sz w:val="28"/>
          <w:szCs w:val="28"/>
        </w:rPr>
        <w:t>земельного участка</w:t>
      </w:r>
    </w:p>
    <w:p w:rsidR="003622E8" w:rsidRPr="006768F9" w:rsidRDefault="003622E8" w:rsidP="009E1623">
      <w:pPr>
        <w:jc w:val="both"/>
        <w:rPr>
          <w:sz w:val="28"/>
          <w:szCs w:val="28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6768F9">
        <w:rPr>
          <w:sz w:val="28"/>
          <w:szCs w:val="28"/>
        </w:rPr>
        <w:t>В соответствии со статьей 39 Градостроительного кодекса Российской Федерации», Федеральным законом от 06.10.2003 №</w:t>
      </w:r>
      <w:r w:rsidR="007650DC">
        <w:rPr>
          <w:sz w:val="28"/>
          <w:szCs w:val="28"/>
        </w:rPr>
        <w:t xml:space="preserve"> </w:t>
      </w:r>
      <w:r w:rsidRPr="006768F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A13D38">
        <w:rPr>
          <w:sz w:val="28"/>
          <w:szCs w:val="28"/>
        </w:rPr>
        <w:t xml:space="preserve">постановлением Правительства Вологодского области от 09.09.2019 №813 «Об утверждении Правил землепользования и застройки </w:t>
      </w:r>
      <w:proofErr w:type="spellStart"/>
      <w:r w:rsidR="00A13D38">
        <w:rPr>
          <w:sz w:val="28"/>
          <w:szCs w:val="28"/>
        </w:rPr>
        <w:t>Ирдоматского</w:t>
      </w:r>
      <w:proofErr w:type="spellEnd"/>
      <w:r w:rsidR="00A13D38">
        <w:rPr>
          <w:sz w:val="28"/>
          <w:szCs w:val="28"/>
        </w:rPr>
        <w:t xml:space="preserve"> сельского поселения Череповецкого муниципального района Вологодской области»</w:t>
      </w:r>
      <w:r w:rsidR="00AE0A91">
        <w:rPr>
          <w:sz w:val="28"/>
          <w:szCs w:val="28"/>
        </w:rPr>
        <w:t>,</w:t>
      </w:r>
      <w:r w:rsidR="00B947E2" w:rsidRPr="006768F9">
        <w:rPr>
          <w:sz w:val="28"/>
          <w:szCs w:val="28"/>
        </w:rPr>
        <w:t xml:space="preserve"> </w:t>
      </w:r>
      <w:r w:rsidR="007B334B" w:rsidRPr="006768F9">
        <w:rPr>
          <w:sz w:val="28"/>
          <w:szCs w:val="28"/>
        </w:rPr>
        <w:t>с учетом заключения о</w:t>
      </w:r>
      <w:r w:rsidR="00ED2228" w:rsidRPr="006768F9">
        <w:rPr>
          <w:sz w:val="28"/>
          <w:szCs w:val="28"/>
        </w:rPr>
        <w:t xml:space="preserve"> результатах </w:t>
      </w:r>
      <w:r w:rsidR="00B735C4">
        <w:rPr>
          <w:sz w:val="28"/>
          <w:szCs w:val="28"/>
        </w:rPr>
        <w:t>общественных обсуждений</w:t>
      </w:r>
      <w:r w:rsidR="00C9077C" w:rsidRPr="006768F9">
        <w:rPr>
          <w:sz w:val="28"/>
          <w:szCs w:val="28"/>
        </w:rPr>
        <w:t>,</w:t>
      </w:r>
      <w:r w:rsidR="007B334B" w:rsidRPr="006768F9">
        <w:rPr>
          <w:sz w:val="28"/>
          <w:szCs w:val="28"/>
        </w:rPr>
        <w:t xml:space="preserve"> опубликованн</w:t>
      </w:r>
      <w:r w:rsidR="00104697" w:rsidRPr="006768F9">
        <w:rPr>
          <w:sz w:val="28"/>
          <w:szCs w:val="28"/>
        </w:rPr>
        <w:t>ого</w:t>
      </w:r>
      <w:r w:rsidR="007B334B" w:rsidRPr="006768F9">
        <w:rPr>
          <w:sz w:val="28"/>
          <w:szCs w:val="28"/>
        </w:rPr>
        <w:t xml:space="preserve"> в газете «Сельская новь» </w:t>
      </w:r>
      <w:r w:rsidR="008A3A53">
        <w:rPr>
          <w:sz w:val="28"/>
          <w:szCs w:val="28"/>
        </w:rPr>
        <w:t xml:space="preserve">от </w:t>
      </w:r>
      <w:r w:rsidR="005C5F0E">
        <w:rPr>
          <w:sz w:val="28"/>
          <w:szCs w:val="28"/>
        </w:rPr>
        <w:t>________</w:t>
      </w:r>
      <w:r w:rsidR="005B3363">
        <w:rPr>
          <w:sz w:val="28"/>
          <w:szCs w:val="28"/>
        </w:rPr>
        <w:t xml:space="preserve"> </w:t>
      </w:r>
      <w:r w:rsidR="008A3A53">
        <w:rPr>
          <w:sz w:val="28"/>
          <w:szCs w:val="28"/>
        </w:rPr>
        <w:t xml:space="preserve">№ </w:t>
      </w:r>
      <w:r w:rsidR="005C5F0E">
        <w:rPr>
          <w:sz w:val="28"/>
          <w:szCs w:val="28"/>
        </w:rPr>
        <w:t>___</w:t>
      </w:r>
      <w:r w:rsidR="008A3A53">
        <w:rPr>
          <w:sz w:val="28"/>
          <w:szCs w:val="28"/>
        </w:rPr>
        <w:t xml:space="preserve"> (</w:t>
      </w:r>
      <w:r w:rsidR="005C5F0E">
        <w:rPr>
          <w:sz w:val="28"/>
          <w:szCs w:val="28"/>
        </w:rPr>
        <w:t>_____</w:t>
      </w:r>
      <w:r w:rsidR="00626CE7">
        <w:rPr>
          <w:sz w:val="28"/>
          <w:szCs w:val="28"/>
        </w:rPr>
        <w:t xml:space="preserve">) </w:t>
      </w:r>
      <w:r w:rsidR="007B334B" w:rsidRPr="006768F9">
        <w:rPr>
          <w:sz w:val="28"/>
          <w:szCs w:val="28"/>
        </w:rPr>
        <w:t>и размещенн</w:t>
      </w:r>
      <w:r w:rsidR="00104697" w:rsidRPr="006768F9">
        <w:rPr>
          <w:sz w:val="28"/>
          <w:szCs w:val="28"/>
        </w:rPr>
        <w:t>ого</w:t>
      </w:r>
      <w:r w:rsidR="007B334B" w:rsidRPr="006768F9">
        <w:rPr>
          <w:sz w:val="28"/>
          <w:szCs w:val="28"/>
        </w:rPr>
        <w:t xml:space="preserve"> на</w:t>
      </w:r>
      <w:proofErr w:type="gramEnd"/>
      <w:r w:rsidR="007B334B" w:rsidRPr="006768F9">
        <w:rPr>
          <w:sz w:val="28"/>
          <w:szCs w:val="28"/>
        </w:rPr>
        <w:t xml:space="preserve"> официальном </w:t>
      </w:r>
      <w:proofErr w:type="gramStart"/>
      <w:r w:rsidR="007B334B" w:rsidRPr="006768F9">
        <w:rPr>
          <w:sz w:val="28"/>
          <w:szCs w:val="28"/>
        </w:rPr>
        <w:t>сайте</w:t>
      </w:r>
      <w:proofErr w:type="gramEnd"/>
      <w:r w:rsidR="007B334B" w:rsidRPr="006768F9">
        <w:rPr>
          <w:sz w:val="28"/>
          <w:szCs w:val="28"/>
        </w:rPr>
        <w:t xml:space="preserve"> Череповецкого муниципального района</w:t>
      </w:r>
      <w:r w:rsidR="00525AC3" w:rsidRPr="006768F9">
        <w:rPr>
          <w:sz w:val="28"/>
          <w:szCs w:val="28"/>
        </w:rPr>
        <w:t xml:space="preserve"> в информационно-телекоммуникационной сети </w:t>
      </w:r>
      <w:r w:rsidR="00986AFC">
        <w:rPr>
          <w:sz w:val="28"/>
          <w:szCs w:val="28"/>
        </w:rPr>
        <w:t>«</w:t>
      </w:r>
      <w:r w:rsidR="00525AC3" w:rsidRPr="006768F9">
        <w:rPr>
          <w:sz w:val="28"/>
          <w:szCs w:val="28"/>
        </w:rPr>
        <w:t>Интернет</w:t>
      </w:r>
      <w:r w:rsidR="00986AFC">
        <w:rPr>
          <w:sz w:val="28"/>
          <w:szCs w:val="28"/>
        </w:rPr>
        <w:t>»</w:t>
      </w:r>
      <w:r w:rsidR="00E527B8">
        <w:rPr>
          <w:sz w:val="28"/>
          <w:szCs w:val="28"/>
        </w:rPr>
        <w:t>,</w:t>
      </w:r>
    </w:p>
    <w:p w:rsidR="00CC625A" w:rsidRPr="000B773D" w:rsidRDefault="00CC625A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3C1FEA" w:rsidRDefault="000B5CD2" w:rsidP="00896AAB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B0452">
        <w:rPr>
          <w:sz w:val="28"/>
          <w:szCs w:val="28"/>
        </w:rPr>
        <w:t xml:space="preserve">Предоставить </w:t>
      </w:r>
      <w:r w:rsidR="00E25EE3" w:rsidRPr="00EB0452">
        <w:rPr>
          <w:sz w:val="28"/>
          <w:szCs w:val="28"/>
        </w:rPr>
        <w:t xml:space="preserve">разрешение </w:t>
      </w:r>
      <w:r w:rsidR="00EB0452" w:rsidRPr="00EB0452">
        <w:rPr>
          <w:sz w:val="28"/>
          <w:szCs w:val="28"/>
        </w:rPr>
        <w:t xml:space="preserve">на условно разрешенный вид использования </w:t>
      </w:r>
      <w:r w:rsidR="00BD0AFC">
        <w:rPr>
          <w:sz w:val="28"/>
          <w:szCs w:val="28"/>
        </w:rPr>
        <w:t xml:space="preserve">формируемого </w:t>
      </w:r>
      <w:r w:rsidR="00CC32B7" w:rsidRPr="003D0B05">
        <w:rPr>
          <w:sz w:val="28"/>
          <w:szCs w:val="28"/>
        </w:rPr>
        <w:t xml:space="preserve">земельного участка </w:t>
      </w:r>
      <w:r w:rsidR="00A13D38" w:rsidRPr="003D0B05">
        <w:rPr>
          <w:sz w:val="28"/>
          <w:szCs w:val="28"/>
        </w:rPr>
        <w:t>с кадастровым номером 35:22:</w:t>
      </w:r>
      <w:r w:rsidR="0009440A">
        <w:rPr>
          <w:sz w:val="28"/>
          <w:szCs w:val="28"/>
        </w:rPr>
        <w:t>0302028:</w:t>
      </w:r>
      <w:r w:rsidR="005C5F0E">
        <w:rPr>
          <w:sz w:val="28"/>
          <w:szCs w:val="28"/>
        </w:rPr>
        <w:t>ЗУ</w:t>
      </w:r>
      <w:proofErr w:type="gramStart"/>
      <w:r w:rsidR="005C5F0E">
        <w:rPr>
          <w:sz w:val="28"/>
          <w:szCs w:val="28"/>
        </w:rPr>
        <w:t>1</w:t>
      </w:r>
      <w:proofErr w:type="gramEnd"/>
      <w:r w:rsidR="00A13D38" w:rsidRPr="003D0B05">
        <w:rPr>
          <w:sz w:val="28"/>
          <w:szCs w:val="28"/>
        </w:rPr>
        <w:t xml:space="preserve"> общей площадью </w:t>
      </w:r>
      <w:r w:rsidR="005C5F0E">
        <w:rPr>
          <w:sz w:val="28"/>
          <w:szCs w:val="28"/>
        </w:rPr>
        <w:t>2000</w:t>
      </w:r>
      <w:r w:rsidR="00A13D38" w:rsidRPr="003D0B05">
        <w:rPr>
          <w:sz w:val="28"/>
          <w:szCs w:val="28"/>
        </w:rPr>
        <w:t xml:space="preserve"> кв. м,  местоположение: Вологодская область, Череповецкий район, </w:t>
      </w:r>
      <w:proofErr w:type="spellStart"/>
      <w:r w:rsidR="00A13D38">
        <w:rPr>
          <w:sz w:val="28"/>
          <w:szCs w:val="28"/>
        </w:rPr>
        <w:t>Ирдоматское</w:t>
      </w:r>
      <w:proofErr w:type="spellEnd"/>
      <w:r w:rsidR="00A13D38">
        <w:rPr>
          <w:sz w:val="28"/>
          <w:szCs w:val="28"/>
        </w:rPr>
        <w:t xml:space="preserve"> сельское поселение</w:t>
      </w:r>
      <w:r w:rsidR="00A13D38" w:rsidRPr="003D0B05">
        <w:rPr>
          <w:sz w:val="28"/>
          <w:szCs w:val="28"/>
        </w:rPr>
        <w:t xml:space="preserve">  на вид «</w:t>
      </w:r>
      <w:r w:rsidR="00DF7FE1">
        <w:rPr>
          <w:sz w:val="28"/>
          <w:szCs w:val="28"/>
        </w:rPr>
        <w:t>ведение огородничества</w:t>
      </w:r>
      <w:r w:rsidR="00A13D38" w:rsidRPr="003D0B05">
        <w:rPr>
          <w:sz w:val="28"/>
          <w:szCs w:val="28"/>
        </w:rPr>
        <w:t>»</w:t>
      </w:r>
      <w:r w:rsidR="00D71456" w:rsidRPr="00EB0452">
        <w:rPr>
          <w:sz w:val="28"/>
          <w:szCs w:val="28"/>
        </w:rPr>
        <w:t>.</w:t>
      </w:r>
    </w:p>
    <w:p w:rsidR="00FC5FDD" w:rsidRPr="00B735C4" w:rsidRDefault="00A67C0E" w:rsidP="007168AB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95DC2">
        <w:rPr>
          <w:sz w:val="28"/>
          <w:szCs w:val="28"/>
        </w:rPr>
        <w:t xml:space="preserve">Опубликовать настоящее </w:t>
      </w:r>
      <w:r w:rsidR="000B773D" w:rsidRPr="00E95DC2">
        <w:rPr>
          <w:sz w:val="28"/>
          <w:szCs w:val="28"/>
        </w:rPr>
        <w:t>распоряжение</w:t>
      </w:r>
      <w:r w:rsidRPr="00E95DC2">
        <w:rPr>
          <w:sz w:val="28"/>
          <w:szCs w:val="28"/>
        </w:rPr>
        <w:t xml:space="preserve"> в газете «Сельская новь» </w:t>
      </w:r>
      <w:r w:rsidR="009727EE" w:rsidRPr="00E95DC2">
        <w:rPr>
          <w:sz w:val="28"/>
          <w:szCs w:val="28"/>
        </w:rPr>
        <w:t>и</w:t>
      </w:r>
      <w:r w:rsidR="006172AC" w:rsidRPr="00896AAB">
        <w:rPr>
          <w:sz w:val="28"/>
          <w:szCs w:val="28"/>
        </w:rPr>
        <w:t xml:space="preserve"> </w:t>
      </w:r>
      <w:r w:rsidRPr="00896AAB">
        <w:rPr>
          <w:sz w:val="28"/>
          <w:szCs w:val="28"/>
        </w:rPr>
        <w:t>разместить</w:t>
      </w:r>
      <w:r w:rsidR="00176729" w:rsidRPr="00896AAB">
        <w:rPr>
          <w:sz w:val="28"/>
          <w:szCs w:val="28"/>
        </w:rPr>
        <w:t xml:space="preserve"> на официальном</w:t>
      </w:r>
      <w:r w:rsidR="00176729" w:rsidRPr="00B735C4">
        <w:rPr>
          <w:sz w:val="28"/>
          <w:szCs w:val="28"/>
        </w:rPr>
        <w:t xml:space="preserve"> </w:t>
      </w:r>
      <w:r w:rsidRPr="00B735C4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>
        <w:rPr>
          <w:sz w:val="28"/>
          <w:szCs w:val="28"/>
        </w:rPr>
        <w:t>«</w:t>
      </w:r>
      <w:r w:rsidRPr="00B735C4">
        <w:rPr>
          <w:sz w:val="28"/>
          <w:szCs w:val="28"/>
        </w:rPr>
        <w:t>Интернет</w:t>
      </w:r>
      <w:r w:rsidR="00986AFC">
        <w:rPr>
          <w:sz w:val="28"/>
          <w:szCs w:val="28"/>
        </w:rPr>
        <w:t>»</w:t>
      </w:r>
      <w:r w:rsidRPr="00B735C4">
        <w:rPr>
          <w:sz w:val="28"/>
          <w:szCs w:val="28"/>
        </w:rPr>
        <w:t>.</w:t>
      </w:r>
    </w:p>
    <w:p w:rsidR="00D66A2E" w:rsidRPr="00B735C4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9727EE" w:rsidRPr="006768F9" w:rsidRDefault="009727EE" w:rsidP="00B25847">
      <w:pPr>
        <w:pStyle w:val="a3"/>
        <w:jc w:val="both"/>
        <w:rPr>
          <w:sz w:val="28"/>
          <w:szCs w:val="28"/>
        </w:rPr>
      </w:pPr>
    </w:p>
    <w:p w:rsidR="003C1FEA" w:rsidRPr="006768F9" w:rsidRDefault="003C1FEA" w:rsidP="00B25847">
      <w:pPr>
        <w:pStyle w:val="a3"/>
        <w:jc w:val="both"/>
        <w:rPr>
          <w:sz w:val="28"/>
          <w:szCs w:val="28"/>
        </w:rPr>
      </w:pPr>
    </w:p>
    <w:p w:rsidR="000B773D" w:rsidRPr="000B773D" w:rsidRDefault="000B773D" w:rsidP="000B773D">
      <w:pPr>
        <w:rPr>
          <w:sz w:val="28"/>
          <w:szCs w:val="28"/>
        </w:rPr>
      </w:pPr>
      <w:r w:rsidRPr="000B773D">
        <w:rPr>
          <w:sz w:val="28"/>
          <w:szCs w:val="28"/>
        </w:rPr>
        <w:t>Первый заместитель</w:t>
      </w:r>
    </w:p>
    <w:p w:rsidR="000B773D" w:rsidRPr="000B773D" w:rsidRDefault="000B773D" w:rsidP="000B773D">
      <w:pPr>
        <w:rPr>
          <w:sz w:val="28"/>
          <w:szCs w:val="28"/>
        </w:rPr>
      </w:pPr>
      <w:r w:rsidRPr="000B773D">
        <w:rPr>
          <w:sz w:val="28"/>
          <w:szCs w:val="28"/>
        </w:rPr>
        <w:t>руководителя администрации района                                          А.Н. Акулинин</w:t>
      </w:r>
    </w:p>
    <w:sectPr w:rsidR="000B773D" w:rsidRPr="000B773D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76C55"/>
    <w:rsid w:val="000020E6"/>
    <w:rsid w:val="0000336C"/>
    <w:rsid w:val="000035EF"/>
    <w:rsid w:val="00006418"/>
    <w:rsid w:val="00010355"/>
    <w:rsid w:val="000123AC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40A"/>
    <w:rsid w:val="000947DD"/>
    <w:rsid w:val="00094A6C"/>
    <w:rsid w:val="000963E7"/>
    <w:rsid w:val="000A3EAD"/>
    <w:rsid w:val="000A4DDC"/>
    <w:rsid w:val="000B192B"/>
    <w:rsid w:val="000B5CD2"/>
    <w:rsid w:val="000B755C"/>
    <w:rsid w:val="000B773D"/>
    <w:rsid w:val="000C4945"/>
    <w:rsid w:val="000C7C0F"/>
    <w:rsid w:val="000D7A09"/>
    <w:rsid w:val="000E695E"/>
    <w:rsid w:val="000F0D39"/>
    <w:rsid w:val="000F2026"/>
    <w:rsid w:val="000F5C14"/>
    <w:rsid w:val="000F63DF"/>
    <w:rsid w:val="00100B1F"/>
    <w:rsid w:val="00104697"/>
    <w:rsid w:val="0011031C"/>
    <w:rsid w:val="0011498D"/>
    <w:rsid w:val="00117203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203F9B"/>
    <w:rsid w:val="00213F2E"/>
    <w:rsid w:val="00215A3B"/>
    <w:rsid w:val="00216B79"/>
    <w:rsid w:val="002268AF"/>
    <w:rsid w:val="00241106"/>
    <w:rsid w:val="00273FDC"/>
    <w:rsid w:val="00275B96"/>
    <w:rsid w:val="00275DF3"/>
    <w:rsid w:val="00280404"/>
    <w:rsid w:val="0029236F"/>
    <w:rsid w:val="002940BA"/>
    <w:rsid w:val="002A6ACC"/>
    <w:rsid w:val="002C1488"/>
    <w:rsid w:val="002D3B1F"/>
    <w:rsid w:val="002E1230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411F7"/>
    <w:rsid w:val="00352FC1"/>
    <w:rsid w:val="003622E8"/>
    <w:rsid w:val="003639AB"/>
    <w:rsid w:val="00372E12"/>
    <w:rsid w:val="003778AE"/>
    <w:rsid w:val="0038188E"/>
    <w:rsid w:val="003875D2"/>
    <w:rsid w:val="003A6B53"/>
    <w:rsid w:val="003B346C"/>
    <w:rsid w:val="003B768D"/>
    <w:rsid w:val="003C1FEA"/>
    <w:rsid w:val="003C414A"/>
    <w:rsid w:val="003D21AD"/>
    <w:rsid w:val="003E1DD6"/>
    <w:rsid w:val="003E2017"/>
    <w:rsid w:val="003E56F9"/>
    <w:rsid w:val="003E7AA6"/>
    <w:rsid w:val="003F2BE7"/>
    <w:rsid w:val="003F4E90"/>
    <w:rsid w:val="003F743A"/>
    <w:rsid w:val="0040064A"/>
    <w:rsid w:val="0040344B"/>
    <w:rsid w:val="004050AF"/>
    <w:rsid w:val="004074D1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17EF"/>
    <w:rsid w:val="004A62AD"/>
    <w:rsid w:val="004A7D86"/>
    <w:rsid w:val="004C2ABB"/>
    <w:rsid w:val="004D1D59"/>
    <w:rsid w:val="004D6F0F"/>
    <w:rsid w:val="004E64E1"/>
    <w:rsid w:val="004F636B"/>
    <w:rsid w:val="005009C7"/>
    <w:rsid w:val="005051E8"/>
    <w:rsid w:val="0050674A"/>
    <w:rsid w:val="00510E72"/>
    <w:rsid w:val="00511A32"/>
    <w:rsid w:val="005251C3"/>
    <w:rsid w:val="00525AC3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3363"/>
    <w:rsid w:val="005B6D99"/>
    <w:rsid w:val="005C3E09"/>
    <w:rsid w:val="005C5F0E"/>
    <w:rsid w:val="005D188F"/>
    <w:rsid w:val="005D5F27"/>
    <w:rsid w:val="005E268F"/>
    <w:rsid w:val="005E315C"/>
    <w:rsid w:val="005E53FB"/>
    <w:rsid w:val="005F4477"/>
    <w:rsid w:val="005F7A34"/>
    <w:rsid w:val="00602B96"/>
    <w:rsid w:val="00607DEE"/>
    <w:rsid w:val="00612009"/>
    <w:rsid w:val="00612660"/>
    <w:rsid w:val="0061347A"/>
    <w:rsid w:val="006172AC"/>
    <w:rsid w:val="00624A61"/>
    <w:rsid w:val="00624DB9"/>
    <w:rsid w:val="00626CE7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A576D"/>
    <w:rsid w:val="006A698D"/>
    <w:rsid w:val="006A75C3"/>
    <w:rsid w:val="006B0085"/>
    <w:rsid w:val="006B26C6"/>
    <w:rsid w:val="006B362B"/>
    <w:rsid w:val="006C1D53"/>
    <w:rsid w:val="006D0696"/>
    <w:rsid w:val="006D3C82"/>
    <w:rsid w:val="006F71AE"/>
    <w:rsid w:val="00706AC4"/>
    <w:rsid w:val="00707BFB"/>
    <w:rsid w:val="00707C5E"/>
    <w:rsid w:val="00711E73"/>
    <w:rsid w:val="0071324F"/>
    <w:rsid w:val="007168AB"/>
    <w:rsid w:val="00716952"/>
    <w:rsid w:val="00733712"/>
    <w:rsid w:val="0074042D"/>
    <w:rsid w:val="007443C3"/>
    <w:rsid w:val="0074496D"/>
    <w:rsid w:val="00754A2E"/>
    <w:rsid w:val="007556F9"/>
    <w:rsid w:val="007559CC"/>
    <w:rsid w:val="00763891"/>
    <w:rsid w:val="007650DC"/>
    <w:rsid w:val="00772DD0"/>
    <w:rsid w:val="007766D8"/>
    <w:rsid w:val="007770B6"/>
    <w:rsid w:val="007815B5"/>
    <w:rsid w:val="00781AA0"/>
    <w:rsid w:val="00781E95"/>
    <w:rsid w:val="007904C3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6A55"/>
    <w:rsid w:val="008873B3"/>
    <w:rsid w:val="00891B87"/>
    <w:rsid w:val="00896AAB"/>
    <w:rsid w:val="008A2CF3"/>
    <w:rsid w:val="008A3A5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05D45"/>
    <w:rsid w:val="00A134C3"/>
    <w:rsid w:val="00A13D38"/>
    <w:rsid w:val="00A142D0"/>
    <w:rsid w:val="00A164FD"/>
    <w:rsid w:val="00A21978"/>
    <w:rsid w:val="00A244F7"/>
    <w:rsid w:val="00A254A6"/>
    <w:rsid w:val="00A26250"/>
    <w:rsid w:val="00A31B4C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059"/>
    <w:rsid w:val="00B65DE9"/>
    <w:rsid w:val="00B735C4"/>
    <w:rsid w:val="00B76C55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3E2D"/>
    <w:rsid w:val="00BC73A2"/>
    <w:rsid w:val="00BD0AFC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A0FCE"/>
    <w:rsid w:val="00CA520E"/>
    <w:rsid w:val="00CA62FD"/>
    <w:rsid w:val="00CB2A90"/>
    <w:rsid w:val="00CB36DA"/>
    <w:rsid w:val="00CC32B7"/>
    <w:rsid w:val="00CC625A"/>
    <w:rsid w:val="00CD07F9"/>
    <w:rsid w:val="00CE3BE3"/>
    <w:rsid w:val="00CF2485"/>
    <w:rsid w:val="00CF4975"/>
    <w:rsid w:val="00CF70A4"/>
    <w:rsid w:val="00D0114A"/>
    <w:rsid w:val="00D1137D"/>
    <w:rsid w:val="00D261B3"/>
    <w:rsid w:val="00D31E6C"/>
    <w:rsid w:val="00D347A0"/>
    <w:rsid w:val="00D40C64"/>
    <w:rsid w:val="00D416D8"/>
    <w:rsid w:val="00D41CB5"/>
    <w:rsid w:val="00D45A5E"/>
    <w:rsid w:val="00D50F22"/>
    <w:rsid w:val="00D66A2E"/>
    <w:rsid w:val="00D71456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E1F88"/>
    <w:rsid w:val="00DF2451"/>
    <w:rsid w:val="00DF4801"/>
    <w:rsid w:val="00DF7FE1"/>
    <w:rsid w:val="00E0087A"/>
    <w:rsid w:val="00E0108B"/>
    <w:rsid w:val="00E03FD8"/>
    <w:rsid w:val="00E122DE"/>
    <w:rsid w:val="00E2272B"/>
    <w:rsid w:val="00E23BD3"/>
    <w:rsid w:val="00E25EE3"/>
    <w:rsid w:val="00E44273"/>
    <w:rsid w:val="00E527B8"/>
    <w:rsid w:val="00E534DE"/>
    <w:rsid w:val="00E56B0E"/>
    <w:rsid w:val="00E6339F"/>
    <w:rsid w:val="00E74FF1"/>
    <w:rsid w:val="00E76C6A"/>
    <w:rsid w:val="00E811D9"/>
    <w:rsid w:val="00E953E6"/>
    <w:rsid w:val="00E95DC2"/>
    <w:rsid w:val="00EB0452"/>
    <w:rsid w:val="00EB582B"/>
    <w:rsid w:val="00EC0380"/>
    <w:rsid w:val="00EC3736"/>
    <w:rsid w:val="00EC78BE"/>
    <w:rsid w:val="00ED2228"/>
    <w:rsid w:val="00ED4D41"/>
    <w:rsid w:val="00EE4794"/>
    <w:rsid w:val="00EE52B4"/>
    <w:rsid w:val="00EF4A81"/>
    <w:rsid w:val="00F0082E"/>
    <w:rsid w:val="00F01CAF"/>
    <w:rsid w:val="00F2295C"/>
    <w:rsid w:val="00F50B8D"/>
    <w:rsid w:val="00F538E7"/>
    <w:rsid w:val="00F54C6B"/>
    <w:rsid w:val="00F743FB"/>
    <w:rsid w:val="00F769C9"/>
    <w:rsid w:val="00F8548B"/>
    <w:rsid w:val="00F8682B"/>
    <w:rsid w:val="00F86A94"/>
    <w:rsid w:val="00F91A86"/>
    <w:rsid w:val="00F94DA9"/>
    <w:rsid w:val="00F95317"/>
    <w:rsid w:val="00FA15D8"/>
    <w:rsid w:val="00FB0D22"/>
    <w:rsid w:val="00FC4E99"/>
    <w:rsid w:val="00FC5CF1"/>
    <w:rsid w:val="00FC5FDD"/>
    <w:rsid w:val="00FD74C6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B40B1-F330-4854-A3F2-CCFF4529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60</TotalTime>
  <Pages>1</Pages>
  <Words>170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Коровяковская</cp:lastModifiedBy>
  <cp:revision>25</cp:revision>
  <cp:lastPrinted>2024-05-13T07:10:00Z</cp:lastPrinted>
  <dcterms:created xsi:type="dcterms:W3CDTF">2022-11-30T05:35:00Z</dcterms:created>
  <dcterms:modified xsi:type="dcterms:W3CDTF">2024-05-13T07:10:00Z</dcterms:modified>
</cp:coreProperties>
</file>