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4C" w:rsidRPr="003B1016" w:rsidRDefault="0064494C" w:rsidP="0064494C">
      <w:pPr>
        <w:pStyle w:val="1"/>
        <w:ind w:left="426"/>
        <w:rPr>
          <w:sz w:val="16"/>
          <w:szCs w:val="16"/>
        </w:rPr>
      </w:pPr>
      <w:r>
        <w:rPr>
          <w:b w:val="0"/>
          <w:bCs w:val="0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-594995</wp:posOffset>
            </wp:positionV>
            <wp:extent cx="778510" cy="96774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494C" w:rsidRDefault="0064494C" w:rsidP="006449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ЧЕРЕПОВЕЦКОГО МУНИЦИПАЛЬНОГО РАЙОНА </w:t>
      </w:r>
    </w:p>
    <w:p w:rsidR="0064494C" w:rsidRDefault="0064494C" w:rsidP="0064494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64494C" w:rsidRDefault="0064494C" w:rsidP="0064494C">
      <w:pPr>
        <w:jc w:val="center"/>
        <w:rPr>
          <w:sz w:val="16"/>
          <w:szCs w:val="16"/>
        </w:rPr>
      </w:pPr>
    </w:p>
    <w:p w:rsidR="0064494C" w:rsidRDefault="0064494C" w:rsidP="006449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>
        <w:rPr>
          <w:sz w:val="28"/>
          <w:szCs w:val="28"/>
        </w:rPr>
        <w:br/>
        <w:t>РУКОВОДИТЕЛЯ АДМИНИСТРАЦИИ РАЙОНА</w:t>
      </w:r>
    </w:p>
    <w:p w:rsidR="0064494C" w:rsidRDefault="0064494C" w:rsidP="0064494C">
      <w:pPr>
        <w:jc w:val="center"/>
        <w:rPr>
          <w:sz w:val="16"/>
          <w:szCs w:val="16"/>
        </w:rPr>
      </w:pPr>
    </w:p>
    <w:p w:rsidR="0064494C" w:rsidRDefault="0064494C" w:rsidP="0064494C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С П О Р Я Ж Е Н И Е</w:t>
      </w:r>
    </w:p>
    <w:p w:rsidR="0064494C" w:rsidRDefault="0064494C" w:rsidP="0064494C">
      <w:pPr>
        <w:jc w:val="center"/>
        <w:rPr>
          <w:sz w:val="16"/>
          <w:szCs w:val="16"/>
        </w:rPr>
      </w:pPr>
    </w:p>
    <w:p w:rsidR="0064494C" w:rsidRDefault="0064494C" w:rsidP="0064494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03.10.2023                                                                                                  № 188</w:t>
      </w:r>
      <w:r w:rsidR="000D53F4">
        <w:rPr>
          <w:sz w:val="28"/>
          <w:szCs w:val="28"/>
        </w:rPr>
        <w:t>9</w:t>
      </w:r>
    </w:p>
    <w:p w:rsidR="0064494C" w:rsidRDefault="0064494C" w:rsidP="0064494C">
      <w:pPr>
        <w:jc w:val="center"/>
        <w:rPr>
          <w:sz w:val="16"/>
          <w:szCs w:val="16"/>
        </w:rPr>
      </w:pPr>
    </w:p>
    <w:p w:rsidR="0064494C" w:rsidRDefault="0064494C" w:rsidP="0064494C">
      <w:pPr>
        <w:jc w:val="center"/>
      </w:pPr>
      <w:r>
        <w:t>г. Череповец</w:t>
      </w:r>
    </w:p>
    <w:p w:rsidR="0070759F" w:rsidRPr="00957650" w:rsidRDefault="0070759F" w:rsidP="00BA2387">
      <w:pPr>
        <w:jc w:val="center"/>
        <w:rPr>
          <w:b/>
          <w:sz w:val="22"/>
          <w:szCs w:val="22"/>
        </w:rPr>
      </w:pPr>
    </w:p>
    <w:p w:rsidR="003B6E51" w:rsidRPr="000D53F4" w:rsidRDefault="00423A16" w:rsidP="00BA2387">
      <w:pPr>
        <w:jc w:val="center"/>
        <w:rPr>
          <w:b/>
          <w:sz w:val="28"/>
          <w:szCs w:val="28"/>
        </w:rPr>
      </w:pPr>
      <w:r w:rsidRPr="000D53F4">
        <w:rPr>
          <w:b/>
          <w:sz w:val="28"/>
          <w:szCs w:val="28"/>
        </w:rPr>
        <w:t xml:space="preserve">О </w:t>
      </w:r>
      <w:r w:rsidR="00BA2387" w:rsidRPr="000D53F4">
        <w:rPr>
          <w:b/>
          <w:sz w:val="28"/>
          <w:szCs w:val="28"/>
        </w:rPr>
        <w:t xml:space="preserve">назначении </w:t>
      </w:r>
      <w:r w:rsidR="00783974" w:rsidRPr="000D53F4">
        <w:rPr>
          <w:b/>
          <w:sz w:val="28"/>
          <w:szCs w:val="28"/>
        </w:rPr>
        <w:t>общественных обсуждений</w:t>
      </w:r>
      <w:r w:rsidR="00BA2387" w:rsidRPr="000D53F4">
        <w:rPr>
          <w:b/>
          <w:sz w:val="28"/>
          <w:szCs w:val="28"/>
        </w:rPr>
        <w:t xml:space="preserve"> </w:t>
      </w:r>
      <w:r w:rsidR="000F63DF" w:rsidRPr="000D53F4">
        <w:rPr>
          <w:b/>
          <w:sz w:val="28"/>
          <w:szCs w:val="28"/>
        </w:rPr>
        <w:t xml:space="preserve">по вопросу предоставления </w:t>
      </w:r>
    </w:p>
    <w:p w:rsidR="002C75A9" w:rsidRPr="000D53F4" w:rsidRDefault="000F63DF" w:rsidP="00AE4F80">
      <w:pPr>
        <w:jc w:val="center"/>
        <w:rPr>
          <w:b/>
          <w:sz w:val="28"/>
          <w:szCs w:val="28"/>
        </w:rPr>
      </w:pPr>
      <w:r w:rsidRPr="000D53F4">
        <w:rPr>
          <w:b/>
          <w:sz w:val="28"/>
          <w:szCs w:val="28"/>
        </w:rPr>
        <w:t xml:space="preserve">разрешения </w:t>
      </w:r>
      <w:r w:rsidR="002004A3" w:rsidRPr="000D53F4">
        <w:rPr>
          <w:b/>
          <w:sz w:val="28"/>
          <w:szCs w:val="28"/>
        </w:rPr>
        <w:t xml:space="preserve">на </w:t>
      </w:r>
      <w:r w:rsidR="00FD2578" w:rsidRPr="000D53F4">
        <w:rPr>
          <w:b/>
          <w:sz w:val="28"/>
          <w:szCs w:val="28"/>
        </w:rPr>
        <w:t xml:space="preserve">отклонение от предельных параметров разрешенного использования, реконструкции объектов капитального строительства </w:t>
      </w:r>
    </w:p>
    <w:p w:rsidR="00BA2387" w:rsidRPr="000D53F4" w:rsidRDefault="003B6E51" w:rsidP="002004A3">
      <w:pPr>
        <w:jc w:val="center"/>
        <w:rPr>
          <w:b/>
          <w:sz w:val="28"/>
          <w:szCs w:val="28"/>
        </w:rPr>
      </w:pPr>
      <w:r w:rsidRPr="000D53F4">
        <w:rPr>
          <w:b/>
          <w:sz w:val="28"/>
          <w:szCs w:val="28"/>
        </w:rPr>
        <w:t xml:space="preserve"> </w:t>
      </w:r>
    </w:p>
    <w:p w:rsidR="002213A4" w:rsidRPr="000D53F4" w:rsidRDefault="00D503F2" w:rsidP="000D53F4">
      <w:pPr>
        <w:ind w:firstLine="709"/>
        <w:jc w:val="both"/>
        <w:rPr>
          <w:sz w:val="28"/>
          <w:szCs w:val="28"/>
        </w:rPr>
      </w:pPr>
      <w:proofErr w:type="gramStart"/>
      <w:r w:rsidRPr="000D53F4">
        <w:rPr>
          <w:sz w:val="28"/>
          <w:szCs w:val="28"/>
        </w:rPr>
        <w:t>В соответствии со статьей 40</w:t>
      </w:r>
      <w:r w:rsidR="002C75A9" w:rsidRPr="000D53F4">
        <w:rPr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 w:rsidR="00F419EF" w:rsidRPr="000D53F4">
        <w:rPr>
          <w:sz w:val="28"/>
          <w:szCs w:val="28"/>
        </w:rPr>
        <w:t xml:space="preserve"> </w:t>
      </w:r>
      <w:r w:rsidR="002C75A9" w:rsidRPr="000D53F4">
        <w:rPr>
          <w:sz w:val="28"/>
          <w:szCs w:val="28"/>
        </w:rPr>
        <w:t>131-ФЗ «Об общих принципах организации местного самоуправления в Российской Федерации», на основании Устава Череповецкого муниципального района, решения Муниципального Собрания Череповецкого муниципального района от 24.05.2018 №</w:t>
      </w:r>
      <w:r w:rsidR="00DB42BB" w:rsidRPr="000D53F4">
        <w:rPr>
          <w:sz w:val="28"/>
          <w:szCs w:val="28"/>
        </w:rPr>
        <w:t xml:space="preserve"> </w:t>
      </w:r>
      <w:r w:rsidR="002C75A9" w:rsidRPr="000D53F4">
        <w:rPr>
          <w:sz w:val="28"/>
          <w:szCs w:val="28"/>
        </w:rPr>
        <w:t xml:space="preserve">450 «Об утверждении Положения о публичных слушаниях, общественных обсуждениях в Череповецком муниципальном районе», </w:t>
      </w:r>
      <w:r w:rsidR="002023DC" w:rsidRPr="000D53F4">
        <w:rPr>
          <w:sz w:val="28"/>
          <w:szCs w:val="28"/>
        </w:rPr>
        <w:t xml:space="preserve">заявления </w:t>
      </w:r>
      <w:proofErr w:type="spellStart"/>
      <w:r w:rsidR="00A20BAB" w:rsidRPr="000D53F4">
        <w:rPr>
          <w:sz w:val="28"/>
          <w:szCs w:val="28"/>
        </w:rPr>
        <w:t>Пленкиной</w:t>
      </w:r>
      <w:proofErr w:type="spellEnd"/>
      <w:r w:rsidR="00A20BAB" w:rsidRPr="000D53F4">
        <w:rPr>
          <w:sz w:val="28"/>
          <w:szCs w:val="28"/>
        </w:rPr>
        <w:t xml:space="preserve"> Светланы </w:t>
      </w:r>
      <w:proofErr w:type="spellStart"/>
      <w:r w:rsidR="00A20BAB" w:rsidRPr="000D53F4">
        <w:rPr>
          <w:sz w:val="28"/>
          <w:szCs w:val="28"/>
        </w:rPr>
        <w:t>Караевны</w:t>
      </w:r>
      <w:proofErr w:type="spellEnd"/>
      <w:r w:rsidR="00654E1E" w:rsidRPr="000D53F4">
        <w:rPr>
          <w:sz w:val="28"/>
          <w:szCs w:val="28"/>
        </w:rPr>
        <w:t xml:space="preserve"> </w:t>
      </w:r>
      <w:r w:rsidR="0013605A" w:rsidRPr="000D53F4">
        <w:rPr>
          <w:sz w:val="28"/>
          <w:szCs w:val="28"/>
        </w:rPr>
        <w:t>от</w:t>
      </w:r>
      <w:r w:rsidR="00E752B6" w:rsidRPr="000D53F4">
        <w:rPr>
          <w:sz w:val="28"/>
          <w:szCs w:val="28"/>
        </w:rPr>
        <w:t xml:space="preserve"> </w:t>
      </w:r>
      <w:r w:rsidR="00A20BAB" w:rsidRPr="000D53F4">
        <w:rPr>
          <w:sz w:val="28"/>
          <w:szCs w:val="28"/>
        </w:rPr>
        <w:t>25.09</w:t>
      </w:r>
      <w:r w:rsidR="00161586" w:rsidRPr="000D53F4">
        <w:rPr>
          <w:sz w:val="28"/>
          <w:szCs w:val="28"/>
        </w:rPr>
        <w:t>.2023</w:t>
      </w:r>
      <w:r w:rsidR="004E1B31" w:rsidRPr="000D53F4">
        <w:rPr>
          <w:sz w:val="28"/>
          <w:szCs w:val="28"/>
        </w:rPr>
        <w:t xml:space="preserve"> №</w:t>
      </w:r>
      <w:r w:rsidR="00B2397D" w:rsidRPr="000D53F4">
        <w:rPr>
          <w:sz w:val="28"/>
          <w:szCs w:val="28"/>
        </w:rPr>
        <w:t xml:space="preserve"> </w:t>
      </w:r>
      <w:r w:rsidR="00A20BAB" w:rsidRPr="000D53F4">
        <w:rPr>
          <w:sz w:val="28"/>
          <w:szCs w:val="28"/>
        </w:rPr>
        <w:t>1779</w:t>
      </w:r>
      <w:r w:rsidR="00C138EF" w:rsidRPr="000D53F4">
        <w:rPr>
          <w:sz w:val="28"/>
          <w:szCs w:val="28"/>
        </w:rPr>
        <w:t>/2</w:t>
      </w:r>
      <w:r w:rsidR="00B2397D" w:rsidRPr="000D53F4">
        <w:rPr>
          <w:sz w:val="28"/>
          <w:szCs w:val="28"/>
        </w:rPr>
        <w:t xml:space="preserve"> </w:t>
      </w:r>
      <w:proofErr w:type="gramEnd"/>
    </w:p>
    <w:p w:rsidR="00161586" w:rsidRPr="000D53F4" w:rsidRDefault="00DD24A7" w:rsidP="000D53F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0D53F4">
        <w:rPr>
          <w:sz w:val="28"/>
          <w:szCs w:val="28"/>
        </w:rPr>
        <w:t xml:space="preserve">Назначить </w:t>
      </w:r>
      <w:r w:rsidR="00783974" w:rsidRPr="000D53F4">
        <w:rPr>
          <w:sz w:val="28"/>
          <w:szCs w:val="28"/>
        </w:rPr>
        <w:t>общественные обсуждения</w:t>
      </w:r>
      <w:r w:rsidRPr="000D53F4">
        <w:rPr>
          <w:sz w:val="28"/>
          <w:szCs w:val="28"/>
        </w:rPr>
        <w:t xml:space="preserve"> по вопросу предоставления разрешения </w:t>
      </w:r>
      <w:r w:rsidR="00DB42BB" w:rsidRPr="000D53F4">
        <w:rPr>
          <w:sz w:val="28"/>
          <w:szCs w:val="28"/>
        </w:rPr>
        <w:t xml:space="preserve">на отклонение от предельных параметров разрешенного  использования, реконструкции объектов капитального строительства на </w:t>
      </w:r>
      <w:r w:rsidRPr="000D53F4">
        <w:rPr>
          <w:sz w:val="28"/>
          <w:szCs w:val="28"/>
        </w:rPr>
        <w:t>земельн</w:t>
      </w:r>
      <w:r w:rsidR="00DB42BB" w:rsidRPr="000D53F4">
        <w:rPr>
          <w:sz w:val="28"/>
          <w:szCs w:val="28"/>
        </w:rPr>
        <w:t>ом</w:t>
      </w:r>
      <w:r w:rsidRPr="000D53F4">
        <w:rPr>
          <w:sz w:val="28"/>
          <w:szCs w:val="28"/>
        </w:rPr>
        <w:t xml:space="preserve"> участ</w:t>
      </w:r>
      <w:r w:rsidR="001459DF" w:rsidRPr="000D53F4">
        <w:rPr>
          <w:sz w:val="28"/>
          <w:szCs w:val="28"/>
        </w:rPr>
        <w:t>к</w:t>
      </w:r>
      <w:r w:rsidR="00DB42BB" w:rsidRPr="000D53F4">
        <w:rPr>
          <w:sz w:val="28"/>
          <w:szCs w:val="28"/>
        </w:rPr>
        <w:t>е</w:t>
      </w:r>
      <w:r w:rsidR="00925B67" w:rsidRPr="000D53F4">
        <w:rPr>
          <w:sz w:val="28"/>
          <w:szCs w:val="28"/>
        </w:rPr>
        <w:t xml:space="preserve"> </w:t>
      </w:r>
      <w:r w:rsidR="004E1B31" w:rsidRPr="000D53F4">
        <w:rPr>
          <w:sz w:val="28"/>
          <w:szCs w:val="28"/>
        </w:rPr>
        <w:t>с</w:t>
      </w:r>
      <w:r w:rsidR="007A1E58" w:rsidRPr="000D53F4">
        <w:rPr>
          <w:sz w:val="28"/>
          <w:szCs w:val="28"/>
        </w:rPr>
        <w:t xml:space="preserve"> </w:t>
      </w:r>
      <w:r w:rsidR="004E1B31" w:rsidRPr="000D53F4">
        <w:rPr>
          <w:sz w:val="28"/>
          <w:szCs w:val="28"/>
        </w:rPr>
        <w:t>кадастровым номером 35:22:</w:t>
      </w:r>
      <w:r w:rsidR="00A20BAB" w:rsidRPr="000D53F4">
        <w:rPr>
          <w:sz w:val="28"/>
          <w:szCs w:val="28"/>
        </w:rPr>
        <w:t>0114008:409</w:t>
      </w:r>
      <w:r w:rsidR="004E1B31" w:rsidRPr="000D53F4">
        <w:rPr>
          <w:sz w:val="28"/>
          <w:szCs w:val="28"/>
        </w:rPr>
        <w:t xml:space="preserve">, общей площадью </w:t>
      </w:r>
      <w:r w:rsidR="00A20BAB" w:rsidRPr="000D53F4">
        <w:rPr>
          <w:sz w:val="28"/>
          <w:szCs w:val="28"/>
        </w:rPr>
        <w:t>531</w:t>
      </w:r>
      <w:r w:rsidR="004E1B31" w:rsidRPr="000D53F4">
        <w:rPr>
          <w:sz w:val="28"/>
          <w:szCs w:val="28"/>
        </w:rPr>
        <w:t xml:space="preserve"> кв.</w:t>
      </w:r>
      <w:r w:rsidR="00B2397D" w:rsidRPr="000D53F4">
        <w:rPr>
          <w:sz w:val="28"/>
          <w:szCs w:val="28"/>
        </w:rPr>
        <w:t xml:space="preserve"> </w:t>
      </w:r>
      <w:r w:rsidR="0026277F" w:rsidRPr="000D53F4">
        <w:rPr>
          <w:sz w:val="28"/>
          <w:szCs w:val="28"/>
        </w:rPr>
        <w:t>м,  расположенным</w:t>
      </w:r>
      <w:r w:rsidR="004E1B31" w:rsidRPr="000D53F4">
        <w:rPr>
          <w:sz w:val="28"/>
          <w:szCs w:val="28"/>
        </w:rPr>
        <w:t xml:space="preserve"> по адресу:</w:t>
      </w:r>
      <w:r w:rsidR="00C138EF" w:rsidRPr="000D53F4">
        <w:rPr>
          <w:sz w:val="28"/>
          <w:szCs w:val="28"/>
        </w:rPr>
        <w:t xml:space="preserve"> Вологодская область, Череповецкий район, </w:t>
      </w:r>
      <w:proofErr w:type="spellStart"/>
      <w:r w:rsidR="00A20BAB" w:rsidRPr="000D53F4">
        <w:rPr>
          <w:sz w:val="28"/>
          <w:szCs w:val="28"/>
        </w:rPr>
        <w:t>Нелазкое</w:t>
      </w:r>
      <w:proofErr w:type="spellEnd"/>
      <w:r w:rsidR="00161586" w:rsidRPr="000D53F4">
        <w:rPr>
          <w:sz w:val="28"/>
          <w:szCs w:val="28"/>
        </w:rPr>
        <w:t xml:space="preserve"> </w:t>
      </w:r>
      <w:r w:rsidR="00CD735F" w:rsidRPr="000D53F4">
        <w:rPr>
          <w:sz w:val="28"/>
          <w:szCs w:val="28"/>
        </w:rPr>
        <w:t>сельское поселение</w:t>
      </w:r>
      <w:r w:rsidR="00C138EF" w:rsidRPr="000D53F4">
        <w:rPr>
          <w:sz w:val="28"/>
          <w:szCs w:val="28"/>
        </w:rPr>
        <w:t xml:space="preserve">, </w:t>
      </w:r>
      <w:proofErr w:type="spellStart"/>
      <w:r w:rsidR="00A20BAB" w:rsidRPr="000D53F4">
        <w:rPr>
          <w:sz w:val="28"/>
          <w:szCs w:val="28"/>
        </w:rPr>
        <w:t>п</w:t>
      </w:r>
      <w:proofErr w:type="gramStart"/>
      <w:r w:rsidR="00A20BAB" w:rsidRPr="000D53F4">
        <w:rPr>
          <w:sz w:val="28"/>
          <w:szCs w:val="28"/>
        </w:rPr>
        <w:t>.А</w:t>
      </w:r>
      <w:proofErr w:type="gramEnd"/>
      <w:r w:rsidR="00A20BAB" w:rsidRPr="000D53F4">
        <w:rPr>
          <w:sz w:val="28"/>
          <w:szCs w:val="28"/>
        </w:rPr>
        <w:t>ндогский</w:t>
      </w:r>
      <w:proofErr w:type="spellEnd"/>
      <w:r w:rsidR="00A20BAB" w:rsidRPr="000D53F4">
        <w:rPr>
          <w:sz w:val="28"/>
          <w:szCs w:val="28"/>
        </w:rPr>
        <w:t xml:space="preserve">, </w:t>
      </w:r>
      <w:r w:rsidR="000D53F4">
        <w:rPr>
          <w:sz w:val="28"/>
          <w:szCs w:val="28"/>
        </w:rPr>
        <w:br/>
      </w:r>
      <w:r w:rsidR="00A20BAB" w:rsidRPr="000D53F4">
        <w:rPr>
          <w:sz w:val="28"/>
          <w:szCs w:val="28"/>
        </w:rPr>
        <w:t>ул. Бумажников, д.7</w:t>
      </w:r>
      <w:r w:rsidR="004E1B31" w:rsidRPr="000D53F4">
        <w:rPr>
          <w:sz w:val="28"/>
          <w:szCs w:val="28"/>
        </w:rPr>
        <w:t xml:space="preserve">, </w:t>
      </w:r>
      <w:r w:rsidR="00251B6F" w:rsidRPr="000D53F4">
        <w:rPr>
          <w:sz w:val="28"/>
          <w:szCs w:val="28"/>
        </w:rPr>
        <w:t xml:space="preserve"> в </w:t>
      </w:r>
      <w:r w:rsidR="00CD735F" w:rsidRPr="000D53F4">
        <w:rPr>
          <w:sz w:val="28"/>
          <w:szCs w:val="28"/>
        </w:rPr>
        <w:t xml:space="preserve">части </w:t>
      </w:r>
      <w:r w:rsidR="00161586" w:rsidRPr="000D53F4">
        <w:rPr>
          <w:sz w:val="28"/>
          <w:szCs w:val="28"/>
        </w:rPr>
        <w:t xml:space="preserve">увеличения предельного </w:t>
      </w:r>
      <w:r w:rsidR="00A20BAB" w:rsidRPr="000D53F4">
        <w:rPr>
          <w:sz w:val="28"/>
          <w:szCs w:val="28"/>
        </w:rPr>
        <w:t>процента застройки</w:t>
      </w:r>
      <w:r w:rsidR="00161586" w:rsidRPr="000D53F4">
        <w:rPr>
          <w:sz w:val="28"/>
          <w:szCs w:val="28"/>
        </w:rPr>
        <w:t xml:space="preserve"> земельного участка с кадастровым номером 35:22:</w:t>
      </w:r>
      <w:r w:rsidR="00A20BAB" w:rsidRPr="000D53F4">
        <w:rPr>
          <w:sz w:val="28"/>
          <w:szCs w:val="28"/>
        </w:rPr>
        <w:t>0114008:409</w:t>
      </w:r>
      <w:r w:rsidR="00514B1F" w:rsidRPr="000D53F4">
        <w:rPr>
          <w:sz w:val="28"/>
          <w:szCs w:val="28"/>
        </w:rPr>
        <w:t xml:space="preserve"> </w:t>
      </w:r>
      <w:r w:rsidR="00161586" w:rsidRPr="000D53F4">
        <w:rPr>
          <w:sz w:val="28"/>
          <w:szCs w:val="28"/>
        </w:rPr>
        <w:t xml:space="preserve">до </w:t>
      </w:r>
      <w:r w:rsidR="00B957D4" w:rsidRPr="000D53F4">
        <w:rPr>
          <w:sz w:val="28"/>
          <w:szCs w:val="28"/>
        </w:rPr>
        <w:t xml:space="preserve">46 </w:t>
      </w:r>
      <w:r w:rsidR="00A20BAB" w:rsidRPr="000D53F4">
        <w:rPr>
          <w:sz w:val="28"/>
          <w:szCs w:val="28"/>
        </w:rPr>
        <w:t>%</w:t>
      </w:r>
      <w:r w:rsidR="00B957D4" w:rsidRPr="000D53F4">
        <w:rPr>
          <w:sz w:val="28"/>
          <w:szCs w:val="28"/>
        </w:rPr>
        <w:t xml:space="preserve"> и в части установления минимального отступа со стороны красных линий до 0 м в целях допустимого размещения объекта капитального строительства с кадастровым номером 35:22:0114008:580</w:t>
      </w:r>
      <w:r w:rsidR="00161586" w:rsidRPr="000D53F4">
        <w:rPr>
          <w:sz w:val="28"/>
          <w:szCs w:val="28"/>
        </w:rPr>
        <w:t>.</w:t>
      </w:r>
    </w:p>
    <w:p w:rsidR="0061677A" w:rsidRPr="000D53F4" w:rsidRDefault="00B509BF" w:rsidP="000D53F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proofErr w:type="gramStart"/>
      <w:r w:rsidRPr="000D53F4">
        <w:rPr>
          <w:sz w:val="28"/>
          <w:szCs w:val="28"/>
        </w:rPr>
        <w:t xml:space="preserve">В целях информирования населения организовать экспозицию проекта </w:t>
      </w:r>
      <w:r w:rsidR="007A0BD4" w:rsidRPr="000D53F4">
        <w:rPr>
          <w:sz w:val="28"/>
          <w:szCs w:val="28"/>
        </w:rPr>
        <w:t>распоряжения</w:t>
      </w:r>
      <w:r w:rsidR="003417D5" w:rsidRPr="000D53F4">
        <w:rPr>
          <w:sz w:val="28"/>
          <w:szCs w:val="28"/>
        </w:rPr>
        <w:t xml:space="preserve"> первого заместителя руководителя </w:t>
      </w:r>
      <w:r w:rsidRPr="000D53F4">
        <w:rPr>
          <w:sz w:val="28"/>
          <w:szCs w:val="28"/>
        </w:rPr>
        <w:t>администрации района «О предоставлении</w:t>
      </w:r>
      <w:r w:rsidR="00F419EF" w:rsidRPr="000D53F4">
        <w:rPr>
          <w:sz w:val="28"/>
          <w:szCs w:val="28"/>
        </w:rPr>
        <w:t xml:space="preserve"> разрешения на отклонение от предельных параметров разрешенного использования, реконструкции объектов капитального строительства</w:t>
      </w:r>
      <w:r w:rsidRPr="000D53F4">
        <w:rPr>
          <w:sz w:val="28"/>
          <w:szCs w:val="28"/>
        </w:rPr>
        <w:t xml:space="preserve">» с </w:t>
      </w:r>
      <w:r w:rsidR="00A20BAB" w:rsidRPr="000D53F4">
        <w:rPr>
          <w:sz w:val="28"/>
          <w:szCs w:val="28"/>
        </w:rPr>
        <w:t>16.10</w:t>
      </w:r>
      <w:r w:rsidR="00CD735F" w:rsidRPr="000D53F4">
        <w:rPr>
          <w:sz w:val="28"/>
          <w:szCs w:val="28"/>
        </w:rPr>
        <w:t>.2023</w:t>
      </w:r>
      <w:r w:rsidRPr="000D53F4">
        <w:rPr>
          <w:sz w:val="28"/>
          <w:szCs w:val="28"/>
        </w:rPr>
        <w:t xml:space="preserve"> по </w:t>
      </w:r>
      <w:r w:rsidR="00A20BAB" w:rsidRPr="000D53F4">
        <w:rPr>
          <w:sz w:val="28"/>
          <w:szCs w:val="28"/>
        </w:rPr>
        <w:t>27.10</w:t>
      </w:r>
      <w:r w:rsidR="00CD735F" w:rsidRPr="000D53F4">
        <w:rPr>
          <w:sz w:val="28"/>
          <w:szCs w:val="28"/>
        </w:rPr>
        <w:t>.2023</w:t>
      </w:r>
      <w:r w:rsidRPr="000D53F4">
        <w:rPr>
          <w:sz w:val="28"/>
          <w:szCs w:val="28"/>
        </w:rPr>
        <w:t xml:space="preserve"> в здании администрации Череповецкого муниципального района по адресу: </w:t>
      </w:r>
      <w:r w:rsidR="000D53F4">
        <w:rPr>
          <w:sz w:val="28"/>
          <w:szCs w:val="28"/>
        </w:rPr>
        <w:br/>
      </w:r>
      <w:r w:rsidRPr="000D53F4">
        <w:rPr>
          <w:sz w:val="28"/>
          <w:szCs w:val="28"/>
        </w:rPr>
        <w:t>г. Череповец, ул. Первомайска</w:t>
      </w:r>
      <w:r w:rsidR="0026277F" w:rsidRPr="000D53F4">
        <w:rPr>
          <w:sz w:val="28"/>
          <w:szCs w:val="28"/>
        </w:rPr>
        <w:t>я, д. 5</w:t>
      </w:r>
      <w:r w:rsidR="0007323F" w:rsidRPr="000D53F4">
        <w:rPr>
          <w:sz w:val="28"/>
          <w:szCs w:val="28"/>
        </w:rPr>
        <w:t>8</w:t>
      </w:r>
      <w:r w:rsidR="0026277F" w:rsidRPr="000D53F4">
        <w:rPr>
          <w:sz w:val="28"/>
          <w:szCs w:val="28"/>
        </w:rPr>
        <w:t>, а</w:t>
      </w:r>
      <w:r w:rsidR="00A92341" w:rsidRPr="000D53F4">
        <w:rPr>
          <w:sz w:val="28"/>
          <w:szCs w:val="28"/>
        </w:rPr>
        <w:t xml:space="preserve"> также в здании А</w:t>
      </w:r>
      <w:r w:rsidR="00251B6F" w:rsidRPr="000D53F4">
        <w:rPr>
          <w:sz w:val="28"/>
          <w:szCs w:val="28"/>
        </w:rPr>
        <w:t xml:space="preserve">дминистрации </w:t>
      </w:r>
      <w:proofErr w:type="spellStart"/>
      <w:r w:rsidR="00A20BAB" w:rsidRPr="000D53F4">
        <w:rPr>
          <w:sz w:val="28"/>
          <w:szCs w:val="28"/>
        </w:rPr>
        <w:t>Нелазского</w:t>
      </w:r>
      <w:proofErr w:type="spellEnd"/>
      <w:r w:rsidR="00161586" w:rsidRPr="000D53F4">
        <w:rPr>
          <w:sz w:val="28"/>
          <w:szCs w:val="28"/>
        </w:rPr>
        <w:t xml:space="preserve"> </w:t>
      </w:r>
      <w:r w:rsidR="00251B6F" w:rsidRPr="000D53F4">
        <w:rPr>
          <w:sz w:val="28"/>
          <w:szCs w:val="28"/>
        </w:rPr>
        <w:t xml:space="preserve">сельского поселения по адресу: </w:t>
      </w:r>
      <w:r w:rsidR="00514B1F" w:rsidRPr="000D53F4">
        <w:rPr>
          <w:sz w:val="28"/>
          <w:szCs w:val="28"/>
        </w:rPr>
        <w:t>16267</w:t>
      </w:r>
      <w:r w:rsidR="00A20BAB" w:rsidRPr="000D53F4">
        <w:rPr>
          <w:sz w:val="28"/>
          <w:szCs w:val="28"/>
        </w:rPr>
        <w:t>5</w:t>
      </w:r>
      <w:r w:rsidR="00514B1F" w:rsidRPr="000D53F4">
        <w:rPr>
          <w:sz w:val="28"/>
          <w:szCs w:val="28"/>
        </w:rPr>
        <w:t xml:space="preserve">, </w:t>
      </w:r>
      <w:r w:rsidR="00671029" w:rsidRPr="000D53F4">
        <w:rPr>
          <w:sz w:val="28"/>
          <w:szCs w:val="28"/>
        </w:rPr>
        <w:t>д</w:t>
      </w:r>
      <w:r w:rsidR="00514B1F" w:rsidRPr="000D53F4">
        <w:rPr>
          <w:sz w:val="28"/>
          <w:szCs w:val="28"/>
        </w:rPr>
        <w:t xml:space="preserve">. </w:t>
      </w:r>
      <w:proofErr w:type="spellStart"/>
      <w:r w:rsidR="00A20BAB" w:rsidRPr="000D53F4">
        <w:rPr>
          <w:sz w:val="28"/>
          <w:szCs w:val="28"/>
        </w:rPr>
        <w:t>Шулма</w:t>
      </w:r>
      <w:proofErr w:type="spellEnd"/>
      <w:r w:rsidR="00514B1F" w:rsidRPr="000D53F4">
        <w:rPr>
          <w:sz w:val="28"/>
          <w:szCs w:val="28"/>
        </w:rPr>
        <w:t xml:space="preserve">, </w:t>
      </w:r>
      <w:r w:rsidR="000D53F4">
        <w:rPr>
          <w:sz w:val="28"/>
          <w:szCs w:val="28"/>
        </w:rPr>
        <w:br/>
      </w:r>
      <w:r w:rsidR="00514B1F" w:rsidRPr="000D53F4">
        <w:rPr>
          <w:sz w:val="28"/>
          <w:szCs w:val="28"/>
        </w:rPr>
        <w:t xml:space="preserve">ул. </w:t>
      </w:r>
      <w:r w:rsidR="00A20BAB" w:rsidRPr="000D53F4">
        <w:rPr>
          <w:sz w:val="28"/>
          <w:szCs w:val="28"/>
        </w:rPr>
        <w:t>Центральная</w:t>
      </w:r>
      <w:proofErr w:type="gramEnd"/>
      <w:r w:rsidR="00A20BAB" w:rsidRPr="000D53F4">
        <w:rPr>
          <w:sz w:val="28"/>
          <w:szCs w:val="28"/>
        </w:rPr>
        <w:t>, д. 15</w:t>
      </w:r>
      <w:r w:rsidR="00514B1F" w:rsidRPr="000D53F4">
        <w:rPr>
          <w:sz w:val="28"/>
          <w:szCs w:val="28"/>
        </w:rPr>
        <w:t xml:space="preserve">.  Часы работы экспозиции: понедельник, вторник, </w:t>
      </w:r>
      <w:r w:rsidR="00514B1F" w:rsidRPr="000D53F4">
        <w:rPr>
          <w:sz w:val="28"/>
          <w:szCs w:val="28"/>
        </w:rPr>
        <w:lastRenderedPageBreak/>
        <w:t>среда, четверг, пятница с 09:</w:t>
      </w:r>
      <w:r w:rsidR="00671029" w:rsidRPr="000D53F4">
        <w:rPr>
          <w:sz w:val="28"/>
          <w:szCs w:val="28"/>
        </w:rPr>
        <w:t>00 до 12:30  и с 13:30 до 16:00,</w:t>
      </w:r>
      <w:r w:rsidR="00514B1F" w:rsidRPr="000D53F4">
        <w:rPr>
          <w:sz w:val="28"/>
          <w:szCs w:val="28"/>
        </w:rPr>
        <w:t xml:space="preserve"> </w:t>
      </w:r>
      <w:r w:rsidR="00671029" w:rsidRPr="000D53F4">
        <w:rPr>
          <w:sz w:val="28"/>
          <w:szCs w:val="28"/>
        </w:rPr>
        <w:t>и</w:t>
      </w:r>
      <w:r w:rsidR="00514B1F" w:rsidRPr="000D53F4">
        <w:rPr>
          <w:sz w:val="28"/>
          <w:szCs w:val="28"/>
        </w:rPr>
        <w:t xml:space="preserve"> на официальном сайте Череповецкого муниципального района в информационно-телекоммуникационной сети «Интернет» в разделе </w:t>
      </w:r>
      <w:r w:rsidR="00CE6BC4" w:rsidRPr="000D53F4">
        <w:rPr>
          <w:sz w:val="28"/>
          <w:szCs w:val="28"/>
        </w:rPr>
        <w:t>в разделе «Деятельност</w:t>
      </w:r>
      <w:proofErr w:type="gramStart"/>
      <w:r w:rsidR="00CE6BC4" w:rsidRPr="000D53F4">
        <w:rPr>
          <w:sz w:val="28"/>
          <w:szCs w:val="28"/>
        </w:rPr>
        <w:t>ь-</w:t>
      </w:r>
      <w:proofErr w:type="gramEnd"/>
      <w:r w:rsidR="00CE6BC4" w:rsidRPr="000D53F4">
        <w:rPr>
          <w:sz w:val="28"/>
          <w:szCs w:val="28"/>
        </w:rPr>
        <w:t xml:space="preserve"> направление деятельности – общественные обсуждения»</w:t>
      </w:r>
      <w:r w:rsidR="00EC3624" w:rsidRPr="000D53F4">
        <w:rPr>
          <w:sz w:val="28"/>
          <w:szCs w:val="28"/>
        </w:rPr>
        <w:t>.</w:t>
      </w:r>
    </w:p>
    <w:p w:rsidR="0061677A" w:rsidRPr="000D53F4" w:rsidRDefault="00CE6BC4" w:rsidP="000D53F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0D53F4">
        <w:rPr>
          <w:sz w:val="28"/>
          <w:szCs w:val="28"/>
        </w:rPr>
        <w:t xml:space="preserve">Прием предложений и замечаний заинтересованных лиц, касающихся рассматриваемого Проекта, для включения их в протокол общественных обсуждений осуществляется путем направления в письменной форме или в форме электронного документа  по адресу: Вологодская область, </w:t>
      </w:r>
      <w:proofErr w:type="gramStart"/>
      <w:r w:rsidRPr="000D53F4">
        <w:rPr>
          <w:sz w:val="28"/>
          <w:szCs w:val="28"/>
        </w:rPr>
        <w:t>г</w:t>
      </w:r>
      <w:proofErr w:type="gramEnd"/>
      <w:r w:rsidRPr="000D53F4">
        <w:rPr>
          <w:sz w:val="28"/>
          <w:szCs w:val="28"/>
        </w:rPr>
        <w:t xml:space="preserve">. Череповец, ул. Первомайская, д. 58, </w:t>
      </w:r>
      <w:proofErr w:type="spellStart"/>
      <w:r w:rsidRPr="000D53F4">
        <w:rPr>
          <w:sz w:val="28"/>
          <w:szCs w:val="28"/>
        </w:rPr>
        <w:t>каб</w:t>
      </w:r>
      <w:proofErr w:type="spellEnd"/>
      <w:r w:rsidRPr="000D53F4">
        <w:rPr>
          <w:sz w:val="28"/>
          <w:szCs w:val="28"/>
        </w:rPr>
        <w:t xml:space="preserve">. 103, а также на адрес электронной почты: uaig@cherra.ru и посредством записи в книге (журнале) учета посетителей экспозиции Проекта, находящейся в Администрации </w:t>
      </w:r>
      <w:proofErr w:type="spellStart"/>
      <w:r w:rsidRPr="000D53F4">
        <w:rPr>
          <w:sz w:val="28"/>
          <w:szCs w:val="28"/>
        </w:rPr>
        <w:t>Нелазского</w:t>
      </w:r>
      <w:proofErr w:type="spellEnd"/>
      <w:r w:rsidRPr="000D53F4">
        <w:rPr>
          <w:sz w:val="28"/>
          <w:szCs w:val="28"/>
        </w:rPr>
        <w:t xml:space="preserve"> сельского поселения по 27.10.2023 года включительно</w:t>
      </w:r>
      <w:r w:rsidR="00E752B6" w:rsidRPr="000D53F4">
        <w:rPr>
          <w:sz w:val="28"/>
          <w:szCs w:val="28"/>
        </w:rPr>
        <w:t>.</w:t>
      </w:r>
    </w:p>
    <w:p w:rsidR="0061677A" w:rsidRPr="000D53F4" w:rsidRDefault="00DD24A7" w:rsidP="000D53F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0D53F4">
        <w:rPr>
          <w:sz w:val="28"/>
          <w:szCs w:val="28"/>
        </w:rPr>
        <w:t xml:space="preserve">Установить срок проведения </w:t>
      </w:r>
      <w:r w:rsidR="00796E3F" w:rsidRPr="000D53F4">
        <w:rPr>
          <w:sz w:val="28"/>
          <w:szCs w:val="28"/>
        </w:rPr>
        <w:t>общественных обсуждений</w:t>
      </w:r>
      <w:r w:rsidRPr="000D53F4">
        <w:rPr>
          <w:sz w:val="28"/>
          <w:szCs w:val="28"/>
        </w:rPr>
        <w:t xml:space="preserve"> с момента оповещения жителей сельского поселения о времени и месте их проведения до дня опубликования заключения о результатах </w:t>
      </w:r>
      <w:r w:rsidR="00796E3F" w:rsidRPr="000D53F4">
        <w:rPr>
          <w:sz w:val="28"/>
          <w:szCs w:val="28"/>
        </w:rPr>
        <w:t xml:space="preserve">общественных </w:t>
      </w:r>
      <w:r w:rsidR="00E36D4C" w:rsidRPr="000D53F4">
        <w:rPr>
          <w:sz w:val="28"/>
          <w:szCs w:val="28"/>
        </w:rPr>
        <w:t>обсуждений</w:t>
      </w:r>
      <w:r w:rsidRPr="000D53F4">
        <w:rPr>
          <w:sz w:val="28"/>
          <w:szCs w:val="28"/>
        </w:rPr>
        <w:t xml:space="preserve"> – не более одного месяца.</w:t>
      </w:r>
    </w:p>
    <w:p w:rsidR="002C75A9" w:rsidRPr="000D53F4" w:rsidRDefault="002C75A9" w:rsidP="000D53F4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0D53F4">
        <w:rPr>
          <w:sz w:val="28"/>
          <w:szCs w:val="28"/>
        </w:rPr>
        <w:t xml:space="preserve">Опубликовать настоящее </w:t>
      </w:r>
      <w:r w:rsidR="00840CBD" w:rsidRPr="000D53F4">
        <w:rPr>
          <w:sz w:val="28"/>
          <w:szCs w:val="28"/>
        </w:rPr>
        <w:t>распоряжение</w:t>
      </w:r>
      <w:r w:rsidR="003417D5" w:rsidRPr="000D53F4">
        <w:rPr>
          <w:sz w:val="28"/>
          <w:szCs w:val="28"/>
        </w:rPr>
        <w:t xml:space="preserve"> </w:t>
      </w:r>
      <w:r w:rsidRPr="000D53F4">
        <w:rPr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в информационно-телекоммуникационной сети </w:t>
      </w:r>
      <w:r w:rsidR="002213A4" w:rsidRPr="000D53F4">
        <w:rPr>
          <w:sz w:val="28"/>
          <w:szCs w:val="28"/>
        </w:rPr>
        <w:t>«</w:t>
      </w:r>
      <w:r w:rsidRPr="000D53F4">
        <w:rPr>
          <w:sz w:val="28"/>
          <w:szCs w:val="28"/>
        </w:rPr>
        <w:t>Интернет</w:t>
      </w:r>
      <w:r w:rsidR="002213A4" w:rsidRPr="000D53F4">
        <w:rPr>
          <w:sz w:val="28"/>
          <w:szCs w:val="28"/>
        </w:rPr>
        <w:t>»</w:t>
      </w:r>
      <w:r w:rsidRPr="000D53F4">
        <w:rPr>
          <w:sz w:val="28"/>
          <w:szCs w:val="28"/>
        </w:rPr>
        <w:t>.</w:t>
      </w:r>
    </w:p>
    <w:p w:rsidR="00DD24A7" w:rsidRPr="000D53F4" w:rsidRDefault="00DD24A7" w:rsidP="00EC3624">
      <w:pPr>
        <w:ind w:firstLine="709"/>
        <w:jc w:val="both"/>
        <w:rPr>
          <w:sz w:val="28"/>
          <w:szCs w:val="28"/>
        </w:rPr>
      </w:pPr>
    </w:p>
    <w:p w:rsidR="00CC153B" w:rsidRPr="000D53F4" w:rsidRDefault="00CC153B" w:rsidP="00EC3624">
      <w:pPr>
        <w:ind w:firstLine="709"/>
        <w:jc w:val="both"/>
        <w:rPr>
          <w:sz w:val="28"/>
          <w:szCs w:val="28"/>
        </w:rPr>
      </w:pPr>
    </w:p>
    <w:p w:rsidR="0061677A" w:rsidRPr="000D53F4" w:rsidRDefault="0061677A" w:rsidP="00EC3624">
      <w:pPr>
        <w:ind w:firstLine="709"/>
        <w:jc w:val="both"/>
        <w:rPr>
          <w:sz w:val="28"/>
          <w:szCs w:val="28"/>
        </w:rPr>
      </w:pPr>
    </w:p>
    <w:p w:rsidR="007A0BD4" w:rsidRPr="000D53F4" w:rsidRDefault="007A0BD4" w:rsidP="005D7357">
      <w:pPr>
        <w:rPr>
          <w:sz w:val="28"/>
          <w:szCs w:val="28"/>
        </w:rPr>
      </w:pPr>
      <w:r w:rsidRPr="000D53F4">
        <w:rPr>
          <w:sz w:val="28"/>
          <w:szCs w:val="28"/>
        </w:rPr>
        <w:t>Первый заместитель</w:t>
      </w:r>
    </w:p>
    <w:p w:rsidR="00C75FE3" w:rsidRPr="000D53F4" w:rsidRDefault="007A0BD4" w:rsidP="005D7357">
      <w:pPr>
        <w:rPr>
          <w:sz w:val="28"/>
          <w:szCs w:val="28"/>
        </w:rPr>
      </w:pPr>
      <w:r w:rsidRPr="000D53F4">
        <w:rPr>
          <w:sz w:val="28"/>
          <w:szCs w:val="28"/>
        </w:rPr>
        <w:t xml:space="preserve">руководителя </w:t>
      </w:r>
      <w:r w:rsidR="005D7357" w:rsidRPr="000D53F4">
        <w:rPr>
          <w:sz w:val="28"/>
          <w:szCs w:val="28"/>
        </w:rPr>
        <w:t xml:space="preserve">администрации района                          </w:t>
      </w:r>
      <w:r w:rsidR="00C3201D" w:rsidRPr="000D53F4">
        <w:rPr>
          <w:sz w:val="28"/>
          <w:szCs w:val="28"/>
        </w:rPr>
        <w:t xml:space="preserve">             </w:t>
      </w:r>
      <w:r w:rsidR="005D7357" w:rsidRPr="000D53F4">
        <w:rPr>
          <w:sz w:val="28"/>
          <w:szCs w:val="28"/>
        </w:rPr>
        <w:t xml:space="preserve">  </w:t>
      </w:r>
      <w:r w:rsidRPr="000D53F4">
        <w:rPr>
          <w:sz w:val="28"/>
          <w:szCs w:val="28"/>
        </w:rPr>
        <w:t>А.Н. Акулинин</w:t>
      </w:r>
    </w:p>
    <w:sectPr w:rsidR="00C75FE3" w:rsidRPr="000D53F4" w:rsidSect="0064494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30" w:rsidRDefault="008D3930" w:rsidP="000D53F4">
      <w:r>
        <w:separator/>
      </w:r>
    </w:p>
  </w:endnote>
  <w:endnote w:type="continuationSeparator" w:id="0">
    <w:p w:rsidR="008D3930" w:rsidRDefault="008D3930" w:rsidP="000D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30" w:rsidRDefault="008D3930" w:rsidP="000D53F4">
      <w:r>
        <w:separator/>
      </w:r>
    </w:p>
  </w:footnote>
  <w:footnote w:type="continuationSeparator" w:id="0">
    <w:p w:rsidR="008D3930" w:rsidRDefault="008D3930" w:rsidP="000D5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7652"/>
      <w:docPartObj>
        <w:docPartGallery w:val="Page Numbers (Top of Page)"/>
        <w:docPartUnique/>
      </w:docPartObj>
    </w:sdtPr>
    <w:sdtContent>
      <w:p w:rsidR="000D53F4" w:rsidRDefault="000D53F4">
        <w:pPr>
          <w:pStyle w:val="a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D53F4" w:rsidRDefault="000D53F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921251"/>
    <w:multiLevelType w:val="hybridMultilevel"/>
    <w:tmpl w:val="DA686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C28AB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F2C40"/>
    <w:multiLevelType w:val="multilevel"/>
    <w:tmpl w:val="CD84D8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181E74"/>
    <w:multiLevelType w:val="hybridMultilevel"/>
    <w:tmpl w:val="AB1CF75E"/>
    <w:lvl w:ilvl="0" w:tplc="8B7EC1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E50A1"/>
    <w:multiLevelType w:val="hybridMultilevel"/>
    <w:tmpl w:val="939A0594"/>
    <w:lvl w:ilvl="0" w:tplc="75BC3A6A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9F21929"/>
    <w:multiLevelType w:val="multilevel"/>
    <w:tmpl w:val="F4B67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0718"/>
    <w:rsid w:val="000035EF"/>
    <w:rsid w:val="00011670"/>
    <w:rsid w:val="00013219"/>
    <w:rsid w:val="000140D4"/>
    <w:rsid w:val="0002114B"/>
    <w:rsid w:val="000218ED"/>
    <w:rsid w:val="0002261A"/>
    <w:rsid w:val="00041532"/>
    <w:rsid w:val="00045854"/>
    <w:rsid w:val="00056F50"/>
    <w:rsid w:val="000614F1"/>
    <w:rsid w:val="0006604E"/>
    <w:rsid w:val="0007323F"/>
    <w:rsid w:val="00073978"/>
    <w:rsid w:val="00082253"/>
    <w:rsid w:val="00084574"/>
    <w:rsid w:val="00086197"/>
    <w:rsid w:val="000872F8"/>
    <w:rsid w:val="00092FD0"/>
    <w:rsid w:val="00094705"/>
    <w:rsid w:val="000947DD"/>
    <w:rsid w:val="000973D2"/>
    <w:rsid w:val="000A4DDC"/>
    <w:rsid w:val="000B5DA5"/>
    <w:rsid w:val="000C1770"/>
    <w:rsid w:val="000D2691"/>
    <w:rsid w:val="000D53F4"/>
    <w:rsid w:val="000E15FB"/>
    <w:rsid w:val="000E1923"/>
    <w:rsid w:val="000E4B49"/>
    <w:rsid w:val="000E7476"/>
    <w:rsid w:val="000F48FD"/>
    <w:rsid w:val="000F5C14"/>
    <w:rsid w:val="000F63DF"/>
    <w:rsid w:val="0011031C"/>
    <w:rsid w:val="00113550"/>
    <w:rsid w:val="00117203"/>
    <w:rsid w:val="00124C3E"/>
    <w:rsid w:val="00127757"/>
    <w:rsid w:val="00132DEA"/>
    <w:rsid w:val="00132E3E"/>
    <w:rsid w:val="0013605A"/>
    <w:rsid w:val="00143645"/>
    <w:rsid w:val="001459DF"/>
    <w:rsid w:val="001474F2"/>
    <w:rsid w:val="0015056B"/>
    <w:rsid w:val="001550BD"/>
    <w:rsid w:val="00155926"/>
    <w:rsid w:val="00161286"/>
    <w:rsid w:val="00161586"/>
    <w:rsid w:val="00165BD9"/>
    <w:rsid w:val="0017069B"/>
    <w:rsid w:val="0017352E"/>
    <w:rsid w:val="00173B51"/>
    <w:rsid w:val="00176729"/>
    <w:rsid w:val="00190124"/>
    <w:rsid w:val="001907D7"/>
    <w:rsid w:val="00194EFB"/>
    <w:rsid w:val="00197CC8"/>
    <w:rsid w:val="001A089A"/>
    <w:rsid w:val="001A55A3"/>
    <w:rsid w:val="001A5603"/>
    <w:rsid w:val="001B0203"/>
    <w:rsid w:val="001B1783"/>
    <w:rsid w:val="001B34E9"/>
    <w:rsid w:val="001B3E57"/>
    <w:rsid w:val="001B3F10"/>
    <w:rsid w:val="001B4D53"/>
    <w:rsid w:val="001B66FA"/>
    <w:rsid w:val="001B7DC3"/>
    <w:rsid w:val="001C3570"/>
    <w:rsid w:val="001C4F55"/>
    <w:rsid w:val="001C7B05"/>
    <w:rsid w:val="001E05C2"/>
    <w:rsid w:val="001E3BA7"/>
    <w:rsid w:val="001E4A60"/>
    <w:rsid w:val="001E4FBC"/>
    <w:rsid w:val="001E5480"/>
    <w:rsid w:val="002004A3"/>
    <w:rsid w:val="00200F5A"/>
    <w:rsid w:val="0020232D"/>
    <w:rsid w:val="002023DC"/>
    <w:rsid w:val="00203F9B"/>
    <w:rsid w:val="0021391E"/>
    <w:rsid w:val="00213F2E"/>
    <w:rsid w:val="002213A4"/>
    <w:rsid w:val="00222B2B"/>
    <w:rsid w:val="00225BFE"/>
    <w:rsid w:val="002268AF"/>
    <w:rsid w:val="002323E9"/>
    <w:rsid w:val="00235EEE"/>
    <w:rsid w:val="00237654"/>
    <w:rsid w:val="00240434"/>
    <w:rsid w:val="00251B6F"/>
    <w:rsid w:val="002621CA"/>
    <w:rsid w:val="002625E3"/>
    <w:rsid w:val="0026277F"/>
    <w:rsid w:val="00263548"/>
    <w:rsid w:val="00263725"/>
    <w:rsid w:val="002675AF"/>
    <w:rsid w:val="00271044"/>
    <w:rsid w:val="00272FBD"/>
    <w:rsid w:val="00275B96"/>
    <w:rsid w:val="00280404"/>
    <w:rsid w:val="00286D53"/>
    <w:rsid w:val="00292FCE"/>
    <w:rsid w:val="002962BB"/>
    <w:rsid w:val="002A24A7"/>
    <w:rsid w:val="002A30FE"/>
    <w:rsid w:val="002A690C"/>
    <w:rsid w:val="002A6ACC"/>
    <w:rsid w:val="002B1FE9"/>
    <w:rsid w:val="002C75A9"/>
    <w:rsid w:val="002D5183"/>
    <w:rsid w:val="002E00D9"/>
    <w:rsid w:val="002E65BC"/>
    <w:rsid w:val="002E73B3"/>
    <w:rsid w:val="002F3BF5"/>
    <w:rsid w:val="003054ED"/>
    <w:rsid w:val="00314C85"/>
    <w:rsid w:val="0032112D"/>
    <w:rsid w:val="00323864"/>
    <w:rsid w:val="00326AC4"/>
    <w:rsid w:val="0033006C"/>
    <w:rsid w:val="00336A36"/>
    <w:rsid w:val="003417D5"/>
    <w:rsid w:val="00351EDA"/>
    <w:rsid w:val="00352FC1"/>
    <w:rsid w:val="00361194"/>
    <w:rsid w:val="00361A64"/>
    <w:rsid w:val="003622E8"/>
    <w:rsid w:val="00377F1A"/>
    <w:rsid w:val="00380B51"/>
    <w:rsid w:val="003959F2"/>
    <w:rsid w:val="003968AD"/>
    <w:rsid w:val="003A70DB"/>
    <w:rsid w:val="003B346C"/>
    <w:rsid w:val="003B6E51"/>
    <w:rsid w:val="003B768D"/>
    <w:rsid w:val="003C0020"/>
    <w:rsid w:val="003C414A"/>
    <w:rsid w:val="003E527B"/>
    <w:rsid w:val="003E6354"/>
    <w:rsid w:val="003E775E"/>
    <w:rsid w:val="003F21C7"/>
    <w:rsid w:val="003F39B2"/>
    <w:rsid w:val="003F4E90"/>
    <w:rsid w:val="003F676F"/>
    <w:rsid w:val="0040173C"/>
    <w:rsid w:val="0040344B"/>
    <w:rsid w:val="00407721"/>
    <w:rsid w:val="0041336F"/>
    <w:rsid w:val="00416EB8"/>
    <w:rsid w:val="004178EC"/>
    <w:rsid w:val="00423A16"/>
    <w:rsid w:val="00423FD0"/>
    <w:rsid w:val="004250F0"/>
    <w:rsid w:val="004256BE"/>
    <w:rsid w:val="00443009"/>
    <w:rsid w:val="0045076B"/>
    <w:rsid w:val="00461A96"/>
    <w:rsid w:val="004620D8"/>
    <w:rsid w:val="00472C8D"/>
    <w:rsid w:val="00483979"/>
    <w:rsid w:val="004839B6"/>
    <w:rsid w:val="004B41B7"/>
    <w:rsid w:val="004C2ABB"/>
    <w:rsid w:val="004C55F1"/>
    <w:rsid w:val="004E1B31"/>
    <w:rsid w:val="004E240D"/>
    <w:rsid w:val="004E40C7"/>
    <w:rsid w:val="004E6F79"/>
    <w:rsid w:val="004E74B0"/>
    <w:rsid w:val="004F636B"/>
    <w:rsid w:val="005009C7"/>
    <w:rsid w:val="00502CFE"/>
    <w:rsid w:val="00503AFE"/>
    <w:rsid w:val="00504A63"/>
    <w:rsid w:val="0050674A"/>
    <w:rsid w:val="00510B2D"/>
    <w:rsid w:val="00514B1F"/>
    <w:rsid w:val="005213A0"/>
    <w:rsid w:val="005251C3"/>
    <w:rsid w:val="0052647E"/>
    <w:rsid w:val="0053023A"/>
    <w:rsid w:val="00534C73"/>
    <w:rsid w:val="00540BC6"/>
    <w:rsid w:val="0054354E"/>
    <w:rsid w:val="005449AE"/>
    <w:rsid w:val="0054578E"/>
    <w:rsid w:val="00550D1B"/>
    <w:rsid w:val="0055221C"/>
    <w:rsid w:val="005579E4"/>
    <w:rsid w:val="00561A88"/>
    <w:rsid w:val="00565DA2"/>
    <w:rsid w:val="00570961"/>
    <w:rsid w:val="0057257E"/>
    <w:rsid w:val="0058041A"/>
    <w:rsid w:val="005852F2"/>
    <w:rsid w:val="005932B9"/>
    <w:rsid w:val="00593EEA"/>
    <w:rsid w:val="005A1EEB"/>
    <w:rsid w:val="005A2636"/>
    <w:rsid w:val="005A354B"/>
    <w:rsid w:val="005A416E"/>
    <w:rsid w:val="005C136A"/>
    <w:rsid w:val="005C3E09"/>
    <w:rsid w:val="005C52A8"/>
    <w:rsid w:val="005D7357"/>
    <w:rsid w:val="005E268F"/>
    <w:rsid w:val="005E3C13"/>
    <w:rsid w:val="005E53FB"/>
    <w:rsid w:val="005F0D6C"/>
    <w:rsid w:val="005F6DB3"/>
    <w:rsid w:val="005F7854"/>
    <w:rsid w:val="00600CB1"/>
    <w:rsid w:val="00606DEF"/>
    <w:rsid w:val="00607D34"/>
    <w:rsid w:val="00607DEE"/>
    <w:rsid w:val="00612660"/>
    <w:rsid w:val="00615AB1"/>
    <w:rsid w:val="0061677A"/>
    <w:rsid w:val="00635024"/>
    <w:rsid w:val="00643C69"/>
    <w:rsid w:val="006447E6"/>
    <w:rsid w:val="0064494C"/>
    <w:rsid w:val="00654E1E"/>
    <w:rsid w:val="0066714C"/>
    <w:rsid w:val="00671029"/>
    <w:rsid w:val="00674ED3"/>
    <w:rsid w:val="00676DA3"/>
    <w:rsid w:val="00682A17"/>
    <w:rsid w:val="00684A09"/>
    <w:rsid w:val="00686BDF"/>
    <w:rsid w:val="00692BD1"/>
    <w:rsid w:val="00695239"/>
    <w:rsid w:val="006A0B50"/>
    <w:rsid w:val="006A576D"/>
    <w:rsid w:val="006B0085"/>
    <w:rsid w:val="006B4048"/>
    <w:rsid w:val="006B51CC"/>
    <w:rsid w:val="006C1F30"/>
    <w:rsid w:val="006C4BBD"/>
    <w:rsid w:val="006D2540"/>
    <w:rsid w:val="006E4F87"/>
    <w:rsid w:val="006F0B4C"/>
    <w:rsid w:val="006F1736"/>
    <w:rsid w:val="006F5826"/>
    <w:rsid w:val="006F641C"/>
    <w:rsid w:val="0070759F"/>
    <w:rsid w:val="00707C5E"/>
    <w:rsid w:val="00712073"/>
    <w:rsid w:val="0071324F"/>
    <w:rsid w:val="00714175"/>
    <w:rsid w:val="007347EC"/>
    <w:rsid w:val="007443C3"/>
    <w:rsid w:val="00747D06"/>
    <w:rsid w:val="0076374B"/>
    <w:rsid w:val="00763891"/>
    <w:rsid w:val="0076486F"/>
    <w:rsid w:val="00775700"/>
    <w:rsid w:val="00775D58"/>
    <w:rsid w:val="007766D8"/>
    <w:rsid w:val="007770B6"/>
    <w:rsid w:val="00777ACC"/>
    <w:rsid w:val="007815B5"/>
    <w:rsid w:val="00783974"/>
    <w:rsid w:val="00785D16"/>
    <w:rsid w:val="007904C3"/>
    <w:rsid w:val="00791EF9"/>
    <w:rsid w:val="00793CD3"/>
    <w:rsid w:val="00793E2E"/>
    <w:rsid w:val="007964F5"/>
    <w:rsid w:val="00796E3F"/>
    <w:rsid w:val="007A0BD4"/>
    <w:rsid w:val="007A1E58"/>
    <w:rsid w:val="007A5CF1"/>
    <w:rsid w:val="007C105B"/>
    <w:rsid w:val="007C61BA"/>
    <w:rsid w:val="007D2788"/>
    <w:rsid w:val="007D2D53"/>
    <w:rsid w:val="007D671D"/>
    <w:rsid w:val="007D6EEF"/>
    <w:rsid w:val="007E154B"/>
    <w:rsid w:val="007E2746"/>
    <w:rsid w:val="007E38C8"/>
    <w:rsid w:val="007E7ABB"/>
    <w:rsid w:val="007F3CD0"/>
    <w:rsid w:val="008035DB"/>
    <w:rsid w:val="00827BAF"/>
    <w:rsid w:val="00827DDE"/>
    <w:rsid w:val="00827ED9"/>
    <w:rsid w:val="00832CC4"/>
    <w:rsid w:val="008408DF"/>
    <w:rsid w:val="00840CBD"/>
    <w:rsid w:val="00844E37"/>
    <w:rsid w:val="0084538B"/>
    <w:rsid w:val="00845B25"/>
    <w:rsid w:val="00847507"/>
    <w:rsid w:val="008479E3"/>
    <w:rsid w:val="008658AC"/>
    <w:rsid w:val="00872B71"/>
    <w:rsid w:val="0087483D"/>
    <w:rsid w:val="0087719B"/>
    <w:rsid w:val="008873B3"/>
    <w:rsid w:val="00890A81"/>
    <w:rsid w:val="00891B87"/>
    <w:rsid w:val="008A2F07"/>
    <w:rsid w:val="008B2A5A"/>
    <w:rsid w:val="008B5F7E"/>
    <w:rsid w:val="008B74DC"/>
    <w:rsid w:val="008B77AB"/>
    <w:rsid w:val="008C3C35"/>
    <w:rsid w:val="008C4CD6"/>
    <w:rsid w:val="008C53D4"/>
    <w:rsid w:val="008D02FE"/>
    <w:rsid w:val="008D3393"/>
    <w:rsid w:val="008D3930"/>
    <w:rsid w:val="008D4305"/>
    <w:rsid w:val="008E10CC"/>
    <w:rsid w:val="008E1212"/>
    <w:rsid w:val="008E12B4"/>
    <w:rsid w:val="009028E8"/>
    <w:rsid w:val="00903695"/>
    <w:rsid w:val="009050B9"/>
    <w:rsid w:val="00907D59"/>
    <w:rsid w:val="0091226C"/>
    <w:rsid w:val="00913179"/>
    <w:rsid w:val="00925B67"/>
    <w:rsid w:val="00937E8C"/>
    <w:rsid w:val="009410E5"/>
    <w:rsid w:val="0094340E"/>
    <w:rsid w:val="00945960"/>
    <w:rsid w:val="00945EC6"/>
    <w:rsid w:val="00952B6D"/>
    <w:rsid w:val="00957650"/>
    <w:rsid w:val="00961A5E"/>
    <w:rsid w:val="009624E9"/>
    <w:rsid w:val="009661BF"/>
    <w:rsid w:val="00967B3D"/>
    <w:rsid w:val="0097279C"/>
    <w:rsid w:val="009727A3"/>
    <w:rsid w:val="00972F88"/>
    <w:rsid w:val="009836B5"/>
    <w:rsid w:val="00984BED"/>
    <w:rsid w:val="009929BD"/>
    <w:rsid w:val="0099451F"/>
    <w:rsid w:val="00995712"/>
    <w:rsid w:val="00995F4E"/>
    <w:rsid w:val="00996722"/>
    <w:rsid w:val="00996B54"/>
    <w:rsid w:val="009A0ED7"/>
    <w:rsid w:val="009A462B"/>
    <w:rsid w:val="009A69D6"/>
    <w:rsid w:val="009B70D5"/>
    <w:rsid w:val="009C2EB7"/>
    <w:rsid w:val="009C64CB"/>
    <w:rsid w:val="009D0A2A"/>
    <w:rsid w:val="009D462F"/>
    <w:rsid w:val="009D782E"/>
    <w:rsid w:val="009E1623"/>
    <w:rsid w:val="009E23D5"/>
    <w:rsid w:val="009F41D6"/>
    <w:rsid w:val="009F4F40"/>
    <w:rsid w:val="009F62DF"/>
    <w:rsid w:val="009F7166"/>
    <w:rsid w:val="00A01516"/>
    <w:rsid w:val="00A01B0A"/>
    <w:rsid w:val="00A134C3"/>
    <w:rsid w:val="00A13F11"/>
    <w:rsid w:val="00A149EF"/>
    <w:rsid w:val="00A16001"/>
    <w:rsid w:val="00A164FD"/>
    <w:rsid w:val="00A20431"/>
    <w:rsid w:val="00A20BAB"/>
    <w:rsid w:val="00A33129"/>
    <w:rsid w:val="00A33133"/>
    <w:rsid w:val="00A5217C"/>
    <w:rsid w:val="00A54A31"/>
    <w:rsid w:val="00A6282B"/>
    <w:rsid w:val="00A62FB3"/>
    <w:rsid w:val="00A67C0E"/>
    <w:rsid w:val="00A7053F"/>
    <w:rsid w:val="00A72245"/>
    <w:rsid w:val="00A73E74"/>
    <w:rsid w:val="00A81E83"/>
    <w:rsid w:val="00A841BD"/>
    <w:rsid w:val="00A84D6A"/>
    <w:rsid w:val="00A85F04"/>
    <w:rsid w:val="00A90BAB"/>
    <w:rsid w:val="00A92341"/>
    <w:rsid w:val="00A947BC"/>
    <w:rsid w:val="00AA05C1"/>
    <w:rsid w:val="00AA20EA"/>
    <w:rsid w:val="00AB1D36"/>
    <w:rsid w:val="00AB2171"/>
    <w:rsid w:val="00AB649F"/>
    <w:rsid w:val="00AC6321"/>
    <w:rsid w:val="00AD1DE6"/>
    <w:rsid w:val="00AD1FAC"/>
    <w:rsid w:val="00AD6056"/>
    <w:rsid w:val="00AD60EF"/>
    <w:rsid w:val="00AE4F80"/>
    <w:rsid w:val="00AF06B9"/>
    <w:rsid w:val="00AF06EB"/>
    <w:rsid w:val="00AF2BD1"/>
    <w:rsid w:val="00AF3F49"/>
    <w:rsid w:val="00AF465D"/>
    <w:rsid w:val="00AF4B3E"/>
    <w:rsid w:val="00AF5E67"/>
    <w:rsid w:val="00AF75F5"/>
    <w:rsid w:val="00B00C5F"/>
    <w:rsid w:val="00B02125"/>
    <w:rsid w:val="00B022B7"/>
    <w:rsid w:val="00B077B7"/>
    <w:rsid w:val="00B145BB"/>
    <w:rsid w:val="00B16CCD"/>
    <w:rsid w:val="00B20505"/>
    <w:rsid w:val="00B22169"/>
    <w:rsid w:val="00B22F76"/>
    <w:rsid w:val="00B2397D"/>
    <w:rsid w:val="00B24988"/>
    <w:rsid w:val="00B25713"/>
    <w:rsid w:val="00B25847"/>
    <w:rsid w:val="00B26412"/>
    <w:rsid w:val="00B30974"/>
    <w:rsid w:val="00B3340A"/>
    <w:rsid w:val="00B33B09"/>
    <w:rsid w:val="00B3713C"/>
    <w:rsid w:val="00B413ED"/>
    <w:rsid w:val="00B43F90"/>
    <w:rsid w:val="00B44379"/>
    <w:rsid w:val="00B509BF"/>
    <w:rsid w:val="00B56094"/>
    <w:rsid w:val="00B56C35"/>
    <w:rsid w:val="00B60333"/>
    <w:rsid w:val="00B62F99"/>
    <w:rsid w:val="00B630E2"/>
    <w:rsid w:val="00B65D31"/>
    <w:rsid w:val="00B65DE9"/>
    <w:rsid w:val="00B67759"/>
    <w:rsid w:val="00B75B22"/>
    <w:rsid w:val="00B76C55"/>
    <w:rsid w:val="00B77966"/>
    <w:rsid w:val="00B80521"/>
    <w:rsid w:val="00B833F1"/>
    <w:rsid w:val="00B83668"/>
    <w:rsid w:val="00B8573B"/>
    <w:rsid w:val="00B87AEF"/>
    <w:rsid w:val="00B92BDF"/>
    <w:rsid w:val="00B942EA"/>
    <w:rsid w:val="00B957D4"/>
    <w:rsid w:val="00B95E1E"/>
    <w:rsid w:val="00BA0062"/>
    <w:rsid w:val="00BA20DE"/>
    <w:rsid w:val="00BA2387"/>
    <w:rsid w:val="00BA7E45"/>
    <w:rsid w:val="00BB0737"/>
    <w:rsid w:val="00BB2001"/>
    <w:rsid w:val="00BC0D0E"/>
    <w:rsid w:val="00BC1482"/>
    <w:rsid w:val="00BC34CC"/>
    <w:rsid w:val="00BD23AA"/>
    <w:rsid w:val="00BE1C0E"/>
    <w:rsid w:val="00BE1FA8"/>
    <w:rsid w:val="00BE27EF"/>
    <w:rsid w:val="00BF265F"/>
    <w:rsid w:val="00BF5774"/>
    <w:rsid w:val="00BF656C"/>
    <w:rsid w:val="00BF6C83"/>
    <w:rsid w:val="00BF7037"/>
    <w:rsid w:val="00C05FAA"/>
    <w:rsid w:val="00C10E64"/>
    <w:rsid w:val="00C138EF"/>
    <w:rsid w:val="00C14F9B"/>
    <w:rsid w:val="00C153E3"/>
    <w:rsid w:val="00C15577"/>
    <w:rsid w:val="00C22D7A"/>
    <w:rsid w:val="00C23BF9"/>
    <w:rsid w:val="00C27D04"/>
    <w:rsid w:val="00C3201D"/>
    <w:rsid w:val="00C32624"/>
    <w:rsid w:val="00C32904"/>
    <w:rsid w:val="00C36491"/>
    <w:rsid w:val="00C41D5E"/>
    <w:rsid w:val="00C4521D"/>
    <w:rsid w:val="00C4716E"/>
    <w:rsid w:val="00C533E8"/>
    <w:rsid w:val="00C61B77"/>
    <w:rsid w:val="00C6724B"/>
    <w:rsid w:val="00C67FAE"/>
    <w:rsid w:val="00C75FE3"/>
    <w:rsid w:val="00C82228"/>
    <w:rsid w:val="00C84940"/>
    <w:rsid w:val="00C84E4E"/>
    <w:rsid w:val="00C860D5"/>
    <w:rsid w:val="00C87B53"/>
    <w:rsid w:val="00C90AD7"/>
    <w:rsid w:val="00C9265C"/>
    <w:rsid w:val="00C96FDF"/>
    <w:rsid w:val="00C97E76"/>
    <w:rsid w:val="00CA0FCE"/>
    <w:rsid w:val="00CA62FD"/>
    <w:rsid w:val="00CA655D"/>
    <w:rsid w:val="00CB2A90"/>
    <w:rsid w:val="00CB31EB"/>
    <w:rsid w:val="00CB6A6E"/>
    <w:rsid w:val="00CC153B"/>
    <w:rsid w:val="00CC1D9E"/>
    <w:rsid w:val="00CC5EEF"/>
    <w:rsid w:val="00CD6A3B"/>
    <w:rsid w:val="00CD735F"/>
    <w:rsid w:val="00CE0362"/>
    <w:rsid w:val="00CE1E8B"/>
    <w:rsid w:val="00CE3BE3"/>
    <w:rsid w:val="00CE6BC4"/>
    <w:rsid w:val="00CF07D1"/>
    <w:rsid w:val="00CF69CE"/>
    <w:rsid w:val="00D0114A"/>
    <w:rsid w:val="00D06906"/>
    <w:rsid w:val="00D078F6"/>
    <w:rsid w:val="00D100CF"/>
    <w:rsid w:val="00D11548"/>
    <w:rsid w:val="00D11EC9"/>
    <w:rsid w:val="00D261B3"/>
    <w:rsid w:val="00D3001D"/>
    <w:rsid w:val="00D42BA7"/>
    <w:rsid w:val="00D4363A"/>
    <w:rsid w:val="00D45CEA"/>
    <w:rsid w:val="00D47D1E"/>
    <w:rsid w:val="00D503F2"/>
    <w:rsid w:val="00D51F0E"/>
    <w:rsid w:val="00D60EBD"/>
    <w:rsid w:val="00D6144B"/>
    <w:rsid w:val="00D66A2E"/>
    <w:rsid w:val="00D70542"/>
    <w:rsid w:val="00D759B5"/>
    <w:rsid w:val="00D80EE8"/>
    <w:rsid w:val="00D811C1"/>
    <w:rsid w:val="00D81452"/>
    <w:rsid w:val="00D8577D"/>
    <w:rsid w:val="00DB3785"/>
    <w:rsid w:val="00DB42BB"/>
    <w:rsid w:val="00DB5994"/>
    <w:rsid w:val="00DC1265"/>
    <w:rsid w:val="00DC1469"/>
    <w:rsid w:val="00DC5545"/>
    <w:rsid w:val="00DC634E"/>
    <w:rsid w:val="00DD0FB5"/>
    <w:rsid w:val="00DD24A7"/>
    <w:rsid w:val="00DE7FE8"/>
    <w:rsid w:val="00DF2451"/>
    <w:rsid w:val="00E0087A"/>
    <w:rsid w:val="00E0108B"/>
    <w:rsid w:val="00E03F57"/>
    <w:rsid w:val="00E03F93"/>
    <w:rsid w:val="00E03FD8"/>
    <w:rsid w:val="00E213B5"/>
    <w:rsid w:val="00E2272B"/>
    <w:rsid w:val="00E31690"/>
    <w:rsid w:val="00E32C9D"/>
    <w:rsid w:val="00E36D4C"/>
    <w:rsid w:val="00E37B95"/>
    <w:rsid w:val="00E44273"/>
    <w:rsid w:val="00E4460F"/>
    <w:rsid w:val="00E50B3E"/>
    <w:rsid w:val="00E54E53"/>
    <w:rsid w:val="00E55C2F"/>
    <w:rsid w:val="00E55E9B"/>
    <w:rsid w:val="00E56B0E"/>
    <w:rsid w:val="00E752B6"/>
    <w:rsid w:val="00E76C6A"/>
    <w:rsid w:val="00E859F3"/>
    <w:rsid w:val="00E953E6"/>
    <w:rsid w:val="00E96446"/>
    <w:rsid w:val="00E973E5"/>
    <w:rsid w:val="00E97AE7"/>
    <w:rsid w:val="00EA1732"/>
    <w:rsid w:val="00EA66BB"/>
    <w:rsid w:val="00EC1583"/>
    <w:rsid w:val="00EC2779"/>
    <w:rsid w:val="00EC3624"/>
    <w:rsid w:val="00EC4290"/>
    <w:rsid w:val="00ED3EB4"/>
    <w:rsid w:val="00ED4A61"/>
    <w:rsid w:val="00ED4D41"/>
    <w:rsid w:val="00EE52B4"/>
    <w:rsid w:val="00EF4723"/>
    <w:rsid w:val="00EF4A81"/>
    <w:rsid w:val="00F0082E"/>
    <w:rsid w:val="00F01CAF"/>
    <w:rsid w:val="00F039CF"/>
    <w:rsid w:val="00F04016"/>
    <w:rsid w:val="00F17FCD"/>
    <w:rsid w:val="00F2712F"/>
    <w:rsid w:val="00F3061B"/>
    <w:rsid w:val="00F419EF"/>
    <w:rsid w:val="00F50B8D"/>
    <w:rsid w:val="00F51A58"/>
    <w:rsid w:val="00F538E7"/>
    <w:rsid w:val="00F655A8"/>
    <w:rsid w:val="00F769C9"/>
    <w:rsid w:val="00F8548B"/>
    <w:rsid w:val="00F91A86"/>
    <w:rsid w:val="00F94DA9"/>
    <w:rsid w:val="00F95F21"/>
    <w:rsid w:val="00FA15D8"/>
    <w:rsid w:val="00FA3DE5"/>
    <w:rsid w:val="00FA7600"/>
    <w:rsid w:val="00FB0D22"/>
    <w:rsid w:val="00FB25DE"/>
    <w:rsid w:val="00FB3D3B"/>
    <w:rsid w:val="00FB57F4"/>
    <w:rsid w:val="00FB59E0"/>
    <w:rsid w:val="00FB5A07"/>
    <w:rsid w:val="00FC4E99"/>
    <w:rsid w:val="00FC5FDD"/>
    <w:rsid w:val="00FD2578"/>
    <w:rsid w:val="00FD71C0"/>
    <w:rsid w:val="00FE1224"/>
    <w:rsid w:val="00FE3780"/>
    <w:rsid w:val="00FE7AF7"/>
    <w:rsid w:val="00FF1070"/>
    <w:rsid w:val="00FF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494C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uiPriority w:val="59"/>
    <w:rsid w:val="00E54E5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8397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783974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Normal (Web)"/>
    <w:basedOn w:val="a"/>
    <w:uiPriority w:val="99"/>
    <w:unhideWhenUsed/>
    <w:rsid w:val="00607D34"/>
    <w:pPr>
      <w:spacing w:before="100" w:beforeAutospacing="1" w:after="100" w:afterAutospacing="1"/>
    </w:pPr>
  </w:style>
  <w:style w:type="character" w:styleId="a8">
    <w:name w:val="Hyperlink"/>
    <w:basedOn w:val="a0"/>
    <w:rsid w:val="00E03F57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5709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709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494C"/>
    <w:rPr>
      <w:rFonts w:ascii="Cambria" w:hAnsi="Cambria"/>
      <w:b/>
      <w:bCs/>
      <w:color w:val="365F91"/>
      <w:sz w:val="28"/>
      <w:szCs w:val="28"/>
    </w:rPr>
  </w:style>
  <w:style w:type="paragraph" w:styleId="ab">
    <w:name w:val="header"/>
    <w:basedOn w:val="a"/>
    <w:link w:val="ac"/>
    <w:uiPriority w:val="99"/>
    <w:rsid w:val="000D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53F4"/>
    <w:rPr>
      <w:sz w:val="24"/>
      <w:szCs w:val="24"/>
    </w:rPr>
  </w:style>
  <w:style w:type="paragraph" w:styleId="ad">
    <w:name w:val="footer"/>
    <w:basedOn w:val="a"/>
    <w:link w:val="ae"/>
    <w:rsid w:val="000D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53F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557F2-AE07-4839-8C8A-2269FAC1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1477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85</cp:revision>
  <cp:lastPrinted>2023-10-04T11:05:00Z</cp:lastPrinted>
  <dcterms:created xsi:type="dcterms:W3CDTF">2019-10-23T06:30:00Z</dcterms:created>
  <dcterms:modified xsi:type="dcterms:W3CDTF">2023-10-04T11:06:00Z</dcterms:modified>
</cp:coreProperties>
</file>