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45F" w:rsidRDefault="0099245F" w:rsidP="0099245F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-409575</wp:posOffset>
            </wp:positionV>
            <wp:extent cx="781050" cy="9429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245F" w:rsidRDefault="0099245F" w:rsidP="0099245F"/>
    <w:p w:rsidR="0099245F" w:rsidRDefault="0099245F" w:rsidP="0099245F">
      <w:pPr>
        <w:jc w:val="center"/>
      </w:pPr>
    </w:p>
    <w:p w:rsidR="0099245F" w:rsidRDefault="0099245F" w:rsidP="0099245F">
      <w:pPr>
        <w:jc w:val="center"/>
        <w:rPr>
          <w:rFonts w:cstheme="minorBidi"/>
          <w:sz w:val="28"/>
          <w:szCs w:val="28"/>
        </w:rPr>
      </w:pPr>
      <w:r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99245F" w:rsidRDefault="0099245F" w:rsidP="0099245F">
      <w:pPr>
        <w:jc w:val="center"/>
        <w:rPr>
          <w:sz w:val="22"/>
          <w:szCs w:val="28"/>
        </w:rPr>
      </w:pPr>
    </w:p>
    <w:p w:rsidR="0099245F" w:rsidRDefault="0099245F" w:rsidP="0099245F">
      <w:pPr>
        <w:pStyle w:val="3"/>
        <w:spacing w:before="0"/>
        <w:jc w:val="center"/>
        <w:rPr>
          <w:rFonts w:ascii="Times New Roman" w:hAnsi="Times New Roman"/>
          <w:b w:val="0"/>
          <w:sz w:val="36"/>
          <w:szCs w:val="36"/>
        </w:rPr>
      </w:pPr>
      <w:proofErr w:type="gramStart"/>
      <w:r>
        <w:rPr>
          <w:rFonts w:ascii="Times New Roman" w:hAnsi="Times New Roman"/>
          <w:sz w:val="36"/>
          <w:szCs w:val="36"/>
        </w:rPr>
        <w:t>П</w:t>
      </w:r>
      <w:proofErr w:type="gramEnd"/>
      <w:r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99245F" w:rsidRDefault="0099245F" w:rsidP="0099245F">
      <w:pPr>
        <w:rPr>
          <w:sz w:val="22"/>
          <w:szCs w:val="22"/>
        </w:rPr>
      </w:pPr>
    </w:p>
    <w:p w:rsidR="0099245F" w:rsidRDefault="0099245F" w:rsidP="0099245F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от 21.08.2024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№ 370</w:t>
      </w:r>
    </w:p>
    <w:p w:rsidR="0099245F" w:rsidRDefault="0099245F" w:rsidP="0099245F">
      <w:pPr>
        <w:jc w:val="center"/>
        <w:rPr>
          <w:sz w:val="22"/>
          <w:szCs w:val="22"/>
        </w:rPr>
      </w:pPr>
      <w:r>
        <w:t>г. Череповец</w:t>
      </w:r>
    </w:p>
    <w:p w:rsidR="00E315FA" w:rsidRPr="008E07EF" w:rsidRDefault="00E315FA" w:rsidP="00E315FA">
      <w:pPr>
        <w:tabs>
          <w:tab w:val="left" w:pos="5580"/>
        </w:tabs>
        <w:rPr>
          <w:sz w:val="26"/>
          <w:szCs w:val="26"/>
        </w:rPr>
      </w:pPr>
    </w:p>
    <w:p w:rsidR="00D35621" w:rsidRPr="00F25CA8" w:rsidRDefault="00D35621" w:rsidP="00F25CA8">
      <w:pPr>
        <w:tabs>
          <w:tab w:val="left" w:pos="5580"/>
        </w:tabs>
        <w:jc w:val="center"/>
        <w:rPr>
          <w:b/>
          <w:sz w:val="28"/>
          <w:szCs w:val="28"/>
        </w:rPr>
      </w:pPr>
      <w:r w:rsidRPr="00F25CA8">
        <w:rPr>
          <w:b/>
          <w:sz w:val="28"/>
          <w:szCs w:val="28"/>
        </w:rPr>
        <w:t xml:space="preserve">О внесении изменений в постановление администрации района </w:t>
      </w:r>
      <w:r w:rsidR="00565E48">
        <w:rPr>
          <w:b/>
          <w:sz w:val="28"/>
          <w:szCs w:val="28"/>
        </w:rPr>
        <w:br/>
      </w:r>
      <w:r w:rsidRPr="00F25CA8">
        <w:rPr>
          <w:b/>
          <w:sz w:val="28"/>
          <w:szCs w:val="28"/>
        </w:rPr>
        <w:t xml:space="preserve">от </w:t>
      </w:r>
      <w:r w:rsidR="0082549F" w:rsidRPr="00F25CA8">
        <w:rPr>
          <w:b/>
          <w:sz w:val="28"/>
          <w:szCs w:val="28"/>
        </w:rPr>
        <w:t>14</w:t>
      </w:r>
      <w:r w:rsidRPr="00F25CA8">
        <w:rPr>
          <w:b/>
          <w:sz w:val="28"/>
          <w:szCs w:val="28"/>
        </w:rPr>
        <w:t>.10.201</w:t>
      </w:r>
      <w:r w:rsidR="0082549F" w:rsidRPr="00F25CA8">
        <w:rPr>
          <w:b/>
          <w:sz w:val="28"/>
          <w:szCs w:val="28"/>
        </w:rPr>
        <w:t>9</w:t>
      </w:r>
      <w:r w:rsidRPr="00F25CA8">
        <w:rPr>
          <w:b/>
          <w:sz w:val="28"/>
          <w:szCs w:val="28"/>
        </w:rPr>
        <w:t xml:space="preserve"> №</w:t>
      </w:r>
      <w:r w:rsidR="0099245F">
        <w:rPr>
          <w:b/>
          <w:sz w:val="28"/>
          <w:szCs w:val="28"/>
        </w:rPr>
        <w:t xml:space="preserve"> </w:t>
      </w:r>
      <w:r w:rsidR="0082549F" w:rsidRPr="00F25CA8">
        <w:rPr>
          <w:b/>
          <w:sz w:val="28"/>
          <w:szCs w:val="28"/>
        </w:rPr>
        <w:t>1564</w:t>
      </w:r>
      <w:r w:rsidRPr="00F25CA8">
        <w:rPr>
          <w:b/>
          <w:sz w:val="28"/>
          <w:szCs w:val="28"/>
        </w:rPr>
        <w:t xml:space="preserve"> «Об утверждении </w:t>
      </w:r>
      <w:r w:rsidRPr="00F25CA8">
        <w:rPr>
          <w:rStyle w:val="FontStyle30"/>
          <w:b/>
          <w:sz w:val="28"/>
          <w:szCs w:val="28"/>
        </w:rPr>
        <w:t xml:space="preserve">муниципальной программы </w:t>
      </w:r>
      <w:r w:rsidRPr="00F25CA8">
        <w:rPr>
          <w:b/>
          <w:sz w:val="28"/>
          <w:szCs w:val="28"/>
        </w:rPr>
        <w:t>«Градостроительная политика Череповецкого муниципального района на 20</w:t>
      </w:r>
      <w:r w:rsidR="0082549F" w:rsidRPr="00F25CA8">
        <w:rPr>
          <w:b/>
          <w:sz w:val="28"/>
          <w:szCs w:val="28"/>
        </w:rPr>
        <w:t>20</w:t>
      </w:r>
      <w:r w:rsidRPr="00F25CA8">
        <w:rPr>
          <w:b/>
          <w:sz w:val="28"/>
          <w:szCs w:val="28"/>
        </w:rPr>
        <w:t>-202</w:t>
      </w:r>
      <w:r w:rsidR="004764CF">
        <w:rPr>
          <w:b/>
          <w:sz w:val="28"/>
          <w:szCs w:val="28"/>
        </w:rPr>
        <w:t>6</w:t>
      </w:r>
      <w:r w:rsidRPr="00F25CA8">
        <w:rPr>
          <w:b/>
          <w:color w:val="FF0000"/>
          <w:sz w:val="28"/>
          <w:szCs w:val="28"/>
        </w:rPr>
        <w:t xml:space="preserve"> </w:t>
      </w:r>
      <w:r w:rsidRPr="00F25CA8">
        <w:rPr>
          <w:b/>
          <w:sz w:val="28"/>
          <w:szCs w:val="28"/>
        </w:rPr>
        <w:t>годы»</w:t>
      </w:r>
    </w:p>
    <w:p w:rsidR="0083058B" w:rsidRPr="00F25CA8" w:rsidRDefault="0083058B" w:rsidP="00D356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1D3A" w:rsidRPr="00662430" w:rsidRDefault="00D35621" w:rsidP="00565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25CA8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</w:t>
      </w:r>
      <w:r w:rsidR="0082549F" w:rsidRPr="00F25CA8">
        <w:rPr>
          <w:sz w:val="28"/>
          <w:szCs w:val="28"/>
        </w:rPr>
        <w:t>«</w:t>
      </w:r>
      <w:r w:rsidRPr="00F25CA8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2549F" w:rsidRPr="00F25CA8">
        <w:rPr>
          <w:sz w:val="28"/>
          <w:szCs w:val="28"/>
        </w:rPr>
        <w:t>»</w:t>
      </w:r>
      <w:r w:rsidRPr="00F25CA8">
        <w:rPr>
          <w:sz w:val="28"/>
          <w:szCs w:val="28"/>
        </w:rPr>
        <w:t xml:space="preserve">, </w:t>
      </w:r>
      <w:r w:rsidR="00551D3A">
        <w:rPr>
          <w:color w:val="000000"/>
          <w:sz w:val="28"/>
          <w:szCs w:val="28"/>
        </w:rPr>
        <w:t xml:space="preserve">решения Муниципального Собрания Череповецкого муниципального района от </w:t>
      </w:r>
      <w:r w:rsidR="00703D83">
        <w:rPr>
          <w:color w:val="000000"/>
          <w:sz w:val="28"/>
          <w:szCs w:val="28"/>
        </w:rPr>
        <w:t>27.07</w:t>
      </w:r>
      <w:r w:rsidR="00551D3A">
        <w:rPr>
          <w:color w:val="000000"/>
          <w:sz w:val="28"/>
          <w:szCs w:val="28"/>
        </w:rPr>
        <w:t>.202</w:t>
      </w:r>
      <w:r w:rsidR="00703D83">
        <w:rPr>
          <w:color w:val="000000"/>
          <w:sz w:val="28"/>
          <w:szCs w:val="28"/>
        </w:rPr>
        <w:t>4</w:t>
      </w:r>
      <w:r w:rsidR="00551D3A">
        <w:rPr>
          <w:color w:val="000000"/>
          <w:sz w:val="28"/>
          <w:szCs w:val="28"/>
        </w:rPr>
        <w:t xml:space="preserve"> №5</w:t>
      </w:r>
      <w:r w:rsidR="00703D83">
        <w:rPr>
          <w:color w:val="000000"/>
          <w:sz w:val="28"/>
          <w:szCs w:val="28"/>
        </w:rPr>
        <w:t>57</w:t>
      </w:r>
      <w:r w:rsidR="00551D3A">
        <w:rPr>
          <w:color w:val="000000"/>
          <w:sz w:val="28"/>
          <w:szCs w:val="28"/>
        </w:rPr>
        <w:t xml:space="preserve"> «О </w:t>
      </w:r>
      <w:r w:rsidR="00703D83">
        <w:rPr>
          <w:color w:val="000000"/>
          <w:sz w:val="28"/>
          <w:szCs w:val="28"/>
        </w:rPr>
        <w:t xml:space="preserve">внесении изменений </w:t>
      </w:r>
      <w:proofErr w:type="gramStart"/>
      <w:r w:rsidR="00703D83">
        <w:rPr>
          <w:color w:val="000000"/>
          <w:sz w:val="28"/>
          <w:szCs w:val="28"/>
        </w:rPr>
        <w:t>решение</w:t>
      </w:r>
      <w:proofErr w:type="gramEnd"/>
      <w:r w:rsidR="00703D83">
        <w:rPr>
          <w:color w:val="000000"/>
          <w:sz w:val="28"/>
          <w:szCs w:val="28"/>
        </w:rPr>
        <w:t xml:space="preserve"> о </w:t>
      </w:r>
      <w:r w:rsidR="00551D3A">
        <w:rPr>
          <w:color w:val="000000"/>
          <w:sz w:val="28"/>
          <w:szCs w:val="28"/>
        </w:rPr>
        <w:t xml:space="preserve">бюджете Череповецкого муниципального района на 2024 год и плановый период 2025 и 2026 годов», </w:t>
      </w:r>
      <w:r w:rsidR="0082549F" w:rsidRPr="00F25CA8">
        <w:rPr>
          <w:sz w:val="28"/>
          <w:szCs w:val="28"/>
        </w:rPr>
        <w:t xml:space="preserve">на основании </w:t>
      </w:r>
      <w:r w:rsidRPr="00F25CA8">
        <w:rPr>
          <w:color w:val="000000"/>
          <w:sz w:val="28"/>
          <w:szCs w:val="28"/>
        </w:rPr>
        <w:t>Порядк</w:t>
      </w:r>
      <w:r w:rsidR="0082549F" w:rsidRPr="00F25CA8">
        <w:rPr>
          <w:color w:val="000000"/>
          <w:sz w:val="28"/>
          <w:szCs w:val="28"/>
        </w:rPr>
        <w:t>а</w:t>
      </w:r>
      <w:r w:rsidRPr="00F25CA8">
        <w:rPr>
          <w:color w:val="000000"/>
          <w:sz w:val="28"/>
          <w:szCs w:val="28"/>
        </w:rPr>
        <w:t xml:space="preserve"> разработки, реализации и оценки эффективности муниципальных программ района, </w:t>
      </w:r>
      <w:proofErr w:type="gramStart"/>
      <w:r w:rsidRPr="00F25CA8">
        <w:rPr>
          <w:color w:val="000000"/>
          <w:sz w:val="28"/>
          <w:szCs w:val="28"/>
        </w:rPr>
        <w:t>утверждённ</w:t>
      </w:r>
      <w:r w:rsidR="0082549F" w:rsidRPr="00F25CA8">
        <w:rPr>
          <w:color w:val="000000"/>
          <w:sz w:val="28"/>
          <w:szCs w:val="28"/>
        </w:rPr>
        <w:t>ого</w:t>
      </w:r>
      <w:proofErr w:type="gramEnd"/>
      <w:r w:rsidR="00E315FA">
        <w:rPr>
          <w:color w:val="000000"/>
          <w:sz w:val="28"/>
          <w:szCs w:val="28"/>
        </w:rPr>
        <w:t xml:space="preserve"> </w:t>
      </w:r>
      <w:r w:rsidRPr="00F25CA8">
        <w:rPr>
          <w:color w:val="000000"/>
          <w:sz w:val="28"/>
          <w:szCs w:val="28"/>
        </w:rPr>
        <w:t xml:space="preserve">постановлением администрации Череповецкого муниципального района от 09.08.2013 </w:t>
      </w:r>
      <w:r w:rsidR="0099245F">
        <w:rPr>
          <w:color w:val="000000"/>
          <w:sz w:val="28"/>
          <w:szCs w:val="28"/>
        </w:rPr>
        <w:br/>
      </w:r>
      <w:r w:rsidRPr="00F25CA8">
        <w:rPr>
          <w:color w:val="000000"/>
          <w:sz w:val="28"/>
          <w:szCs w:val="28"/>
        </w:rPr>
        <w:t>№ 2068</w:t>
      </w:r>
      <w:r w:rsidR="00662430">
        <w:rPr>
          <w:color w:val="000000"/>
          <w:sz w:val="28"/>
          <w:szCs w:val="28"/>
        </w:rPr>
        <w:t xml:space="preserve">, </w:t>
      </w:r>
    </w:p>
    <w:p w:rsidR="00A3287D" w:rsidRPr="00F25CA8" w:rsidRDefault="00A3287D" w:rsidP="008254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5621" w:rsidRPr="00F25CA8" w:rsidRDefault="00D35621" w:rsidP="00D35621">
      <w:pPr>
        <w:tabs>
          <w:tab w:val="left" w:pos="5580"/>
        </w:tabs>
        <w:jc w:val="both"/>
        <w:rPr>
          <w:sz w:val="28"/>
          <w:szCs w:val="28"/>
        </w:rPr>
      </w:pPr>
      <w:r w:rsidRPr="00F25CA8">
        <w:rPr>
          <w:sz w:val="28"/>
          <w:szCs w:val="28"/>
        </w:rPr>
        <w:t>ПОСТАНОВЛЯЮ:</w:t>
      </w:r>
    </w:p>
    <w:p w:rsidR="00551D3A" w:rsidRDefault="00F93ADF" w:rsidP="0099245F">
      <w:pPr>
        <w:tabs>
          <w:tab w:val="left" w:pos="1134"/>
          <w:tab w:val="left" w:pos="1276"/>
          <w:tab w:val="left" w:pos="5580"/>
        </w:tabs>
        <w:ind w:firstLine="709"/>
        <w:jc w:val="both"/>
        <w:rPr>
          <w:sz w:val="28"/>
          <w:szCs w:val="28"/>
        </w:rPr>
      </w:pPr>
      <w:r w:rsidRPr="00F93ADF">
        <w:rPr>
          <w:sz w:val="28"/>
          <w:szCs w:val="28"/>
        </w:rPr>
        <w:t>1.</w:t>
      </w:r>
      <w:r w:rsidR="00551D3A">
        <w:rPr>
          <w:sz w:val="28"/>
          <w:szCs w:val="28"/>
        </w:rPr>
        <w:t xml:space="preserve"> </w:t>
      </w:r>
      <w:r w:rsidR="00AF2BFF">
        <w:rPr>
          <w:sz w:val="28"/>
          <w:szCs w:val="28"/>
        </w:rPr>
        <w:t>Внести в</w:t>
      </w:r>
      <w:r w:rsidR="00E100D2" w:rsidRPr="00F93ADF">
        <w:rPr>
          <w:sz w:val="28"/>
          <w:szCs w:val="28"/>
        </w:rPr>
        <w:t xml:space="preserve"> муниципальную </w:t>
      </w:r>
      <w:r w:rsidR="00E100D2" w:rsidRPr="00F93ADF">
        <w:rPr>
          <w:rStyle w:val="FontStyle30"/>
          <w:sz w:val="28"/>
          <w:szCs w:val="28"/>
        </w:rPr>
        <w:t xml:space="preserve">программу </w:t>
      </w:r>
      <w:r w:rsidR="00E100D2" w:rsidRPr="00F93ADF">
        <w:rPr>
          <w:sz w:val="28"/>
          <w:szCs w:val="28"/>
        </w:rPr>
        <w:t>«Градостроительная политика Череповецкого муниципального района на 2020-202</w:t>
      </w:r>
      <w:r w:rsidR="00E100D2">
        <w:rPr>
          <w:sz w:val="28"/>
          <w:szCs w:val="28"/>
        </w:rPr>
        <w:t>6</w:t>
      </w:r>
      <w:r w:rsidR="00E100D2" w:rsidRPr="00F93ADF">
        <w:rPr>
          <w:color w:val="FF0000"/>
          <w:sz w:val="28"/>
          <w:szCs w:val="28"/>
        </w:rPr>
        <w:t xml:space="preserve"> </w:t>
      </w:r>
      <w:r w:rsidR="00E100D2" w:rsidRPr="00F93ADF">
        <w:rPr>
          <w:sz w:val="28"/>
          <w:szCs w:val="28"/>
        </w:rPr>
        <w:t xml:space="preserve">годы», утвержденную постановлением администрации Череповецкого муниципального района </w:t>
      </w:r>
      <w:r w:rsidR="00E100D2">
        <w:rPr>
          <w:sz w:val="28"/>
          <w:szCs w:val="28"/>
        </w:rPr>
        <w:br/>
      </w:r>
      <w:r w:rsidR="00E100D2" w:rsidRPr="00F93ADF">
        <w:rPr>
          <w:sz w:val="28"/>
          <w:szCs w:val="28"/>
        </w:rPr>
        <w:t>от 14.10.2019 №</w:t>
      </w:r>
      <w:r w:rsidR="00E100D2">
        <w:rPr>
          <w:sz w:val="28"/>
          <w:szCs w:val="28"/>
        </w:rPr>
        <w:t xml:space="preserve"> </w:t>
      </w:r>
      <w:r w:rsidR="00E100D2" w:rsidRPr="00F93ADF">
        <w:rPr>
          <w:sz w:val="28"/>
          <w:szCs w:val="28"/>
        </w:rPr>
        <w:t>1564</w:t>
      </w:r>
      <w:r w:rsidR="00E100D2">
        <w:rPr>
          <w:sz w:val="28"/>
          <w:szCs w:val="28"/>
        </w:rPr>
        <w:t xml:space="preserve">, изменения </w:t>
      </w:r>
      <w:r w:rsidR="004764CF" w:rsidRPr="00F25CA8">
        <w:rPr>
          <w:sz w:val="28"/>
          <w:szCs w:val="28"/>
        </w:rPr>
        <w:t>изложи</w:t>
      </w:r>
      <w:r w:rsidR="00E100D2">
        <w:rPr>
          <w:sz w:val="28"/>
          <w:szCs w:val="28"/>
        </w:rPr>
        <w:t>в</w:t>
      </w:r>
      <w:r w:rsidR="004764CF" w:rsidRPr="00F25CA8">
        <w:rPr>
          <w:sz w:val="28"/>
          <w:szCs w:val="28"/>
        </w:rPr>
        <w:t xml:space="preserve"> в новой редакции приложения </w:t>
      </w:r>
      <w:r w:rsidR="005827A5">
        <w:rPr>
          <w:sz w:val="28"/>
          <w:szCs w:val="28"/>
        </w:rPr>
        <w:t>5,</w:t>
      </w:r>
      <w:r w:rsidR="004764CF" w:rsidRPr="00F25CA8">
        <w:rPr>
          <w:sz w:val="28"/>
          <w:szCs w:val="28"/>
        </w:rPr>
        <w:t>6</w:t>
      </w:r>
      <w:r w:rsidR="004764CF">
        <w:rPr>
          <w:sz w:val="28"/>
          <w:szCs w:val="28"/>
        </w:rPr>
        <w:t xml:space="preserve"> и 8</w:t>
      </w:r>
      <w:r w:rsidR="00703D83">
        <w:rPr>
          <w:sz w:val="28"/>
          <w:szCs w:val="28"/>
        </w:rPr>
        <w:t xml:space="preserve"> согласно приложениям 5,6,8 с изменениями согласно приложениям</w:t>
      </w:r>
      <w:r w:rsidR="004764CF">
        <w:rPr>
          <w:sz w:val="28"/>
          <w:szCs w:val="28"/>
        </w:rPr>
        <w:t>.</w:t>
      </w:r>
    </w:p>
    <w:p w:rsidR="00A072EA" w:rsidRDefault="00A072EA" w:rsidP="009924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постановление  администрации района от 31.01.2024 №42</w:t>
      </w:r>
      <w:r w:rsidRPr="00A072E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072EA">
        <w:rPr>
          <w:sz w:val="28"/>
          <w:szCs w:val="28"/>
        </w:rPr>
        <w:t>О внесении изменений в пост</w:t>
      </w:r>
      <w:r w:rsidR="0099245F">
        <w:rPr>
          <w:sz w:val="28"/>
          <w:szCs w:val="28"/>
        </w:rPr>
        <w:t xml:space="preserve">ановление администрации района </w:t>
      </w:r>
      <w:r w:rsidRPr="00A072EA">
        <w:rPr>
          <w:sz w:val="28"/>
          <w:szCs w:val="28"/>
        </w:rPr>
        <w:t xml:space="preserve">от 14.10.2019 №1564 «Об утверждении </w:t>
      </w:r>
      <w:r w:rsidRPr="00A072EA">
        <w:rPr>
          <w:rStyle w:val="FontStyle30"/>
          <w:sz w:val="28"/>
          <w:szCs w:val="28"/>
        </w:rPr>
        <w:t xml:space="preserve">муниципальной программы </w:t>
      </w:r>
      <w:r w:rsidRPr="00A072EA">
        <w:rPr>
          <w:sz w:val="28"/>
          <w:szCs w:val="28"/>
        </w:rPr>
        <w:t>«Градостроительная политика Череповецкого муниципального района на 2020-2026</w:t>
      </w:r>
      <w:r w:rsidRPr="00A072EA">
        <w:rPr>
          <w:color w:val="FF0000"/>
          <w:sz w:val="28"/>
          <w:szCs w:val="28"/>
        </w:rPr>
        <w:t xml:space="preserve"> </w:t>
      </w:r>
      <w:r w:rsidRPr="00A072EA">
        <w:rPr>
          <w:sz w:val="28"/>
          <w:szCs w:val="28"/>
        </w:rPr>
        <w:t>годы»</w:t>
      </w:r>
      <w:r>
        <w:rPr>
          <w:sz w:val="28"/>
          <w:szCs w:val="28"/>
        </w:rPr>
        <w:t>.</w:t>
      </w:r>
    </w:p>
    <w:p w:rsidR="00D35621" w:rsidRPr="00F25CA8" w:rsidRDefault="00A072EA" w:rsidP="0099245F">
      <w:pPr>
        <w:tabs>
          <w:tab w:val="left" w:pos="55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35621" w:rsidRPr="00F25CA8">
        <w:rPr>
          <w:sz w:val="28"/>
          <w:szCs w:val="28"/>
        </w:rPr>
        <w:t xml:space="preserve">. Настоящее постановление подлежит </w:t>
      </w:r>
      <w:r w:rsidR="00447134" w:rsidRPr="00F25CA8">
        <w:rPr>
          <w:sz w:val="28"/>
          <w:szCs w:val="28"/>
        </w:rPr>
        <w:t xml:space="preserve">размещению на официальном сайте </w:t>
      </w:r>
      <w:r w:rsidR="00D35621" w:rsidRPr="00F25CA8">
        <w:rPr>
          <w:sz w:val="28"/>
          <w:szCs w:val="28"/>
        </w:rPr>
        <w:t xml:space="preserve">Череповецкого муниципального района в информационно-телекоммуникационной сети </w:t>
      </w:r>
      <w:r w:rsidR="00364CE7" w:rsidRPr="00F25CA8">
        <w:rPr>
          <w:sz w:val="28"/>
          <w:szCs w:val="28"/>
        </w:rPr>
        <w:t>«</w:t>
      </w:r>
      <w:r w:rsidR="00D35621" w:rsidRPr="00F25CA8">
        <w:rPr>
          <w:sz w:val="28"/>
          <w:szCs w:val="28"/>
        </w:rPr>
        <w:t>Интернет</w:t>
      </w:r>
      <w:r w:rsidR="00364CE7" w:rsidRPr="00F25CA8">
        <w:rPr>
          <w:sz w:val="28"/>
          <w:szCs w:val="28"/>
        </w:rPr>
        <w:t>»</w:t>
      </w:r>
      <w:r w:rsidR="00D35621" w:rsidRPr="00F25CA8">
        <w:rPr>
          <w:sz w:val="28"/>
          <w:szCs w:val="28"/>
        </w:rPr>
        <w:t>.</w:t>
      </w:r>
    </w:p>
    <w:p w:rsidR="00D35621" w:rsidRPr="00F25CA8" w:rsidRDefault="00D35621" w:rsidP="00D35621">
      <w:pPr>
        <w:tabs>
          <w:tab w:val="left" w:pos="5580"/>
        </w:tabs>
        <w:jc w:val="both"/>
        <w:rPr>
          <w:sz w:val="28"/>
          <w:szCs w:val="28"/>
        </w:rPr>
      </w:pPr>
    </w:p>
    <w:p w:rsidR="00D35621" w:rsidRPr="00F25CA8" w:rsidRDefault="00D35621" w:rsidP="00D35621">
      <w:pPr>
        <w:tabs>
          <w:tab w:val="left" w:pos="5580"/>
        </w:tabs>
        <w:jc w:val="both"/>
        <w:rPr>
          <w:sz w:val="28"/>
          <w:szCs w:val="28"/>
        </w:rPr>
      </w:pPr>
    </w:p>
    <w:p w:rsidR="00D35621" w:rsidRPr="00F25CA8" w:rsidRDefault="00D35621" w:rsidP="00D35621">
      <w:pPr>
        <w:tabs>
          <w:tab w:val="left" w:pos="5580"/>
        </w:tabs>
        <w:jc w:val="both"/>
        <w:rPr>
          <w:sz w:val="28"/>
          <w:szCs w:val="28"/>
        </w:rPr>
      </w:pPr>
    </w:p>
    <w:p w:rsidR="0083058B" w:rsidRPr="00F25CA8" w:rsidRDefault="005D790B" w:rsidP="005D790B">
      <w:pPr>
        <w:tabs>
          <w:tab w:val="left" w:pos="558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F25CA8" w:rsidRPr="00F25CA8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F25CA8" w:rsidRPr="00F25CA8">
        <w:rPr>
          <w:sz w:val="28"/>
          <w:szCs w:val="28"/>
        </w:rPr>
        <w:t xml:space="preserve"> администрации района</w:t>
      </w:r>
      <w:r>
        <w:rPr>
          <w:sz w:val="28"/>
          <w:szCs w:val="28"/>
        </w:rPr>
        <w:t xml:space="preserve">                   </w:t>
      </w:r>
      <w:r w:rsidR="00EE197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</w:t>
      </w:r>
      <w:r w:rsidR="008B522D">
        <w:rPr>
          <w:sz w:val="28"/>
          <w:szCs w:val="28"/>
        </w:rPr>
        <w:t>Р.Э. Маслов</w:t>
      </w:r>
    </w:p>
    <w:sectPr w:rsidR="0083058B" w:rsidRPr="00F25CA8" w:rsidSect="0099245F">
      <w:headerReference w:type="default" r:id="rId9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DC2" w:rsidRDefault="00FB5DC2" w:rsidP="00447134">
      <w:r>
        <w:separator/>
      </w:r>
    </w:p>
  </w:endnote>
  <w:endnote w:type="continuationSeparator" w:id="0">
    <w:p w:rsidR="00FB5DC2" w:rsidRDefault="00FB5DC2" w:rsidP="00447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DC2" w:rsidRDefault="00FB5DC2" w:rsidP="00447134">
      <w:r>
        <w:separator/>
      </w:r>
    </w:p>
  </w:footnote>
  <w:footnote w:type="continuationSeparator" w:id="0">
    <w:p w:rsidR="00FB5DC2" w:rsidRDefault="00FB5DC2" w:rsidP="004471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12293"/>
      <w:docPartObj>
        <w:docPartGallery w:val="Page Numbers (Top of Page)"/>
        <w:docPartUnique/>
      </w:docPartObj>
    </w:sdtPr>
    <w:sdtContent>
      <w:p w:rsidR="002F729F" w:rsidRDefault="00057870">
        <w:pPr>
          <w:pStyle w:val="ac"/>
          <w:jc w:val="center"/>
        </w:pPr>
        <w:fldSimple w:instr=" PAGE   \* MERGEFORMAT ">
          <w:r w:rsidR="0099245F">
            <w:rPr>
              <w:noProof/>
            </w:rPr>
            <w:t>1</w:t>
          </w:r>
        </w:fldSimple>
      </w:p>
    </w:sdtContent>
  </w:sdt>
  <w:p w:rsidR="002F729F" w:rsidRDefault="002F729F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547E"/>
    <w:multiLevelType w:val="hybridMultilevel"/>
    <w:tmpl w:val="5CF46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C7E94"/>
    <w:multiLevelType w:val="hybridMultilevel"/>
    <w:tmpl w:val="83886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2711A5"/>
    <w:multiLevelType w:val="hybridMultilevel"/>
    <w:tmpl w:val="314A676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790263"/>
    <w:multiLevelType w:val="hybridMultilevel"/>
    <w:tmpl w:val="7786D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A861B06"/>
    <w:multiLevelType w:val="hybridMultilevel"/>
    <w:tmpl w:val="F1980A2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2E913E75"/>
    <w:multiLevelType w:val="hybridMultilevel"/>
    <w:tmpl w:val="6862F7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F06F08"/>
    <w:multiLevelType w:val="hybridMultilevel"/>
    <w:tmpl w:val="E3B8ABB6"/>
    <w:lvl w:ilvl="0" w:tplc="4AAE536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5B3F6B"/>
    <w:multiLevelType w:val="hybridMultilevel"/>
    <w:tmpl w:val="5852C82A"/>
    <w:lvl w:ilvl="0" w:tplc="87288E56">
      <w:start w:val="1"/>
      <w:numFmt w:val="decimal"/>
      <w:lvlText w:val="%1."/>
      <w:lvlJc w:val="left"/>
      <w:pPr>
        <w:ind w:left="744" w:hanging="360"/>
      </w:pPr>
      <w:rPr>
        <w:rFonts w:ascii="Times New Roman" w:hAnsi="Times New Roman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9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E36D52"/>
    <w:multiLevelType w:val="hybridMultilevel"/>
    <w:tmpl w:val="63A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3FB4D64"/>
    <w:multiLevelType w:val="hybridMultilevel"/>
    <w:tmpl w:val="5B02AE1A"/>
    <w:lvl w:ilvl="0" w:tplc="4F48F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37D5F"/>
    <w:multiLevelType w:val="hybridMultilevel"/>
    <w:tmpl w:val="4EE8AB6E"/>
    <w:lvl w:ilvl="0" w:tplc="4A564F2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3F24D2E"/>
    <w:multiLevelType w:val="hybridMultilevel"/>
    <w:tmpl w:val="30D248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7D7B2368"/>
    <w:multiLevelType w:val="hybridMultilevel"/>
    <w:tmpl w:val="D1D20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2"/>
  </w:num>
  <w:num w:numId="4">
    <w:abstractNumId w:val="13"/>
  </w:num>
  <w:num w:numId="5">
    <w:abstractNumId w:val="9"/>
  </w:num>
  <w:num w:numId="6">
    <w:abstractNumId w:val="0"/>
  </w:num>
  <w:num w:numId="7">
    <w:abstractNumId w:val="1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0"/>
  </w:num>
  <w:num w:numId="13">
    <w:abstractNumId w:val="6"/>
  </w:num>
  <w:num w:numId="14">
    <w:abstractNumId w:val="3"/>
  </w:num>
  <w:num w:numId="15">
    <w:abstractNumId w:val="14"/>
  </w:num>
  <w:num w:numId="16">
    <w:abstractNumId w:val="7"/>
  </w:num>
  <w:num w:numId="17">
    <w:abstractNumId w:val="12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C55"/>
    <w:rsid w:val="000010AF"/>
    <w:rsid w:val="000020E6"/>
    <w:rsid w:val="000021D1"/>
    <w:rsid w:val="000035EF"/>
    <w:rsid w:val="000103C3"/>
    <w:rsid w:val="00014A2E"/>
    <w:rsid w:val="00015850"/>
    <w:rsid w:val="0001646C"/>
    <w:rsid w:val="00017C1F"/>
    <w:rsid w:val="0002068E"/>
    <w:rsid w:val="000218ED"/>
    <w:rsid w:val="00022384"/>
    <w:rsid w:val="000248AE"/>
    <w:rsid w:val="0003707B"/>
    <w:rsid w:val="00040AAF"/>
    <w:rsid w:val="00041E0E"/>
    <w:rsid w:val="0005692B"/>
    <w:rsid w:val="00057870"/>
    <w:rsid w:val="000614F1"/>
    <w:rsid w:val="00063615"/>
    <w:rsid w:val="00063A73"/>
    <w:rsid w:val="00073978"/>
    <w:rsid w:val="00077442"/>
    <w:rsid w:val="000774D0"/>
    <w:rsid w:val="00080FFD"/>
    <w:rsid w:val="00081095"/>
    <w:rsid w:val="00082253"/>
    <w:rsid w:val="00084E71"/>
    <w:rsid w:val="000851CE"/>
    <w:rsid w:val="000866D1"/>
    <w:rsid w:val="00086F12"/>
    <w:rsid w:val="000914BC"/>
    <w:rsid w:val="000947DD"/>
    <w:rsid w:val="00094A6C"/>
    <w:rsid w:val="000958AB"/>
    <w:rsid w:val="000A4DDC"/>
    <w:rsid w:val="000C4594"/>
    <w:rsid w:val="000D06C3"/>
    <w:rsid w:val="000D62DC"/>
    <w:rsid w:val="000E5CE2"/>
    <w:rsid w:val="000E695E"/>
    <w:rsid w:val="000F0A6F"/>
    <w:rsid w:val="000F2F80"/>
    <w:rsid w:val="000F5C14"/>
    <w:rsid w:val="000F63DF"/>
    <w:rsid w:val="00101F3E"/>
    <w:rsid w:val="0011031C"/>
    <w:rsid w:val="00111D7E"/>
    <w:rsid w:val="00117203"/>
    <w:rsid w:val="00124C3E"/>
    <w:rsid w:val="00125DA7"/>
    <w:rsid w:val="0012738A"/>
    <w:rsid w:val="00132DEA"/>
    <w:rsid w:val="001370F5"/>
    <w:rsid w:val="00143645"/>
    <w:rsid w:val="00152EAE"/>
    <w:rsid w:val="001550BD"/>
    <w:rsid w:val="00165BD9"/>
    <w:rsid w:val="00174849"/>
    <w:rsid w:val="0017490E"/>
    <w:rsid w:val="0017506F"/>
    <w:rsid w:val="00176729"/>
    <w:rsid w:val="00181A68"/>
    <w:rsid w:val="00190124"/>
    <w:rsid w:val="001907D7"/>
    <w:rsid w:val="0019659F"/>
    <w:rsid w:val="001A5908"/>
    <w:rsid w:val="001B1783"/>
    <w:rsid w:val="001B3A8E"/>
    <w:rsid w:val="001B52AF"/>
    <w:rsid w:val="001B61AF"/>
    <w:rsid w:val="001B634B"/>
    <w:rsid w:val="001B660F"/>
    <w:rsid w:val="001B7DC3"/>
    <w:rsid w:val="001D0C38"/>
    <w:rsid w:val="001E019F"/>
    <w:rsid w:val="001E2552"/>
    <w:rsid w:val="001E3BA7"/>
    <w:rsid w:val="001E43D1"/>
    <w:rsid w:val="001E45B3"/>
    <w:rsid w:val="001E4A60"/>
    <w:rsid w:val="001E71F3"/>
    <w:rsid w:val="001F7F12"/>
    <w:rsid w:val="00201BF5"/>
    <w:rsid w:val="00203F9B"/>
    <w:rsid w:val="00213F2E"/>
    <w:rsid w:val="00215CB6"/>
    <w:rsid w:val="002268AF"/>
    <w:rsid w:val="00236C9F"/>
    <w:rsid w:val="00241106"/>
    <w:rsid w:val="002535F1"/>
    <w:rsid w:val="00256253"/>
    <w:rsid w:val="002615D8"/>
    <w:rsid w:val="0026259F"/>
    <w:rsid w:val="00262F20"/>
    <w:rsid w:val="002700CE"/>
    <w:rsid w:val="00272294"/>
    <w:rsid w:val="00275B96"/>
    <w:rsid w:val="002760AD"/>
    <w:rsid w:val="0027774B"/>
    <w:rsid w:val="00280404"/>
    <w:rsid w:val="00290274"/>
    <w:rsid w:val="002940BA"/>
    <w:rsid w:val="00294DF2"/>
    <w:rsid w:val="002A1A09"/>
    <w:rsid w:val="002A2941"/>
    <w:rsid w:val="002A4285"/>
    <w:rsid w:val="002A6ACC"/>
    <w:rsid w:val="002B4F31"/>
    <w:rsid w:val="002B67F2"/>
    <w:rsid w:val="002C188D"/>
    <w:rsid w:val="002C379B"/>
    <w:rsid w:val="002E147A"/>
    <w:rsid w:val="002E3B0C"/>
    <w:rsid w:val="002E3C8E"/>
    <w:rsid w:val="002E65BC"/>
    <w:rsid w:val="002E73B3"/>
    <w:rsid w:val="002F10CF"/>
    <w:rsid w:val="002F3BF5"/>
    <w:rsid w:val="002F729F"/>
    <w:rsid w:val="00311750"/>
    <w:rsid w:val="0031318F"/>
    <w:rsid w:val="00314C85"/>
    <w:rsid w:val="0031519C"/>
    <w:rsid w:val="0032049D"/>
    <w:rsid w:val="00324890"/>
    <w:rsid w:val="003249BA"/>
    <w:rsid w:val="0032545D"/>
    <w:rsid w:val="00326AC4"/>
    <w:rsid w:val="0033006C"/>
    <w:rsid w:val="00333ACE"/>
    <w:rsid w:val="003363CE"/>
    <w:rsid w:val="00344626"/>
    <w:rsid w:val="00352FC1"/>
    <w:rsid w:val="0035314C"/>
    <w:rsid w:val="003533A0"/>
    <w:rsid w:val="003561D9"/>
    <w:rsid w:val="00360852"/>
    <w:rsid w:val="00361D4C"/>
    <w:rsid w:val="003622E8"/>
    <w:rsid w:val="00364740"/>
    <w:rsid w:val="00364CE7"/>
    <w:rsid w:val="00365B68"/>
    <w:rsid w:val="0036772E"/>
    <w:rsid w:val="00371B32"/>
    <w:rsid w:val="00374DBE"/>
    <w:rsid w:val="00380E4B"/>
    <w:rsid w:val="00381AD5"/>
    <w:rsid w:val="003915A5"/>
    <w:rsid w:val="003A2B16"/>
    <w:rsid w:val="003A5951"/>
    <w:rsid w:val="003B346C"/>
    <w:rsid w:val="003B4BA6"/>
    <w:rsid w:val="003B768D"/>
    <w:rsid w:val="003C414A"/>
    <w:rsid w:val="003C4487"/>
    <w:rsid w:val="003C4AC4"/>
    <w:rsid w:val="003C632A"/>
    <w:rsid w:val="003C73C1"/>
    <w:rsid w:val="003D4AF8"/>
    <w:rsid w:val="003F39E0"/>
    <w:rsid w:val="003F4E90"/>
    <w:rsid w:val="0040344B"/>
    <w:rsid w:val="00410189"/>
    <w:rsid w:val="004114E0"/>
    <w:rsid w:val="00415010"/>
    <w:rsid w:val="00417439"/>
    <w:rsid w:val="00423458"/>
    <w:rsid w:val="00423A16"/>
    <w:rsid w:val="00423FD0"/>
    <w:rsid w:val="00424863"/>
    <w:rsid w:val="004256BE"/>
    <w:rsid w:val="004404CE"/>
    <w:rsid w:val="00443009"/>
    <w:rsid w:val="00444E00"/>
    <w:rsid w:val="00445D5F"/>
    <w:rsid w:val="00447134"/>
    <w:rsid w:val="0045284E"/>
    <w:rsid w:val="00453545"/>
    <w:rsid w:val="00457C82"/>
    <w:rsid w:val="00461409"/>
    <w:rsid w:val="00461A96"/>
    <w:rsid w:val="00465BD9"/>
    <w:rsid w:val="004722E0"/>
    <w:rsid w:val="004764CF"/>
    <w:rsid w:val="00477A51"/>
    <w:rsid w:val="00477FD9"/>
    <w:rsid w:val="00482C15"/>
    <w:rsid w:val="004839B6"/>
    <w:rsid w:val="004879A8"/>
    <w:rsid w:val="00490ABB"/>
    <w:rsid w:val="004922D3"/>
    <w:rsid w:val="00493A03"/>
    <w:rsid w:val="0049529D"/>
    <w:rsid w:val="0049743B"/>
    <w:rsid w:val="004B652A"/>
    <w:rsid w:val="004C00B0"/>
    <w:rsid w:val="004C2ABB"/>
    <w:rsid w:val="004D1A27"/>
    <w:rsid w:val="004D6F0F"/>
    <w:rsid w:val="004E2675"/>
    <w:rsid w:val="004E548E"/>
    <w:rsid w:val="004F636B"/>
    <w:rsid w:val="005009C7"/>
    <w:rsid w:val="0050674A"/>
    <w:rsid w:val="005120DE"/>
    <w:rsid w:val="005200C7"/>
    <w:rsid w:val="005208E2"/>
    <w:rsid w:val="005214C4"/>
    <w:rsid w:val="00521FD7"/>
    <w:rsid w:val="00522634"/>
    <w:rsid w:val="005251C3"/>
    <w:rsid w:val="00525C8B"/>
    <w:rsid w:val="00526E26"/>
    <w:rsid w:val="0054354E"/>
    <w:rsid w:val="005449AE"/>
    <w:rsid w:val="0054578E"/>
    <w:rsid w:val="00551D3A"/>
    <w:rsid w:val="00551DAC"/>
    <w:rsid w:val="00552509"/>
    <w:rsid w:val="005551AA"/>
    <w:rsid w:val="00565DA2"/>
    <w:rsid w:val="00565E48"/>
    <w:rsid w:val="005676B5"/>
    <w:rsid w:val="00574836"/>
    <w:rsid w:val="005827A5"/>
    <w:rsid w:val="00583F01"/>
    <w:rsid w:val="005932B9"/>
    <w:rsid w:val="00597BB9"/>
    <w:rsid w:val="005A2636"/>
    <w:rsid w:val="005A354B"/>
    <w:rsid w:val="005A660A"/>
    <w:rsid w:val="005B2CAB"/>
    <w:rsid w:val="005B3D91"/>
    <w:rsid w:val="005B4883"/>
    <w:rsid w:val="005B706E"/>
    <w:rsid w:val="005C3E09"/>
    <w:rsid w:val="005C4C8E"/>
    <w:rsid w:val="005D790B"/>
    <w:rsid w:val="005D7E2C"/>
    <w:rsid w:val="005E1EC5"/>
    <w:rsid w:val="005E268F"/>
    <w:rsid w:val="005E315C"/>
    <w:rsid w:val="005E53FB"/>
    <w:rsid w:val="005E649C"/>
    <w:rsid w:val="00603918"/>
    <w:rsid w:val="00603FF4"/>
    <w:rsid w:val="00607DEE"/>
    <w:rsid w:val="00612660"/>
    <w:rsid w:val="00616A6D"/>
    <w:rsid w:val="00627909"/>
    <w:rsid w:val="00633A6D"/>
    <w:rsid w:val="006360B9"/>
    <w:rsid w:val="00640812"/>
    <w:rsid w:val="00643C69"/>
    <w:rsid w:val="006447B5"/>
    <w:rsid w:val="006447E6"/>
    <w:rsid w:val="006512E1"/>
    <w:rsid w:val="00662430"/>
    <w:rsid w:val="0066714C"/>
    <w:rsid w:val="006673E5"/>
    <w:rsid w:val="00673618"/>
    <w:rsid w:val="0067765D"/>
    <w:rsid w:val="00682A17"/>
    <w:rsid w:val="00684A09"/>
    <w:rsid w:val="00686BDF"/>
    <w:rsid w:val="00687F07"/>
    <w:rsid w:val="00692B2F"/>
    <w:rsid w:val="00692BD1"/>
    <w:rsid w:val="0069326A"/>
    <w:rsid w:val="00693ABE"/>
    <w:rsid w:val="006A576D"/>
    <w:rsid w:val="006B0085"/>
    <w:rsid w:val="006B05EF"/>
    <w:rsid w:val="006B26C6"/>
    <w:rsid w:val="006B54AC"/>
    <w:rsid w:val="006B6C4C"/>
    <w:rsid w:val="006B6EAA"/>
    <w:rsid w:val="006D2A76"/>
    <w:rsid w:val="006D3899"/>
    <w:rsid w:val="006D57A9"/>
    <w:rsid w:val="006E758D"/>
    <w:rsid w:val="006F5947"/>
    <w:rsid w:val="007018A7"/>
    <w:rsid w:val="00701DD8"/>
    <w:rsid w:val="00703D83"/>
    <w:rsid w:val="00707C5E"/>
    <w:rsid w:val="007104BD"/>
    <w:rsid w:val="0071324F"/>
    <w:rsid w:val="00716952"/>
    <w:rsid w:val="00722019"/>
    <w:rsid w:val="0072764F"/>
    <w:rsid w:val="007322B1"/>
    <w:rsid w:val="007374ED"/>
    <w:rsid w:val="007443C3"/>
    <w:rsid w:val="00744BA9"/>
    <w:rsid w:val="00750CA6"/>
    <w:rsid w:val="00755484"/>
    <w:rsid w:val="00763891"/>
    <w:rsid w:val="00771493"/>
    <w:rsid w:val="007766D8"/>
    <w:rsid w:val="007766F8"/>
    <w:rsid w:val="007770B6"/>
    <w:rsid w:val="007815B5"/>
    <w:rsid w:val="00781E95"/>
    <w:rsid w:val="007904C3"/>
    <w:rsid w:val="00793CD3"/>
    <w:rsid w:val="00793E2E"/>
    <w:rsid w:val="007964F5"/>
    <w:rsid w:val="007A2BCF"/>
    <w:rsid w:val="007A5CF1"/>
    <w:rsid w:val="007B44E9"/>
    <w:rsid w:val="007C0206"/>
    <w:rsid w:val="007C0F14"/>
    <w:rsid w:val="007C105B"/>
    <w:rsid w:val="007D07D1"/>
    <w:rsid w:val="007D250E"/>
    <w:rsid w:val="007D2788"/>
    <w:rsid w:val="007D4727"/>
    <w:rsid w:val="007D580F"/>
    <w:rsid w:val="007D6BB8"/>
    <w:rsid w:val="007D783A"/>
    <w:rsid w:val="007E23A5"/>
    <w:rsid w:val="007E69C4"/>
    <w:rsid w:val="007E7ABB"/>
    <w:rsid w:val="007F0BF4"/>
    <w:rsid w:val="007F1AEE"/>
    <w:rsid w:val="007F1C5C"/>
    <w:rsid w:val="007F22B0"/>
    <w:rsid w:val="007F3CD0"/>
    <w:rsid w:val="008008BB"/>
    <w:rsid w:val="008010DD"/>
    <w:rsid w:val="008035DB"/>
    <w:rsid w:val="008060F1"/>
    <w:rsid w:val="008066ED"/>
    <w:rsid w:val="0081390A"/>
    <w:rsid w:val="00824FE0"/>
    <w:rsid w:val="0082549F"/>
    <w:rsid w:val="00827BAF"/>
    <w:rsid w:val="00827DDE"/>
    <w:rsid w:val="00827ED9"/>
    <w:rsid w:val="0083058B"/>
    <w:rsid w:val="00831CC6"/>
    <w:rsid w:val="00831EFB"/>
    <w:rsid w:val="00832CC4"/>
    <w:rsid w:val="008338D3"/>
    <w:rsid w:val="00833F87"/>
    <w:rsid w:val="0083413F"/>
    <w:rsid w:val="0083480F"/>
    <w:rsid w:val="0084538B"/>
    <w:rsid w:val="008479E3"/>
    <w:rsid w:val="00852FFC"/>
    <w:rsid w:val="008632BB"/>
    <w:rsid w:val="008658AC"/>
    <w:rsid w:val="00867CBE"/>
    <w:rsid w:val="00870CAC"/>
    <w:rsid w:val="00871748"/>
    <w:rsid w:val="00876FEE"/>
    <w:rsid w:val="0087719B"/>
    <w:rsid w:val="0088169A"/>
    <w:rsid w:val="0088735D"/>
    <w:rsid w:val="008873B3"/>
    <w:rsid w:val="00891B87"/>
    <w:rsid w:val="0089251C"/>
    <w:rsid w:val="008952B4"/>
    <w:rsid w:val="00895E94"/>
    <w:rsid w:val="00897BF6"/>
    <w:rsid w:val="008A2CF3"/>
    <w:rsid w:val="008B1921"/>
    <w:rsid w:val="008B2A5A"/>
    <w:rsid w:val="008B522D"/>
    <w:rsid w:val="008C53D4"/>
    <w:rsid w:val="008C53D5"/>
    <w:rsid w:val="008D02FE"/>
    <w:rsid w:val="008D0C20"/>
    <w:rsid w:val="008D3393"/>
    <w:rsid w:val="008D61F8"/>
    <w:rsid w:val="008E07EF"/>
    <w:rsid w:val="008E12B4"/>
    <w:rsid w:val="008E49BD"/>
    <w:rsid w:val="008E7220"/>
    <w:rsid w:val="008E75A6"/>
    <w:rsid w:val="008E7D52"/>
    <w:rsid w:val="008F5DAB"/>
    <w:rsid w:val="008F5E19"/>
    <w:rsid w:val="0090061E"/>
    <w:rsid w:val="009028E8"/>
    <w:rsid w:val="00903BAF"/>
    <w:rsid w:val="009050B9"/>
    <w:rsid w:val="0091226C"/>
    <w:rsid w:val="009138A5"/>
    <w:rsid w:val="00915ACC"/>
    <w:rsid w:val="009214DF"/>
    <w:rsid w:val="00937F7B"/>
    <w:rsid w:val="009502AF"/>
    <w:rsid w:val="00950B42"/>
    <w:rsid w:val="00953449"/>
    <w:rsid w:val="00954B6E"/>
    <w:rsid w:val="0095746D"/>
    <w:rsid w:val="009638B0"/>
    <w:rsid w:val="0096799C"/>
    <w:rsid w:val="00970145"/>
    <w:rsid w:val="0097279C"/>
    <w:rsid w:val="009727A3"/>
    <w:rsid w:val="009727EE"/>
    <w:rsid w:val="0097382D"/>
    <w:rsid w:val="00974FB3"/>
    <w:rsid w:val="009836B5"/>
    <w:rsid w:val="00984BED"/>
    <w:rsid w:val="00985F06"/>
    <w:rsid w:val="0099245F"/>
    <w:rsid w:val="00995818"/>
    <w:rsid w:val="00995F4E"/>
    <w:rsid w:val="009A0ED7"/>
    <w:rsid w:val="009A5A47"/>
    <w:rsid w:val="009A713A"/>
    <w:rsid w:val="009B45CF"/>
    <w:rsid w:val="009B689F"/>
    <w:rsid w:val="009C2EB7"/>
    <w:rsid w:val="009C4DCD"/>
    <w:rsid w:val="009C68B7"/>
    <w:rsid w:val="009D1780"/>
    <w:rsid w:val="009D32CD"/>
    <w:rsid w:val="009D462F"/>
    <w:rsid w:val="009E1623"/>
    <w:rsid w:val="009E23D5"/>
    <w:rsid w:val="009E67B5"/>
    <w:rsid w:val="009F592D"/>
    <w:rsid w:val="009F655C"/>
    <w:rsid w:val="00A01516"/>
    <w:rsid w:val="00A01B0A"/>
    <w:rsid w:val="00A0337C"/>
    <w:rsid w:val="00A05CE7"/>
    <w:rsid w:val="00A06E69"/>
    <w:rsid w:val="00A072EA"/>
    <w:rsid w:val="00A07CA2"/>
    <w:rsid w:val="00A10624"/>
    <w:rsid w:val="00A1158B"/>
    <w:rsid w:val="00A134C3"/>
    <w:rsid w:val="00A164FD"/>
    <w:rsid w:val="00A21978"/>
    <w:rsid w:val="00A254DB"/>
    <w:rsid w:val="00A3287D"/>
    <w:rsid w:val="00A3306F"/>
    <w:rsid w:val="00A428F6"/>
    <w:rsid w:val="00A44984"/>
    <w:rsid w:val="00A44BC9"/>
    <w:rsid w:val="00A44BF7"/>
    <w:rsid w:val="00A5217C"/>
    <w:rsid w:val="00A54A31"/>
    <w:rsid w:val="00A67C0E"/>
    <w:rsid w:val="00A7053F"/>
    <w:rsid w:val="00A70B86"/>
    <w:rsid w:val="00A73E74"/>
    <w:rsid w:val="00A76198"/>
    <w:rsid w:val="00A7623F"/>
    <w:rsid w:val="00A841BD"/>
    <w:rsid w:val="00A85F04"/>
    <w:rsid w:val="00A8724C"/>
    <w:rsid w:val="00A92467"/>
    <w:rsid w:val="00A931D7"/>
    <w:rsid w:val="00A93580"/>
    <w:rsid w:val="00AA214C"/>
    <w:rsid w:val="00AB13EE"/>
    <w:rsid w:val="00AB2171"/>
    <w:rsid w:val="00AB649F"/>
    <w:rsid w:val="00AC5285"/>
    <w:rsid w:val="00AD0778"/>
    <w:rsid w:val="00AE0AAE"/>
    <w:rsid w:val="00AE32D3"/>
    <w:rsid w:val="00AE54B7"/>
    <w:rsid w:val="00AF06EB"/>
    <w:rsid w:val="00AF2BFF"/>
    <w:rsid w:val="00AF4B3E"/>
    <w:rsid w:val="00AF5F86"/>
    <w:rsid w:val="00B20505"/>
    <w:rsid w:val="00B20EDB"/>
    <w:rsid w:val="00B22946"/>
    <w:rsid w:val="00B25847"/>
    <w:rsid w:val="00B26412"/>
    <w:rsid w:val="00B26EFB"/>
    <w:rsid w:val="00B3340A"/>
    <w:rsid w:val="00B33B09"/>
    <w:rsid w:val="00B413ED"/>
    <w:rsid w:val="00B43265"/>
    <w:rsid w:val="00B43F90"/>
    <w:rsid w:val="00B46BE5"/>
    <w:rsid w:val="00B512D3"/>
    <w:rsid w:val="00B52D11"/>
    <w:rsid w:val="00B54EC5"/>
    <w:rsid w:val="00B56C35"/>
    <w:rsid w:val="00B62F99"/>
    <w:rsid w:val="00B630E2"/>
    <w:rsid w:val="00B65DE9"/>
    <w:rsid w:val="00B75BE0"/>
    <w:rsid w:val="00B76C55"/>
    <w:rsid w:val="00B84364"/>
    <w:rsid w:val="00B8573B"/>
    <w:rsid w:val="00B9064E"/>
    <w:rsid w:val="00B910A1"/>
    <w:rsid w:val="00B92CDC"/>
    <w:rsid w:val="00B94712"/>
    <w:rsid w:val="00B96FC9"/>
    <w:rsid w:val="00BA0248"/>
    <w:rsid w:val="00BA0F2A"/>
    <w:rsid w:val="00BA2387"/>
    <w:rsid w:val="00BA5A29"/>
    <w:rsid w:val="00BB0737"/>
    <w:rsid w:val="00BB1B59"/>
    <w:rsid w:val="00BB2001"/>
    <w:rsid w:val="00BC29F0"/>
    <w:rsid w:val="00BC2D84"/>
    <w:rsid w:val="00BC3E89"/>
    <w:rsid w:val="00BE1FA8"/>
    <w:rsid w:val="00BE2916"/>
    <w:rsid w:val="00BF18AC"/>
    <w:rsid w:val="00BF3658"/>
    <w:rsid w:val="00BF5774"/>
    <w:rsid w:val="00C000D7"/>
    <w:rsid w:val="00C01586"/>
    <w:rsid w:val="00C062A8"/>
    <w:rsid w:val="00C10E64"/>
    <w:rsid w:val="00C153E3"/>
    <w:rsid w:val="00C16ECC"/>
    <w:rsid w:val="00C22D7A"/>
    <w:rsid w:val="00C30948"/>
    <w:rsid w:val="00C32F55"/>
    <w:rsid w:val="00C3601A"/>
    <w:rsid w:val="00C4716E"/>
    <w:rsid w:val="00C514FB"/>
    <w:rsid w:val="00C533E8"/>
    <w:rsid w:val="00C57B26"/>
    <w:rsid w:val="00C6724B"/>
    <w:rsid w:val="00C710B7"/>
    <w:rsid w:val="00C71CA5"/>
    <w:rsid w:val="00C7571D"/>
    <w:rsid w:val="00C813EE"/>
    <w:rsid w:val="00C81435"/>
    <w:rsid w:val="00C84E4E"/>
    <w:rsid w:val="00C860D5"/>
    <w:rsid w:val="00C90D49"/>
    <w:rsid w:val="00C9265C"/>
    <w:rsid w:val="00C96FDF"/>
    <w:rsid w:val="00CA005E"/>
    <w:rsid w:val="00CA0FCE"/>
    <w:rsid w:val="00CA520E"/>
    <w:rsid w:val="00CA62FD"/>
    <w:rsid w:val="00CA637C"/>
    <w:rsid w:val="00CA6491"/>
    <w:rsid w:val="00CB2A90"/>
    <w:rsid w:val="00CB4DAB"/>
    <w:rsid w:val="00CD0EA7"/>
    <w:rsid w:val="00CE0E03"/>
    <w:rsid w:val="00CE3BE3"/>
    <w:rsid w:val="00CF3D6A"/>
    <w:rsid w:val="00D0114A"/>
    <w:rsid w:val="00D0423F"/>
    <w:rsid w:val="00D10483"/>
    <w:rsid w:val="00D150AD"/>
    <w:rsid w:val="00D16B70"/>
    <w:rsid w:val="00D261B3"/>
    <w:rsid w:val="00D33AA2"/>
    <w:rsid w:val="00D35621"/>
    <w:rsid w:val="00D47B61"/>
    <w:rsid w:val="00D66A2E"/>
    <w:rsid w:val="00D679CC"/>
    <w:rsid w:val="00D7433E"/>
    <w:rsid w:val="00D759B5"/>
    <w:rsid w:val="00D760CA"/>
    <w:rsid w:val="00D76F90"/>
    <w:rsid w:val="00D8343F"/>
    <w:rsid w:val="00D8577D"/>
    <w:rsid w:val="00D96455"/>
    <w:rsid w:val="00DC3095"/>
    <w:rsid w:val="00DC5545"/>
    <w:rsid w:val="00DC6B75"/>
    <w:rsid w:val="00DD2557"/>
    <w:rsid w:val="00DE196C"/>
    <w:rsid w:val="00DF2451"/>
    <w:rsid w:val="00DF27E3"/>
    <w:rsid w:val="00E0087A"/>
    <w:rsid w:val="00E0108B"/>
    <w:rsid w:val="00E028FD"/>
    <w:rsid w:val="00E02EDB"/>
    <w:rsid w:val="00E03FD8"/>
    <w:rsid w:val="00E0470F"/>
    <w:rsid w:val="00E0616D"/>
    <w:rsid w:val="00E066E0"/>
    <w:rsid w:val="00E100D2"/>
    <w:rsid w:val="00E2272B"/>
    <w:rsid w:val="00E3138E"/>
    <w:rsid w:val="00E315FA"/>
    <w:rsid w:val="00E33163"/>
    <w:rsid w:val="00E44273"/>
    <w:rsid w:val="00E507EB"/>
    <w:rsid w:val="00E51493"/>
    <w:rsid w:val="00E529B5"/>
    <w:rsid w:val="00E544FD"/>
    <w:rsid w:val="00E56B0E"/>
    <w:rsid w:val="00E6097A"/>
    <w:rsid w:val="00E62947"/>
    <w:rsid w:val="00E754C7"/>
    <w:rsid w:val="00E76146"/>
    <w:rsid w:val="00E761CE"/>
    <w:rsid w:val="00E76C6A"/>
    <w:rsid w:val="00E81B72"/>
    <w:rsid w:val="00E8313D"/>
    <w:rsid w:val="00E953E6"/>
    <w:rsid w:val="00EA25AE"/>
    <w:rsid w:val="00EB6367"/>
    <w:rsid w:val="00EC039B"/>
    <w:rsid w:val="00EC6EA9"/>
    <w:rsid w:val="00ED4D41"/>
    <w:rsid w:val="00EE02F6"/>
    <w:rsid w:val="00EE197F"/>
    <w:rsid w:val="00EE52B4"/>
    <w:rsid w:val="00EF0CC9"/>
    <w:rsid w:val="00EF437D"/>
    <w:rsid w:val="00EF4A81"/>
    <w:rsid w:val="00F0082E"/>
    <w:rsid w:val="00F01CAF"/>
    <w:rsid w:val="00F153B7"/>
    <w:rsid w:val="00F164BD"/>
    <w:rsid w:val="00F172D4"/>
    <w:rsid w:val="00F21618"/>
    <w:rsid w:val="00F25CA8"/>
    <w:rsid w:val="00F27D09"/>
    <w:rsid w:val="00F27ECD"/>
    <w:rsid w:val="00F30CD1"/>
    <w:rsid w:val="00F36FC9"/>
    <w:rsid w:val="00F444D0"/>
    <w:rsid w:val="00F47C7B"/>
    <w:rsid w:val="00F50B8D"/>
    <w:rsid w:val="00F538E7"/>
    <w:rsid w:val="00F60408"/>
    <w:rsid w:val="00F60557"/>
    <w:rsid w:val="00F60AD4"/>
    <w:rsid w:val="00F61C4F"/>
    <w:rsid w:val="00F6254A"/>
    <w:rsid w:val="00F711C2"/>
    <w:rsid w:val="00F769C9"/>
    <w:rsid w:val="00F83574"/>
    <w:rsid w:val="00F84777"/>
    <w:rsid w:val="00F8548B"/>
    <w:rsid w:val="00F90A7E"/>
    <w:rsid w:val="00F91104"/>
    <w:rsid w:val="00F91A86"/>
    <w:rsid w:val="00F93ADF"/>
    <w:rsid w:val="00F93C3A"/>
    <w:rsid w:val="00F94DA9"/>
    <w:rsid w:val="00F97260"/>
    <w:rsid w:val="00FA15D8"/>
    <w:rsid w:val="00FA404C"/>
    <w:rsid w:val="00FA49CC"/>
    <w:rsid w:val="00FB0D22"/>
    <w:rsid w:val="00FB5043"/>
    <w:rsid w:val="00FB5DC2"/>
    <w:rsid w:val="00FC4E99"/>
    <w:rsid w:val="00FC503C"/>
    <w:rsid w:val="00FC5D96"/>
    <w:rsid w:val="00FC5FDD"/>
    <w:rsid w:val="00FC602D"/>
    <w:rsid w:val="00FD1EC7"/>
    <w:rsid w:val="00FD56B1"/>
    <w:rsid w:val="00FE3780"/>
    <w:rsid w:val="00FE4403"/>
    <w:rsid w:val="00FF1721"/>
    <w:rsid w:val="00FF2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5E4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71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50CA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750CA6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1E71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1">
    <w:name w:val="Body Text 3"/>
    <w:basedOn w:val="a"/>
    <w:link w:val="32"/>
    <w:rsid w:val="001E71F3"/>
    <w:rPr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E71F3"/>
    <w:rPr>
      <w:sz w:val="28"/>
    </w:rPr>
  </w:style>
  <w:style w:type="paragraph" w:styleId="a4">
    <w:name w:val="Normal (Web)"/>
    <w:basedOn w:val="a"/>
    <w:uiPriority w:val="99"/>
    <w:unhideWhenUsed/>
    <w:rsid w:val="00BC29F0"/>
    <w:pPr>
      <w:spacing w:before="100" w:beforeAutospacing="1" w:after="100" w:afterAutospacing="1"/>
    </w:pPr>
  </w:style>
  <w:style w:type="character" w:styleId="a5">
    <w:name w:val="Strong"/>
    <w:basedOn w:val="a0"/>
    <w:qFormat/>
    <w:rsid w:val="00BC29F0"/>
    <w:rPr>
      <w:b/>
      <w:bCs/>
    </w:rPr>
  </w:style>
  <w:style w:type="table" w:styleId="a6">
    <w:name w:val="Table Grid"/>
    <w:basedOn w:val="a1"/>
    <w:rsid w:val="00BC2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5C4C8E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hAnsi="Arial"/>
      <w:sz w:val="22"/>
    </w:rPr>
  </w:style>
  <w:style w:type="character" w:styleId="a7">
    <w:name w:val="Emphasis"/>
    <w:basedOn w:val="a0"/>
    <w:qFormat/>
    <w:rsid w:val="005C4C8E"/>
    <w:rPr>
      <w:i/>
      <w:iCs/>
    </w:rPr>
  </w:style>
  <w:style w:type="character" w:customStyle="1" w:styleId="FontStyle30">
    <w:name w:val="Font Style30"/>
    <w:rsid w:val="00F60408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0851C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basedOn w:val="a"/>
    <w:next w:val="a"/>
    <w:rsid w:val="000851CE"/>
    <w:pPr>
      <w:widowControl w:val="0"/>
      <w:suppressAutoHyphens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10">
    <w:name w:val="Style10"/>
    <w:basedOn w:val="a"/>
    <w:rsid w:val="000851CE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styleId="a8">
    <w:name w:val="No Spacing"/>
    <w:link w:val="a9"/>
    <w:qFormat/>
    <w:rsid w:val="000851CE"/>
    <w:rPr>
      <w:rFonts w:ascii="Calibri" w:hAnsi="Calibri"/>
      <w:sz w:val="22"/>
      <w:szCs w:val="22"/>
    </w:rPr>
  </w:style>
  <w:style w:type="paragraph" w:customStyle="1" w:styleId="-">
    <w:name w:val="Отчет Новош-текст"/>
    <w:basedOn w:val="aa"/>
    <w:rsid w:val="000851CE"/>
    <w:pPr>
      <w:spacing w:after="0" w:line="360" w:lineRule="auto"/>
      <w:ind w:firstLine="709"/>
      <w:jc w:val="both"/>
    </w:pPr>
    <w:rPr>
      <w:b/>
      <w:sz w:val="72"/>
      <w:szCs w:val="20"/>
      <w:lang w:eastAsia="ar-SA"/>
    </w:rPr>
  </w:style>
  <w:style w:type="paragraph" w:styleId="aa">
    <w:name w:val="Body Text"/>
    <w:basedOn w:val="a"/>
    <w:link w:val="ab"/>
    <w:rsid w:val="000851CE"/>
    <w:pPr>
      <w:spacing w:after="120"/>
    </w:pPr>
  </w:style>
  <w:style w:type="character" w:customStyle="1" w:styleId="ab">
    <w:name w:val="Основной текст Знак"/>
    <w:basedOn w:val="a0"/>
    <w:link w:val="aa"/>
    <w:rsid w:val="000851CE"/>
    <w:rPr>
      <w:sz w:val="24"/>
      <w:szCs w:val="24"/>
    </w:rPr>
  </w:style>
  <w:style w:type="paragraph" w:customStyle="1" w:styleId="ConsPlusCell">
    <w:name w:val="ConsPlusCell"/>
    <w:uiPriority w:val="99"/>
    <w:rsid w:val="003249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header"/>
    <w:basedOn w:val="a"/>
    <w:link w:val="ad"/>
    <w:uiPriority w:val="99"/>
    <w:rsid w:val="0044713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47134"/>
    <w:rPr>
      <w:sz w:val="24"/>
      <w:szCs w:val="24"/>
    </w:rPr>
  </w:style>
  <w:style w:type="paragraph" w:styleId="ae">
    <w:name w:val="footer"/>
    <w:basedOn w:val="a"/>
    <w:link w:val="af"/>
    <w:rsid w:val="0044713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47134"/>
    <w:rPr>
      <w:sz w:val="24"/>
      <w:szCs w:val="24"/>
    </w:rPr>
  </w:style>
  <w:style w:type="character" w:customStyle="1" w:styleId="a9">
    <w:name w:val="Без интервала Знак"/>
    <w:link w:val="a8"/>
    <w:uiPriority w:val="1"/>
    <w:locked/>
    <w:rsid w:val="0017490E"/>
    <w:rPr>
      <w:rFonts w:ascii="Calibri" w:hAnsi="Calibri"/>
      <w:sz w:val="22"/>
      <w:szCs w:val="22"/>
    </w:rPr>
  </w:style>
  <w:style w:type="character" w:styleId="af0">
    <w:name w:val="Hyperlink"/>
    <w:basedOn w:val="a0"/>
    <w:rsid w:val="008B522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317B9-CFF3-46EE-B88D-B5EDCEEFC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45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Делопроизводитель</cp:lastModifiedBy>
  <cp:revision>10</cp:revision>
  <cp:lastPrinted>2024-08-21T12:51:00Z</cp:lastPrinted>
  <dcterms:created xsi:type="dcterms:W3CDTF">2024-01-22T07:52:00Z</dcterms:created>
  <dcterms:modified xsi:type="dcterms:W3CDTF">2024-08-21T12:52:00Z</dcterms:modified>
</cp:coreProperties>
</file>