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CC" w:rsidRPr="005272D2" w:rsidRDefault="00ED78CC" w:rsidP="00ED78CC">
      <w:pPr>
        <w:jc w:val="center"/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-461645</wp:posOffset>
            </wp:positionV>
            <wp:extent cx="783590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78CC" w:rsidRPr="005272D2" w:rsidRDefault="00ED78CC" w:rsidP="00ED78CC">
      <w:pPr>
        <w:jc w:val="center"/>
        <w:rPr>
          <w:szCs w:val="28"/>
        </w:rPr>
      </w:pPr>
    </w:p>
    <w:p w:rsidR="00ED78CC" w:rsidRPr="008A16C7" w:rsidRDefault="00ED78CC" w:rsidP="00ED78CC">
      <w:pPr>
        <w:jc w:val="center"/>
        <w:rPr>
          <w:szCs w:val="28"/>
        </w:rPr>
      </w:pPr>
    </w:p>
    <w:p w:rsidR="00ED78CC" w:rsidRPr="000D6FD7" w:rsidRDefault="00ED78CC" w:rsidP="00ED78CC">
      <w:pPr>
        <w:jc w:val="center"/>
        <w:rPr>
          <w:sz w:val="28"/>
          <w:szCs w:val="28"/>
        </w:rPr>
      </w:pPr>
      <w:r w:rsidRPr="000D6FD7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ED78CC" w:rsidRPr="008A16C7" w:rsidRDefault="00ED78CC" w:rsidP="00ED78CC">
      <w:pPr>
        <w:jc w:val="center"/>
        <w:rPr>
          <w:sz w:val="16"/>
          <w:szCs w:val="16"/>
        </w:rPr>
      </w:pPr>
    </w:p>
    <w:p w:rsidR="00ED78CC" w:rsidRPr="008A16C7" w:rsidRDefault="00ED78CC" w:rsidP="00ED78CC">
      <w:pPr>
        <w:keepNext/>
        <w:jc w:val="center"/>
        <w:outlineLvl w:val="2"/>
        <w:rPr>
          <w:b/>
          <w:bCs/>
          <w:sz w:val="36"/>
          <w:szCs w:val="36"/>
        </w:rPr>
      </w:pPr>
      <w:proofErr w:type="gramStart"/>
      <w:r w:rsidRPr="008A16C7">
        <w:rPr>
          <w:b/>
          <w:bCs/>
          <w:sz w:val="36"/>
          <w:szCs w:val="36"/>
        </w:rPr>
        <w:t>П</w:t>
      </w:r>
      <w:proofErr w:type="gramEnd"/>
      <w:r w:rsidRPr="008A16C7">
        <w:rPr>
          <w:b/>
          <w:bCs/>
          <w:sz w:val="36"/>
          <w:szCs w:val="36"/>
        </w:rPr>
        <w:t xml:space="preserve"> О С Т А Н О В Л Е Н И Е</w:t>
      </w:r>
    </w:p>
    <w:p w:rsidR="00ED78CC" w:rsidRPr="008A16C7" w:rsidRDefault="00ED78CC" w:rsidP="00ED78CC">
      <w:pPr>
        <w:rPr>
          <w:sz w:val="16"/>
          <w:szCs w:val="16"/>
        </w:rPr>
      </w:pPr>
    </w:p>
    <w:p w:rsidR="00ED78CC" w:rsidRPr="008A16C7" w:rsidRDefault="00ED78CC" w:rsidP="00ED78CC">
      <w:pPr>
        <w:tabs>
          <w:tab w:val="left" w:pos="993"/>
        </w:tabs>
        <w:jc w:val="both"/>
        <w:rPr>
          <w:sz w:val="28"/>
          <w:szCs w:val="28"/>
        </w:rPr>
      </w:pPr>
      <w:r w:rsidRPr="008A16C7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A16C7">
        <w:rPr>
          <w:sz w:val="28"/>
          <w:szCs w:val="28"/>
        </w:rPr>
        <w:t>.09.2023</w:t>
      </w:r>
      <w:r w:rsidRPr="008A16C7">
        <w:rPr>
          <w:sz w:val="28"/>
          <w:szCs w:val="28"/>
        </w:rPr>
        <w:tab/>
      </w:r>
      <w:r w:rsidRPr="008A16C7">
        <w:rPr>
          <w:sz w:val="28"/>
          <w:szCs w:val="28"/>
        </w:rPr>
        <w:tab/>
      </w:r>
      <w:r w:rsidRPr="008A16C7">
        <w:rPr>
          <w:sz w:val="28"/>
          <w:szCs w:val="28"/>
        </w:rPr>
        <w:tab/>
      </w:r>
      <w:r w:rsidRPr="008A16C7">
        <w:rPr>
          <w:sz w:val="28"/>
          <w:szCs w:val="28"/>
        </w:rPr>
        <w:tab/>
      </w:r>
      <w:r w:rsidRPr="008A16C7">
        <w:rPr>
          <w:sz w:val="28"/>
          <w:szCs w:val="28"/>
        </w:rPr>
        <w:tab/>
      </w:r>
      <w:r w:rsidRPr="008A16C7">
        <w:rPr>
          <w:sz w:val="28"/>
          <w:szCs w:val="28"/>
        </w:rPr>
        <w:tab/>
        <w:t xml:space="preserve">                                        № 4</w:t>
      </w:r>
      <w:r>
        <w:rPr>
          <w:sz w:val="28"/>
          <w:szCs w:val="28"/>
        </w:rPr>
        <w:t>31</w:t>
      </w:r>
    </w:p>
    <w:p w:rsidR="00ED78CC" w:rsidRDefault="00ED78CC" w:rsidP="00ED78CC">
      <w:pPr>
        <w:jc w:val="center"/>
      </w:pPr>
      <w:r w:rsidRPr="008A16C7">
        <w:t>г. Череповец</w:t>
      </w:r>
    </w:p>
    <w:p w:rsidR="00197AC1" w:rsidRPr="00ED78CC" w:rsidRDefault="00197AC1" w:rsidP="00C84E4E">
      <w:pPr>
        <w:rPr>
          <w:b/>
          <w:sz w:val="28"/>
          <w:szCs w:val="28"/>
        </w:rPr>
      </w:pPr>
    </w:p>
    <w:p w:rsidR="00D51AE0" w:rsidRPr="00ED78CC" w:rsidRDefault="007658F3" w:rsidP="00ED78CC">
      <w:pPr>
        <w:widowControl w:val="0"/>
        <w:ind w:right="-1"/>
        <w:jc w:val="center"/>
        <w:rPr>
          <w:b/>
          <w:sz w:val="28"/>
          <w:szCs w:val="28"/>
          <w:lang w:eastAsia="zh-CN"/>
        </w:rPr>
      </w:pPr>
      <w:r w:rsidRPr="00ED78CC">
        <w:rPr>
          <w:b/>
          <w:sz w:val="28"/>
          <w:szCs w:val="28"/>
          <w:lang w:eastAsia="zh-CN"/>
        </w:rPr>
        <w:t>О</w:t>
      </w:r>
      <w:r w:rsidR="004A441A" w:rsidRPr="00ED78CC">
        <w:rPr>
          <w:b/>
          <w:sz w:val="28"/>
          <w:szCs w:val="28"/>
          <w:lang w:eastAsia="zh-CN"/>
        </w:rPr>
        <w:t xml:space="preserve"> внесении изменений в постановление администрации </w:t>
      </w:r>
      <w:r w:rsidRPr="00ED78CC">
        <w:rPr>
          <w:b/>
          <w:sz w:val="28"/>
          <w:szCs w:val="28"/>
          <w:lang w:eastAsia="zh-CN"/>
        </w:rPr>
        <w:t xml:space="preserve">района </w:t>
      </w:r>
      <w:r w:rsidR="004A441A" w:rsidRPr="00ED78CC">
        <w:rPr>
          <w:b/>
          <w:sz w:val="28"/>
          <w:szCs w:val="28"/>
          <w:lang w:eastAsia="zh-CN"/>
        </w:rPr>
        <w:t>от 18.09.2023 №</w:t>
      </w:r>
      <w:r w:rsidR="00ED78CC">
        <w:rPr>
          <w:b/>
          <w:sz w:val="28"/>
          <w:szCs w:val="28"/>
          <w:lang w:eastAsia="zh-CN"/>
        </w:rPr>
        <w:t xml:space="preserve"> </w:t>
      </w:r>
      <w:r w:rsidR="004A441A" w:rsidRPr="00ED78CC">
        <w:rPr>
          <w:b/>
          <w:sz w:val="28"/>
          <w:szCs w:val="28"/>
          <w:lang w:eastAsia="zh-CN"/>
        </w:rPr>
        <w:t>405 «</w:t>
      </w:r>
      <w:r w:rsidR="00D51AE0" w:rsidRPr="00ED78CC">
        <w:rPr>
          <w:b/>
          <w:sz w:val="28"/>
          <w:szCs w:val="28"/>
          <w:lang w:eastAsia="zh-CN"/>
        </w:rPr>
        <w:t xml:space="preserve">О принятии решения о комплексном развитии </w:t>
      </w:r>
      <w:r w:rsidR="00E2194A" w:rsidRPr="00ED78CC">
        <w:rPr>
          <w:b/>
          <w:sz w:val="28"/>
          <w:szCs w:val="28"/>
          <w:lang w:eastAsia="zh-CN"/>
        </w:rPr>
        <w:t xml:space="preserve">незастроенной </w:t>
      </w:r>
      <w:r w:rsidR="00D51AE0" w:rsidRPr="00ED78CC">
        <w:rPr>
          <w:b/>
          <w:sz w:val="28"/>
          <w:szCs w:val="28"/>
          <w:lang w:eastAsia="zh-CN"/>
        </w:rPr>
        <w:t xml:space="preserve">территории в </w:t>
      </w:r>
      <w:r w:rsidR="00E2194A" w:rsidRPr="00ED78CC">
        <w:rPr>
          <w:b/>
          <w:sz w:val="28"/>
          <w:szCs w:val="28"/>
          <w:lang w:eastAsia="zh-CN"/>
        </w:rPr>
        <w:t>Череповецком муниципальном районе</w:t>
      </w:r>
      <w:r w:rsidR="004A441A" w:rsidRPr="00ED78CC">
        <w:rPr>
          <w:b/>
          <w:sz w:val="28"/>
          <w:szCs w:val="28"/>
          <w:lang w:eastAsia="zh-CN"/>
        </w:rPr>
        <w:t>»</w:t>
      </w:r>
    </w:p>
    <w:p w:rsidR="00D51AE0" w:rsidRPr="00F26482" w:rsidRDefault="00D51AE0" w:rsidP="00D51AE0">
      <w:pPr>
        <w:widowControl w:val="0"/>
        <w:ind w:right="-1"/>
        <w:jc w:val="both"/>
        <w:rPr>
          <w:sz w:val="28"/>
          <w:szCs w:val="28"/>
          <w:lang w:eastAsia="zh-CN"/>
        </w:rPr>
      </w:pPr>
    </w:p>
    <w:p w:rsidR="00D51AE0" w:rsidRPr="00F26482" w:rsidRDefault="00D51AE0" w:rsidP="00D51AE0">
      <w:pPr>
        <w:widowControl w:val="0"/>
        <w:ind w:right="-1"/>
        <w:jc w:val="both"/>
        <w:rPr>
          <w:sz w:val="28"/>
          <w:szCs w:val="28"/>
          <w:lang w:eastAsia="zh-CN"/>
        </w:rPr>
      </w:pPr>
    </w:p>
    <w:p w:rsidR="007658F3" w:rsidRDefault="00D51AE0" w:rsidP="00ED78C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D120A6">
        <w:rPr>
          <w:sz w:val="28"/>
          <w:szCs w:val="28"/>
        </w:rPr>
        <w:t>пунктом 3 части 2 статьи 66</w:t>
      </w:r>
      <w:r>
        <w:rPr>
          <w:sz w:val="28"/>
          <w:szCs w:val="28"/>
        </w:rPr>
        <w:t xml:space="preserve">, статьи 67 Градостроительного кодекса Российской Федерации, </w:t>
      </w:r>
      <w:r w:rsidRPr="004C76F7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4C76F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C76F7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4C76F7">
        <w:rPr>
          <w:sz w:val="28"/>
          <w:szCs w:val="28"/>
        </w:rPr>
        <w:t xml:space="preserve"> 131-ФЗ</w:t>
      </w:r>
      <w:r>
        <w:rPr>
          <w:sz w:val="28"/>
          <w:szCs w:val="28"/>
        </w:rPr>
        <w:t xml:space="preserve"> «</w:t>
      </w:r>
      <w:r w:rsidRPr="004C76F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 </w:t>
      </w:r>
    </w:p>
    <w:p w:rsidR="007658F3" w:rsidRDefault="007658F3" w:rsidP="00ED78CC">
      <w:pPr>
        <w:widowControl w:val="0"/>
        <w:ind w:firstLine="709"/>
        <w:jc w:val="both"/>
        <w:rPr>
          <w:sz w:val="28"/>
          <w:szCs w:val="28"/>
        </w:rPr>
      </w:pPr>
    </w:p>
    <w:p w:rsidR="00D51AE0" w:rsidRPr="00A772E0" w:rsidRDefault="007658F3" w:rsidP="00ED78CC">
      <w:pPr>
        <w:widowControl w:val="0"/>
        <w:jc w:val="both"/>
        <w:rPr>
          <w:sz w:val="28"/>
          <w:szCs w:val="28"/>
        </w:rPr>
      </w:pPr>
      <w:r w:rsidRPr="00E2194A">
        <w:rPr>
          <w:sz w:val="28"/>
          <w:szCs w:val="28"/>
        </w:rPr>
        <w:t>ПОСТАНОВЛЯ</w:t>
      </w:r>
      <w:r>
        <w:rPr>
          <w:sz w:val="28"/>
          <w:szCs w:val="28"/>
        </w:rPr>
        <w:t>Ю</w:t>
      </w:r>
      <w:r w:rsidRPr="00E2194A">
        <w:rPr>
          <w:sz w:val="28"/>
          <w:szCs w:val="28"/>
        </w:rPr>
        <w:t>:</w:t>
      </w:r>
    </w:p>
    <w:p w:rsidR="00236A2C" w:rsidRPr="007658F3" w:rsidRDefault="00236A2C" w:rsidP="00ED78CC">
      <w:pPr>
        <w:pStyle w:val="a3"/>
        <w:widowControl w:val="0"/>
        <w:numPr>
          <w:ilvl w:val="0"/>
          <w:numId w:val="12"/>
        </w:numPr>
        <w:ind w:left="0" w:firstLine="709"/>
        <w:jc w:val="both"/>
        <w:rPr>
          <w:sz w:val="28"/>
          <w:szCs w:val="28"/>
          <w:lang w:eastAsia="zh-CN"/>
        </w:rPr>
      </w:pPr>
      <w:r w:rsidRPr="007658F3">
        <w:rPr>
          <w:sz w:val="28"/>
          <w:szCs w:val="28"/>
        </w:rPr>
        <w:t>Внести изменения в постановление администрации района от 18.09.2023 №</w:t>
      </w:r>
      <w:r w:rsidR="00ED78CC">
        <w:rPr>
          <w:sz w:val="28"/>
          <w:szCs w:val="28"/>
        </w:rPr>
        <w:t xml:space="preserve"> </w:t>
      </w:r>
      <w:r w:rsidRPr="007658F3">
        <w:rPr>
          <w:sz w:val="28"/>
          <w:szCs w:val="28"/>
        </w:rPr>
        <w:t xml:space="preserve">405 </w:t>
      </w:r>
      <w:r w:rsidR="007658F3" w:rsidRPr="007658F3">
        <w:rPr>
          <w:sz w:val="28"/>
          <w:szCs w:val="28"/>
          <w:lang w:eastAsia="zh-CN"/>
        </w:rPr>
        <w:t xml:space="preserve">«О принятии решения о комплексном развитии незастроенной территории в Череповецком муниципальном районе» </w:t>
      </w:r>
      <w:r w:rsidRPr="007658F3">
        <w:rPr>
          <w:sz w:val="28"/>
          <w:szCs w:val="28"/>
        </w:rPr>
        <w:t>изложив приложение 1 в новой редакции согласно приложению к настоящему постановлению.</w:t>
      </w:r>
    </w:p>
    <w:p w:rsidR="00E2194A" w:rsidRPr="00236A2C" w:rsidRDefault="007658F3" w:rsidP="00ED78CC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Roboto" w:hAnsi="Roboto"/>
          <w:color w:val="020B22"/>
          <w:sz w:val="28"/>
          <w:szCs w:val="28"/>
        </w:rPr>
      </w:pPr>
      <w:r w:rsidRPr="00132DB8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</w:t>
      </w:r>
      <w:r w:rsidRPr="00132DB8">
        <w:rPr>
          <w:sz w:val="28"/>
          <w:szCs w:val="28"/>
        </w:rPr>
        <w:t xml:space="preserve"> в газете «Сельская новь» и разместить на официальном сайте Череповецкого муниципального района в информационно-телекоммуникационной сети «Интернет»</w:t>
      </w:r>
      <w:r w:rsidR="00D51AE0" w:rsidRPr="00236A2C">
        <w:rPr>
          <w:sz w:val="28"/>
          <w:szCs w:val="28"/>
          <w:lang w:eastAsia="zh-CN"/>
        </w:rPr>
        <w:t>.</w:t>
      </w:r>
    </w:p>
    <w:p w:rsidR="00023555" w:rsidRDefault="00023555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ED78CC" w:rsidRPr="009574C4" w:rsidRDefault="00ED78CC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BC2929" w:rsidRPr="000B773D" w:rsidRDefault="00E23A85" w:rsidP="00BC292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BC2929" w:rsidRPr="000B773D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BC2929" w:rsidRPr="000B773D">
        <w:rPr>
          <w:sz w:val="28"/>
          <w:szCs w:val="28"/>
        </w:rPr>
        <w:t xml:space="preserve"> администрации района     </w:t>
      </w:r>
      <w:r w:rsidR="00ED78CC">
        <w:rPr>
          <w:sz w:val="28"/>
          <w:szCs w:val="28"/>
        </w:rPr>
        <w:t xml:space="preserve">                         </w:t>
      </w:r>
      <w:r w:rsidR="00BC2929" w:rsidRPr="000B773D">
        <w:rPr>
          <w:sz w:val="28"/>
          <w:szCs w:val="28"/>
        </w:rPr>
        <w:t xml:space="preserve">     </w:t>
      </w:r>
      <w:r w:rsidR="00011631">
        <w:rPr>
          <w:sz w:val="28"/>
          <w:szCs w:val="28"/>
        </w:rPr>
        <w:t xml:space="preserve">   </w:t>
      </w:r>
      <w:r w:rsidR="00491BC9">
        <w:rPr>
          <w:sz w:val="28"/>
          <w:szCs w:val="28"/>
        </w:rPr>
        <w:t xml:space="preserve">     </w:t>
      </w:r>
      <w:r w:rsidR="00011631">
        <w:rPr>
          <w:sz w:val="28"/>
          <w:szCs w:val="28"/>
        </w:rPr>
        <w:t xml:space="preserve">    </w:t>
      </w:r>
      <w:r>
        <w:rPr>
          <w:sz w:val="28"/>
          <w:szCs w:val="28"/>
        </w:rPr>
        <w:t>Р.Э. Маслов</w:t>
      </w:r>
    </w:p>
    <w:p w:rsidR="00875E4F" w:rsidRPr="009574C4" w:rsidRDefault="00875E4F" w:rsidP="00875E4F">
      <w:pPr>
        <w:tabs>
          <w:tab w:val="left" w:pos="7811"/>
        </w:tabs>
        <w:jc w:val="both"/>
        <w:rPr>
          <w:sz w:val="28"/>
          <w:szCs w:val="28"/>
        </w:rPr>
      </w:pPr>
    </w:p>
    <w:sectPr w:rsidR="00875E4F" w:rsidRPr="009574C4" w:rsidSect="00ED7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BE7D91"/>
    <w:multiLevelType w:val="hybridMultilevel"/>
    <w:tmpl w:val="56FC8B1C"/>
    <w:lvl w:ilvl="0" w:tplc="29365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A533EA"/>
    <w:multiLevelType w:val="multilevel"/>
    <w:tmpl w:val="A0EAC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3F3F3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F3F3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F3F3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F3F3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F3F3F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F3F3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F3F3F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F3F3F"/>
      </w:rPr>
    </w:lvl>
  </w:abstractNum>
  <w:abstractNum w:abstractNumId="3">
    <w:nsid w:val="34B40F85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1B12ADF"/>
    <w:multiLevelType w:val="multilevel"/>
    <w:tmpl w:val="6D34EA3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57F2276D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8D4113D"/>
    <w:multiLevelType w:val="hybridMultilevel"/>
    <w:tmpl w:val="57A49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3C593F"/>
    <w:multiLevelType w:val="hybridMultilevel"/>
    <w:tmpl w:val="D9AAE5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D175C4"/>
    <w:multiLevelType w:val="hybridMultilevel"/>
    <w:tmpl w:val="B0E27A86"/>
    <w:lvl w:ilvl="0" w:tplc="B072A2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76C55"/>
    <w:rsid w:val="000035EF"/>
    <w:rsid w:val="000049AA"/>
    <w:rsid w:val="00010F7D"/>
    <w:rsid w:val="00011631"/>
    <w:rsid w:val="000218ED"/>
    <w:rsid w:val="00023555"/>
    <w:rsid w:val="000614F1"/>
    <w:rsid w:val="00073978"/>
    <w:rsid w:val="00082253"/>
    <w:rsid w:val="0008322C"/>
    <w:rsid w:val="000848AC"/>
    <w:rsid w:val="000852C9"/>
    <w:rsid w:val="00090204"/>
    <w:rsid w:val="0009483F"/>
    <w:rsid w:val="000969BE"/>
    <w:rsid w:val="000A04C6"/>
    <w:rsid w:val="000A419E"/>
    <w:rsid w:val="000A4DDC"/>
    <w:rsid w:val="000A6D7C"/>
    <w:rsid w:val="000E31D7"/>
    <w:rsid w:val="000F5C14"/>
    <w:rsid w:val="0011031C"/>
    <w:rsid w:val="001168C6"/>
    <w:rsid w:val="00117203"/>
    <w:rsid w:val="00124C3E"/>
    <w:rsid w:val="00132DEA"/>
    <w:rsid w:val="00142239"/>
    <w:rsid w:val="00165BD9"/>
    <w:rsid w:val="00190124"/>
    <w:rsid w:val="001907D7"/>
    <w:rsid w:val="001925F1"/>
    <w:rsid w:val="00197AC1"/>
    <w:rsid w:val="001B1783"/>
    <w:rsid w:val="001B7DC3"/>
    <w:rsid w:val="001C19A3"/>
    <w:rsid w:val="001C52CF"/>
    <w:rsid w:val="001E3BA7"/>
    <w:rsid w:val="001E4A60"/>
    <w:rsid w:val="001F66E4"/>
    <w:rsid w:val="001F771F"/>
    <w:rsid w:val="00213F2E"/>
    <w:rsid w:val="00220A3A"/>
    <w:rsid w:val="002268AF"/>
    <w:rsid w:val="00231B69"/>
    <w:rsid w:val="00236A2C"/>
    <w:rsid w:val="00250422"/>
    <w:rsid w:val="0026209A"/>
    <w:rsid w:val="002754A1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3B3"/>
    <w:rsid w:val="002F3BF5"/>
    <w:rsid w:val="00314C85"/>
    <w:rsid w:val="00326AC4"/>
    <w:rsid w:val="00332C2A"/>
    <w:rsid w:val="00335737"/>
    <w:rsid w:val="00352FC1"/>
    <w:rsid w:val="0035511C"/>
    <w:rsid w:val="003622E8"/>
    <w:rsid w:val="00395F69"/>
    <w:rsid w:val="003B768D"/>
    <w:rsid w:val="003C414A"/>
    <w:rsid w:val="003F4E90"/>
    <w:rsid w:val="003F7E6B"/>
    <w:rsid w:val="00405ADA"/>
    <w:rsid w:val="00423A16"/>
    <w:rsid w:val="00423FD0"/>
    <w:rsid w:val="004256BE"/>
    <w:rsid w:val="00443009"/>
    <w:rsid w:val="00451E5D"/>
    <w:rsid w:val="00461A96"/>
    <w:rsid w:val="00481319"/>
    <w:rsid w:val="004839B6"/>
    <w:rsid w:val="00484CE8"/>
    <w:rsid w:val="00487EB8"/>
    <w:rsid w:val="00491BC9"/>
    <w:rsid w:val="004A032F"/>
    <w:rsid w:val="004A3D18"/>
    <w:rsid w:val="004A4254"/>
    <w:rsid w:val="004A441A"/>
    <w:rsid w:val="004D63FE"/>
    <w:rsid w:val="004F048D"/>
    <w:rsid w:val="004F636B"/>
    <w:rsid w:val="005009C7"/>
    <w:rsid w:val="0050674A"/>
    <w:rsid w:val="00523930"/>
    <w:rsid w:val="005251C3"/>
    <w:rsid w:val="0054354E"/>
    <w:rsid w:val="005449AE"/>
    <w:rsid w:val="0054578E"/>
    <w:rsid w:val="00563C64"/>
    <w:rsid w:val="00565DA2"/>
    <w:rsid w:val="005932B9"/>
    <w:rsid w:val="005A0A29"/>
    <w:rsid w:val="005A2636"/>
    <w:rsid w:val="005A354B"/>
    <w:rsid w:val="005C3E09"/>
    <w:rsid w:val="005E268F"/>
    <w:rsid w:val="005E53FB"/>
    <w:rsid w:val="005F0DB2"/>
    <w:rsid w:val="005F72C7"/>
    <w:rsid w:val="00607DEE"/>
    <w:rsid w:val="00612660"/>
    <w:rsid w:val="00625563"/>
    <w:rsid w:val="00634621"/>
    <w:rsid w:val="006374DB"/>
    <w:rsid w:val="006403E9"/>
    <w:rsid w:val="00643C69"/>
    <w:rsid w:val="006447E6"/>
    <w:rsid w:val="00650CE7"/>
    <w:rsid w:val="0065653E"/>
    <w:rsid w:val="0066714C"/>
    <w:rsid w:val="00675AD1"/>
    <w:rsid w:val="00682A17"/>
    <w:rsid w:val="00686BDF"/>
    <w:rsid w:val="00692BD1"/>
    <w:rsid w:val="00697B10"/>
    <w:rsid w:val="006A2FF3"/>
    <w:rsid w:val="006B0085"/>
    <w:rsid w:val="006C523B"/>
    <w:rsid w:val="00707C5E"/>
    <w:rsid w:val="0071324F"/>
    <w:rsid w:val="00734A29"/>
    <w:rsid w:val="00763891"/>
    <w:rsid w:val="007658F3"/>
    <w:rsid w:val="007766D8"/>
    <w:rsid w:val="007770B6"/>
    <w:rsid w:val="007815B5"/>
    <w:rsid w:val="00786D23"/>
    <w:rsid w:val="007904C3"/>
    <w:rsid w:val="00793CD3"/>
    <w:rsid w:val="00793E2E"/>
    <w:rsid w:val="00795AB0"/>
    <w:rsid w:val="007964F5"/>
    <w:rsid w:val="007A5CF1"/>
    <w:rsid w:val="007B656F"/>
    <w:rsid w:val="007C105B"/>
    <w:rsid w:val="007D2788"/>
    <w:rsid w:val="007E7ABB"/>
    <w:rsid w:val="007F3CD0"/>
    <w:rsid w:val="00827BAF"/>
    <w:rsid w:val="00827DDE"/>
    <w:rsid w:val="00827ED9"/>
    <w:rsid w:val="00832CC4"/>
    <w:rsid w:val="0084538B"/>
    <w:rsid w:val="008658AC"/>
    <w:rsid w:val="0087590A"/>
    <w:rsid w:val="00875E4F"/>
    <w:rsid w:val="0087719B"/>
    <w:rsid w:val="008873B3"/>
    <w:rsid w:val="00891B87"/>
    <w:rsid w:val="008979FD"/>
    <w:rsid w:val="008A1BCB"/>
    <w:rsid w:val="008A7261"/>
    <w:rsid w:val="008B2A5A"/>
    <w:rsid w:val="008C0DE4"/>
    <w:rsid w:val="008C17D0"/>
    <w:rsid w:val="008C2BCB"/>
    <w:rsid w:val="008C53D4"/>
    <w:rsid w:val="008D02FE"/>
    <w:rsid w:val="008D2230"/>
    <w:rsid w:val="008D3393"/>
    <w:rsid w:val="008D49CC"/>
    <w:rsid w:val="008E12B4"/>
    <w:rsid w:val="009028E8"/>
    <w:rsid w:val="009050B9"/>
    <w:rsid w:val="00907114"/>
    <w:rsid w:val="00916CE9"/>
    <w:rsid w:val="00924233"/>
    <w:rsid w:val="009347C9"/>
    <w:rsid w:val="00935AF2"/>
    <w:rsid w:val="00942D92"/>
    <w:rsid w:val="009574C4"/>
    <w:rsid w:val="00963DD8"/>
    <w:rsid w:val="0097279C"/>
    <w:rsid w:val="009727A3"/>
    <w:rsid w:val="009836B5"/>
    <w:rsid w:val="00984BED"/>
    <w:rsid w:val="00995F4E"/>
    <w:rsid w:val="009B7F48"/>
    <w:rsid w:val="009C2EB7"/>
    <w:rsid w:val="009D462F"/>
    <w:rsid w:val="009E1623"/>
    <w:rsid w:val="009E23D5"/>
    <w:rsid w:val="009F163E"/>
    <w:rsid w:val="009F4AF2"/>
    <w:rsid w:val="00A01B0A"/>
    <w:rsid w:val="00A07EA9"/>
    <w:rsid w:val="00A114FD"/>
    <w:rsid w:val="00A134C3"/>
    <w:rsid w:val="00A164FD"/>
    <w:rsid w:val="00A5217C"/>
    <w:rsid w:val="00A54A31"/>
    <w:rsid w:val="00A564D8"/>
    <w:rsid w:val="00A57905"/>
    <w:rsid w:val="00A7053F"/>
    <w:rsid w:val="00A85F04"/>
    <w:rsid w:val="00AA43C3"/>
    <w:rsid w:val="00AB2171"/>
    <w:rsid w:val="00AB649F"/>
    <w:rsid w:val="00AF06EB"/>
    <w:rsid w:val="00AF349C"/>
    <w:rsid w:val="00B04AE0"/>
    <w:rsid w:val="00B11D33"/>
    <w:rsid w:val="00B12700"/>
    <w:rsid w:val="00B20505"/>
    <w:rsid w:val="00B207FA"/>
    <w:rsid w:val="00B2270D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76C55"/>
    <w:rsid w:val="00B801A9"/>
    <w:rsid w:val="00B8573B"/>
    <w:rsid w:val="00B972F2"/>
    <w:rsid w:val="00BA19B9"/>
    <w:rsid w:val="00BB2001"/>
    <w:rsid w:val="00BC100C"/>
    <w:rsid w:val="00BC1BBE"/>
    <w:rsid w:val="00BC2929"/>
    <w:rsid w:val="00BE1FA8"/>
    <w:rsid w:val="00BF5774"/>
    <w:rsid w:val="00BF60DB"/>
    <w:rsid w:val="00C003A6"/>
    <w:rsid w:val="00C03551"/>
    <w:rsid w:val="00C10E64"/>
    <w:rsid w:val="00C153E3"/>
    <w:rsid w:val="00C22D7A"/>
    <w:rsid w:val="00C37769"/>
    <w:rsid w:val="00C4716E"/>
    <w:rsid w:val="00C533E8"/>
    <w:rsid w:val="00C5572B"/>
    <w:rsid w:val="00C63090"/>
    <w:rsid w:val="00C84E4E"/>
    <w:rsid w:val="00C860D5"/>
    <w:rsid w:val="00C9265C"/>
    <w:rsid w:val="00C96FDF"/>
    <w:rsid w:val="00CA0FCE"/>
    <w:rsid w:val="00CA1CE3"/>
    <w:rsid w:val="00CA62FD"/>
    <w:rsid w:val="00CB2A90"/>
    <w:rsid w:val="00CB6520"/>
    <w:rsid w:val="00CE3BE3"/>
    <w:rsid w:val="00CE6616"/>
    <w:rsid w:val="00D0114A"/>
    <w:rsid w:val="00D35D2C"/>
    <w:rsid w:val="00D51AE0"/>
    <w:rsid w:val="00D51B85"/>
    <w:rsid w:val="00D55998"/>
    <w:rsid w:val="00D5694A"/>
    <w:rsid w:val="00D759B5"/>
    <w:rsid w:val="00D84FD7"/>
    <w:rsid w:val="00D853CA"/>
    <w:rsid w:val="00D9571A"/>
    <w:rsid w:val="00DC5545"/>
    <w:rsid w:val="00DE16B0"/>
    <w:rsid w:val="00DF1A8C"/>
    <w:rsid w:val="00DF2451"/>
    <w:rsid w:val="00E0087A"/>
    <w:rsid w:val="00E0108B"/>
    <w:rsid w:val="00E2194A"/>
    <w:rsid w:val="00E2272B"/>
    <w:rsid w:val="00E23A85"/>
    <w:rsid w:val="00E44273"/>
    <w:rsid w:val="00E47AC4"/>
    <w:rsid w:val="00E76C6A"/>
    <w:rsid w:val="00E953E6"/>
    <w:rsid w:val="00EA55D6"/>
    <w:rsid w:val="00EA7D84"/>
    <w:rsid w:val="00EB28C4"/>
    <w:rsid w:val="00EC4581"/>
    <w:rsid w:val="00EC6CD8"/>
    <w:rsid w:val="00ED4D41"/>
    <w:rsid w:val="00ED78CC"/>
    <w:rsid w:val="00EE52B4"/>
    <w:rsid w:val="00EF4893"/>
    <w:rsid w:val="00EF4A81"/>
    <w:rsid w:val="00F0082E"/>
    <w:rsid w:val="00F01CAF"/>
    <w:rsid w:val="00F058C2"/>
    <w:rsid w:val="00F358D6"/>
    <w:rsid w:val="00F50B8D"/>
    <w:rsid w:val="00F538E7"/>
    <w:rsid w:val="00F769C9"/>
    <w:rsid w:val="00F8548B"/>
    <w:rsid w:val="00F87F80"/>
    <w:rsid w:val="00F91A86"/>
    <w:rsid w:val="00F94DA9"/>
    <w:rsid w:val="00FA15D8"/>
    <w:rsid w:val="00FB04E7"/>
    <w:rsid w:val="00FB0D22"/>
    <w:rsid w:val="00FB7C9A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paragraph" w:styleId="a6">
    <w:name w:val="Normal (Web)"/>
    <w:basedOn w:val="a"/>
    <w:uiPriority w:val="99"/>
    <w:unhideWhenUsed/>
    <w:rsid w:val="00E219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08E71-97D1-49ED-AE59-59FBF2FD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25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5</cp:revision>
  <cp:lastPrinted>2023-10-02T11:34:00Z</cp:lastPrinted>
  <dcterms:created xsi:type="dcterms:W3CDTF">2023-09-26T05:20:00Z</dcterms:created>
  <dcterms:modified xsi:type="dcterms:W3CDTF">2023-10-02T11:34:00Z</dcterms:modified>
</cp:coreProperties>
</file>