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2F4" w:rsidRPr="009177D9" w:rsidRDefault="004F32F4" w:rsidP="004F32F4">
      <w:pPr>
        <w:jc w:val="center"/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2593820</wp:posOffset>
            </wp:positionH>
            <wp:positionV relativeFrom="paragraph">
              <wp:posOffset>-449428</wp:posOffset>
            </wp:positionV>
            <wp:extent cx="785622" cy="929031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5622" cy="9290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F32F4" w:rsidRPr="009177D9" w:rsidRDefault="004F32F4" w:rsidP="004F32F4">
      <w:pPr>
        <w:jc w:val="center"/>
        <w:rPr>
          <w:sz w:val="16"/>
          <w:szCs w:val="16"/>
        </w:rPr>
      </w:pPr>
    </w:p>
    <w:p w:rsidR="004F32F4" w:rsidRPr="007A5F47" w:rsidRDefault="004F32F4" w:rsidP="004F32F4">
      <w:pPr>
        <w:jc w:val="center"/>
        <w:rPr>
          <w:sz w:val="16"/>
          <w:szCs w:val="16"/>
        </w:rPr>
      </w:pPr>
    </w:p>
    <w:p w:rsidR="004F32F4" w:rsidRPr="007A5F47" w:rsidRDefault="004F32F4" w:rsidP="004F32F4">
      <w:pPr>
        <w:jc w:val="center"/>
        <w:rPr>
          <w:sz w:val="28"/>
          <w:szCs w:val="28"/>
        </w:rPr>
      </w:pPr>
    </w:p>
    <w:p w:rsidR="004F32F4" w:rsidRDefault="004F32F4" w:rsidP="004F32F4">
      <w:pPr>
        <w:jc w:val="center"/>
        <w:rPr>
          <w:sz w:val="28"/>
          <w:szCs w:val="28"/>
        </w:rPr>
      </w:pPr>
    </w:p>
    <w:p w:rsidR="004F32F4" w:rsidRPr="007A5F47" w:rsidRDefault="004F32F4" w:rsidP="004F32F4">
      <w:pPr>
        <w:jc w:val="center"/>
        <w:rPr>
          <w:sz w:val="28"/>
          <w:szCs w:val="28"/>
        </w:rPr>
      </w:pPr>
      <w:r w:rsidRPr="007A5F47">
        <w:rPr>
          <w:sz w:val="28"/>
          <w:szCs w:val="28"/>
        </w:rPr>
        <w:t>АДМИНИСТРАЦИЯ ЧЕРЕПОВЕЦКОГО МУНИЦИПАЛЬНОГО РАЙОНА ВОЛОГОДСКОЙ ОБЛАСТИ</w:t>
      </w:r>
    </w:p>
    <w:p w:rsidR="004F32F4" w:rsidRPr="007A5F47" w:rsidRDefault="004F32F4" w:rsidP="004F32F4">
      <w:pPr>
        <w:jc w:val="center"/>
        <w:rPr>
          <w:sz w:val="16"/>
          <w:szCs w:val="16"/>
        </w:rPr>
      </w:pPr>
    </w:p>
    <w:p w:rsidR="004F32F4" w:rsidRPr="007A5F47" w:rsidRDefault="004F32F4" w:rsidP="004F32F4">
      <w:pPr>
        <w:jc w:val="center"/>
        <w:rPr>
          <w:sz w:val="28"/>
          <w:szCs w:val="28"/>
        </w:rPr>
      </w:pPr>
      <w:r w:rsidRPr="007A5F47">
        <w:rPr>
          <w:sz w:val="28"/>
          <w:szCs w:val="28"/>
        </w:rPr>
        <w:t xml:space="preserve">ПЕРВЫЙ ЗАМЕСТИТЕЛЬ </w:t>
      </w:r>
      <w:r w:rsidRPr="007A5F47">
        <w:rPr>
          <w:sz w:val="28"/>
          <w:szCs w:val="28"/>
        </w:rPr>
        <w:br/>
        <w:t>РУКОВОДИТЕЛЯ АДМИНИСТРАЦИИ РАЙОНА</w:t>
      </w:r>
    </w:p>
    <w:p w:rsidR="004F32F4" w:rsidRPr="007A5F47" w:rsidRDefault="004F32F4" w:rsidP="004F32F4">
      <w:pPr>
        <w:jc w:val="center"/>
        <w:rPr>
          <w:sz w:val="16"/>
          <w:szCs w:val="16"/>
        </w:rPr>
      </w:pPr>
    </w:p>
    <w:p w:rsidR="004F32F4" w:rsidRPr="007A5F47" w:rsidRDefault="004F32F4" w:rsidP="004F32F4">
      <w:pPr>
        <w:jc w:val="center"/>
        <w:rPr>
          <w:b/>
          <w:sz w:val="36"/>
          <w:szCs w:val="28"/>
        </w:rPr>
      </w:pPr>
      <w:proofErr w:type="gramStart"/>
      <w:r w:rsidRPr="007A5F47">
        <w:rPr>
          <w:b/>
          <w:sz w:val="36"/>
          <w:szCs w:val="28"/>
        </w:rPr>
        <w:t>Р</w:t>
      </w:r>
      <w:proofErr w:type="gramEnd"/>
      <w:r w:rsidRPr="007A5F47">
        <w:rPr>
          <w:b/>
          <w:sz w:val="36"/>
          <w:szCs w:val="28"/>
        </w:rPr>
        <w:t xml:space="preserve"> А С П О Р Я Ж Е Н И Е</w:t>
      </w:r>
    </w:p>
    <w:p w:rsidR="004F32F4" w:rsidRPr="007A5F47" w:rsidRDefault="004F32F4" w:rsidP="004F32F4">
      <w:pPr>
        <w:jc w:val="center"/>
        <w:rPr>
          <w:sz w:val="16"/>
          <w:szCs w:val="16"/>
        </w:rPr>
      </w:pPr>
    </w:p>
    <w:p w:rsidR="004F32F4" w:rsidRPr="007A5F47" w:rsidRDefault="004F32F4" w:rsidP="004F32F4">
      <w:pPr>
        <w:jc w:val="center"/>
        <w:rPr>
          <w:sz w:val="28"/>
          <w:szCs w:val="28"/>
        </w:rPr>
      </w:pPr>
      <w:r w:rsidRPr="007A5F47">
        <w:rPr>
          <w:sz w:val="28"/>
          <w:szCs w:val="28"/>
        </w:rPr>
        <w:t>от 1</w:t>
      </w:r>
      <w:r>
        <w:rPr>
          <w:sz w:val="28"/>
          <w:szCs w:val="28"/>
        </w:rPr>
        <w:t>7</w:t>
      </w:r>
      <w:r w:rsidRPr="007A5F47">
        <w:rPr>
          <w:sz w:val="28"/>
          <w:szCs w:val="28"/>
        </w:rPr>
        <w:t>.03.2023                                                                                                    № 5</w:t>
      </w:r>
      <w:r>
        <w:rPr>
          <w:sz w:val="28"/>
          <w:szCs w:val="28"/>
        </w:rPr>
        <w:t>22</w:t>
      </w:r>
    </w:p>
    <w:p w:rsidR="004F32F4" w:rsidRDefault="004F32F4" w:rsidP="004F32F4">
      <w:pPr>
        <w:jc w:val="center"/>
      </w:pPr>
      <w:r w:rsidRPr="00BE615A">
        <w:t>г. Череповец</w:t>
      </w:r>
    </w:p>
    <w:p w:rsidR="004F32F4" w:rsidRDefault="004F32F4" w:rsidP="004F32F4">
      <w:pPr>
        <w:jc w:val="center"/>
      </w:pPr>
    </w:p>
    <w:p w:rsidR="004F32F4" w:rsidRDefault="004F32F4" w:rsidP="004F32F4">
      <w:pPr>
        <w:jc w:val="center"/>
      </w:pPr>
    </w:p>
    <w:p w:rsidR="007B5D6E" w:rsidRPr="004F32F4" w:rsidRDefault="007B5D6E" w:rsidP="004F32F4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4F32F4">
        <w:rPr>
          <w:b/>
          <w:bCs/>
          <w:sz w:val="28"/>
          <w:szCs w:val="28"/>
        </w:rPr>
        <w:t xml:space="preserve">О подготовке </w:t>
      </w:r>
      <w:r w:rsidR="007E0E5A" w:rsidRPr="004F32F4">
        <w:rPr>
          <w:b/>
          <w:bCs/>
          <w:sz w:val="28"/>
          <w:szCs w:val="28"/>
        </w:rPr>
        <w:t xml:space="preserve">проекта планировки и проекта межевания территории линейного объекта «Газопровод межпоселковый д. Борисово – </w:t>
      </w:r>
      <w:r w:rsidR="004F32F4">
        <w:rPr>
          <w:b/>
          <w:bCs/>
          <w:sz w:val="28"/>
          <w:szCs w:val="28"/>
        </w:rPr>
        <w:br/>
      </w:r>
      <w:r w:rsidR="007E0E5A" w:rsidRPr="004F32F4">
        <w:rPr>
          <w:b/>
          <w:bCs/>
          <w:sz w:val="28"/>
          <w:szCs w:val="28"/>
        </w:rPr>
        <w:t xml:space="preserve">д. </w:t>
      </w:r>
      <w:proofErr w:type="spellStart"/>
      <w:r w:rsidR="007E0E5A" w:rsidRPr="004F32F4">
        <w:rPr>
          <w:b/>
          <w:bCs/>
          <w:sz w:val="28"/>
          <w:szCs w:val="28"/>
        </w:rPr>
        <w:t>Ирдоматка</w:t>
      </w:r>
      <w:proofErr w:type="spellEnd"/>
      <w:r w:rsidR="007E0E5A" w:rsidRPr="004F32F4">
        <w:rPr>
          <w:b/>
          <w:bCs/>
          <w:sz w:val="28"/>
          <w:szCs w:val="28"/>
        </w:rPr>
        <w:t xml:space="preserve"> – д. </w:t>
      </w:r>
      <w:proofErr w:type="spellStart"/>
      <w:r w:rsidR="007E0E5A" w:rsidRPr="004F32F4">
        <w:rPr>
          <w:b/>
          <w:bCs/>
          <w:sz w:val="28"/>
          <w:szCs w:val="28"/>
        </w:rPr>
        <w:t>Ванеево</w:t>
      </w:r>
      <w:proofErr w:type="spellEnd"/>
      <w:r w:rsidR="007E0E5A" w:rsidRPr="004F32F4">
        <w:rPr>
          <w:b/>
          <w:bCs/>
          <w:sz w:val="28"/>
          <w:szCs w:val="28"/>
        </w:rPr>
        <w:t xml:space="preserve"> – д. </w:t>
      </w:r>
      <w:proofErr w:type="gramStart"/>
      <w:r w:rsidR="007E0E5A" w:rsidRPr="004F32F4">
        <w:rPr>
          <w:b/>
          <w:bCs/>
          <w:sz w:val="28"/>
          <w:szCs w:val="28"/>
        </w:rPr>
        <w:t>Нова</w:t>
      </w:r>
      <w:proofErr w:type="gramEnd"/>
      <w:r w:rsidR="007E0E5A" w:rsidRPr="004F32F4">
        <w:rPr>
          <w:b/>
          <w:bCs/>
          <w:sz w:val="28"/>
          <w:szCs w:val="28"/>
        </w:rPr>
        <w:t xml:space="preserve"> – д. </w:t>
      </w:r>
      <w:proofErr w:type="spellStart"/>
      <w:r w:rsidR="007E0E5A" w:rsidRPr="004F32F4">
        <w:rPr>
          <w:b/>
          <w:bCs/>
          <w:sz w:val="28"/>
          <w:szCs w:val="28"/>
        </w:rPr>
        <w:t>Шайма</w:t>
      </w:r>
      <w:proofErr w:type="spellEnd"/>
      <w:r w:rsidR="007E0E5A" w:rsidRPr="004F32F4">
        <w:rPr>
          <w:b/>
          <w:bCs/>
          <w:sz w:val="28"/>
          <w:szCs w:val="28"/>
        </w:rPr>
        <w:t xml:space="preserve"> – п. </w:t>
      </w:r>
      <w:proofErr w:type="spellStart"/>
      <w:r w:rsidR="007E0E5A" w:rsidRPr="004F32F4">
        <w:rPr>
          <w:b/>
          <w:bCs/>
          <w:sz w:val="28"/>
          <w:szCs w:val="28"/>
        </w:rPr>
        <w:t>Шайма</w:t>
      </w:r>
      <w:proofErr w:type="spellEnd"/>
      <w:r w:rsidR="007E0E5A" w:rsidRPr="004F32F4">
        <w:rPr>
          <w:b/>
          <w:bCs/>
          <w:sz w:val="28"/>
          <w:szCs w:val="28"/>
        </w:rPr>
        <w:t>»</w:t>
      </w:r>
    </w:p>
    <w:p w:rsidR="004F32F4" w:rsidRDefault="004F32F4" w:rsidP="004F32F4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4F32F4" w:rsidRPr="004F32F4" w:rsidRDefault="004F32F4" w:rsidP="004F32F4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7B5D6E" w:rsidRPr="004F32F4" w:rsidRDefault="007B5D6E" w:rsidP="004F32F4">
      <w:pPr>
        <w:suppressAutoHyphens/>
        <w:ind w:firstLine="709"/>
        <w:jc w:val="both"/>
        <w:rPr>
          <w:sz w:val="28"/>
          <w:szCs w:val="28"/>
        </w:rPr>
      </w:pPr>
      <w:r w:rsidRPr="004F32F4">
        <w:rPr>
          <w:sz w:val="28"/>
          <w:szCs w:val="28"/>
        </w:rPr>
        <w:t xml:space="preserve">В </w:t>
      </w:r>
      <w:proofErr w:type="gramStart"/>
      <w:r w:rsidRPr="004F32F4">
        <w:rPr>
          <w:sz w:val="28"/>
          <w:szCs w:val="28"/>
        </w:rPr>
        <w:t>соответствии</w:t>
      </w:r>
      <w:proofErr w:type="gramEnd"/>
      <w:r w:rsidRPr="004F32F4">
        <w:rPr>
          <w:sz w:val="28"/>
          <w:szCs w:val="28"/>
        </w:rPr>
        <w:t xml:space="preserve"> со статьями 45, 46 Градостроительного кодекса Российской Федерации, Федеральным законом от 06.10.2003 № 131-ФЗ </w:t>
      </w:r>
      <w:r w:rsidR="004F32F4">
        <w:rPr>
          <w:sz w:val="28"/>
          <w:szCs w:val="28"/>
        </w:rPr>
        <w:br/>
      </w:r>
      <w:r w:rsidRPr="004F32F4">
        <w:rPr>
          <w:sz w:val="28"/>
          <w:szCs w:val="28"/>
        </w:rPr>
        <w:t xml:space="preserve">«Об общих принципах организации местного самоуправления в Российской Федерации», на основании заявления Общества с ограниченной ответственностью «Проектно-конструкторский центр» от 26.01.2023 </w:t>
      </w:r>
      <w:r w:rsidR="004F32F4">
        <w:rPr>
          <w:sz w:val="28"/>
          <w:szCs w:val="28"/>
        </w:rPr>
        <w:br/>
      </w:r>
      <w:r w:rsidRPr="004F32F4">
        <w:rPr>
          <w:sz w:val="28"/>
          <w:szCs w:val="28"/>
        </w:rPr>
        <w:t>№ 160/01-14 по вопросу принятия решения о подготовке проекта планировки и проекта межевания территории линейного объекта</w:t>
      </w:r>
    </w:p>
    <w:p w:rsidR="007B5D6E" w:rsidRPr="004F32F4" w:rsidRDefault="007B5D6E" w:rsidP="004F32F4">
      <w:pPr>
        <w:tabs>
          <w:tab w:val="left" w:pos="7995"/>
        </w:tabs>
        <w:ind w:firstLine="709"/>
        <w:jc w:val="both"/>
        <w:rPr>
          <w:sz w:val="28"/>
          <w:szCs w:val="28"/>
        </w:rPr>
      </w:pPr>
      <w:r w:rsidRPr="004F32F4">
        <w:rPr>
          <w:sz w:val="28"/>
          <w:szCs w:val="28"/>
        </w:rPr>
        <w:t xml:space="preserve">1. Принять решение о подготовке проекта планировки и проекта межевания территории линейного объекта «Газопровод межпоселковый </w:t>
      </w:r>
      <w:r w:rsidR="004F32F4">
        <w:rPr>
          <w:sz w:val="28"/>
          <w:szCs w:val="28"/>
        </w:rPr>
        <w:br/>
      </w:r>
      <w:r w:rsidRPr="004F32F4">
        <w:rPr>
          <w:sz w:val="28"/>
          <w:szCs w:val="28"/>
        </w:rPr>
        <w:t xml:space="preserve">д. Борисово – д. </w:t>
      </w:r>
      <w:proofErr w:type="spellStart"/>
      <w:r w:rsidRPr="004F32F4">
        <w:rPr>
          <w:sz w:val="28"/>
          <w:szCs w:val="28"/>
        </w:rPr>
        <w:t>Ирдоматка</w:t>
      </w:r>
      <w:proofErr w:type="spellEnd"/>
      <w:r w:rsidRPr="004F32F4">
        <w:rPr>
          <w:sz w:val="28"/>
          <w:szCs w:val="28"/>
        </w:rPr>
        <w:t xml:space="preserve"> – д. </w:t>
      </w:r>
      <w:proofErr w:type="spellStart"/>
      <w:r w:rsidRPr="004F32F4">
        <w:rPr>
          <w:sz w:val="28"/>
          <w:szCs w:val="28"/>
        </w:rPr>
        <w:t>Ванеево</w:t>
      </w:r>
      <w:proofErr w:type="spellEnd"/>
      <w:r w:rsidRPr="004F32F4">
        <w:rPr>
          <w:sz w:val="28"/>
          <w:szCs w:val="28"/>
        </w:rPr>
        <w:t xml:space="preserve"> – д. </w:t>
      </w:r>
      <w:proofErr w:type="gramStart"/>
      <w:r w:rsidRPr="004F32F4">
        <w:rPr>
          <w:sz w:val="28"/>
          <w:szCs w:val="28"/>
        </w:rPr>
        <w:t>Нова</w:t>
      </w:r>
      <w:proofErr w:type="gramEnd"/>
      <w:r w:rsidRPr="004F32F4">
        <w:rPr>
          <w:sz w:val="28"/>
          <w:szCs w:val="28"/>
        </w:rPr>
        <w:t xml:space="preserve"> – д. </w:t>
      </w:r>
      <w:proofErr w:type="spellStart"/>
      <w:r w:rsidRPr="004F32F4">
        <w:rPr>
          <w:sz w:val="28"/>
          <w:szCs w:val="28"/>
        </w:rPr>
        <w:t>Шайма</w:t>
      </w:r>
      <w:proofErr w:type="spellEnd"/>
      <w:r w:rsidRPr="004F32F4">
        <w:rPr>
          <w:sz w:val="28"/>
          <w:szCs w:val="28"/>
        </w:rPr>
        <w:t xml:space="preserve"> – п. </w:t>
      </w:r>
      <w:proofErr w:type="spellStart"/>
      <w:r w:rsidRPr="004F32F4">
        <w:rPr>
          <w:sz w:val="28"/>
          <w:szCs w:val="28"/>
        </w:rPr>
        <w:t>Шайма</w:t>
      </w:r>
      <w:proofErr w:type="spellEnd"/>
      <w:r w:rsidRPr="004F32F4">
        <w:rPr>
          <w:sz w:val="28"/>
          <w:szCs w:val="28"/>
        </w:rPr>
        <w:t>».</w:t>
      </w:r>
    </w:p>
    <w:p w:rsidR="007B5D6E" w:rsidRPr="004F32F4" w:rsidRDefault="007B5D6E" w:rsidP="004F32F4">
      <w:pPr>
        <w:tabs>
          <w:tab w:val="left" w:pos="7995"/>
        </w:tabs>
        <w:ind w:firstLine="709"/>
        <w:jc w:val="both"/>
        <w:rPr>
          <w:sz w:val="28"/>
          <w:szCs w:val="28"/>
        </w:rPr>
      </w:pPr>
      <w:r w:rsidRPr="004F32F4">
        <w:rPr>
          <w:sz w:val="28"/>
          <w:szCs w:val="28"/>
        </w:rPr>
        <w:t xml:space="preserve">2. Установить, что предложения физических и юридических лиц о порядке, сроках подготовки и содержании разрабатываемой документации по планировке территории, указанной в пункте 1 настоящего распоряжения, направляются в управление архитектуры и градостроительства администрации района по адресу: 162605 г. Череповец, ул. </w:t>
      </w:r>
      <w:proofErr w:type="gramStart"/>
      <w:r w:rsidRPr="004F32F4">
        <w:rPr>
          <w:sz w:val="28"/>
          <w:szCs w:val="28"/>
        </w:rPr>
        <w:t>Первомайская</w:t>
      </w:r>
      <w:proofErr w:type="gramEnd"/>
      <w:r w:rsidRPr="004F32F4">
        <w:rPr>
          <w:sz w:val="28"/>
          <w:szCs w:val="28"/>
        </w:rPr>
        <w:t xml:space="preserve">, </w:t>
      </w:r>
      <w:r w:rsidR="004F32F4">
        <w:rPr>
          <w:sz w:val="28"/>
          <w:szCs w:val="28"/>
        </w:rPr>
        <w:br/>
      </w:r>
      <w:r w:rsidRPr="004F32F4">
        <w:rPr>
          <w:sz w:val="28"/>
          <w:szCs w:val="28"/>
        </w:rPr>
        <w:t>д. 58, кабинет 103 со дня опубликования настоящего распоряжения.</w:t>
      </w:r>
    </w:p>
    <w:p w:rsidR="004A4B48" w:rsidRPr="004F32F4" w:rsidRDefault="004A4B48" w:rsidP="004F32F4">
      <w:pPr>
        <w:tabs>
          <w:tab w:val="left" w:pos="7995"/>
        </w:tabs>
        <w:ind w:firstLine="709"/>
        <w:jc w:val="both"/>
        <w:rPr>
          <w:sz w:val="28"/>
          <w:szCs w:val="28"/>
        </w:rPr>
      </w:pPr>
      <w:r w:rsidRPr="004F32F4">
        <w:rPr>
          <w:sz w:val="28"/>
          <w:szCs w:val="28"/>
        </w:rPr>
        <w:t>3. Утвердить состав комиссии по осуществлению проверки документации по планировке территории на соответствие требованиям, установленным частью 10 статьи 45 Градостроительного кодекса Российской Федерации, согласно приложению 1 к настоящему распоряжению.</w:t>
      </w:r>
    </w:p>
    <w:p w:rsidR="006A0148" w:rsidRPr="004F32F4" w:rsidRDefault="006A0148" w:rsidP="004F32F4">
      <w:pPr>
        <w:tabs>
          <w:tab w:val="left" w:pos="7995"/>
        </w:tabs>
        <w:ind w:firstLine="709"/>
        <w:jc w:val="both"/>
        <w:rPr>
          <w:rFonts w:eastAsia="Calibri"/>
          <w:sz w:val="28"/>
          <w:szCs w:val="28"/>
        </w:rPr>
      </w:pPr>
      <w:r w:rsidRPr="004F32F4">
        <w:rPr>
          <w:sz w:val="28"/>
          <w:szCs w:val="28"/>
        </w:rPr>
        <w:t xml:space="preserve">3. Утвердить </w:t>
      </w:r>
      <w:r w:rsidR="00450B2D" w:rsidRPr="004F32F4">
        <w:rPr>
          <w:sz w:val="28"/>
          <w:szCs w:val="28"/>
        </w:rPr>
        <w:t xml:space="preserve">техническое </w:t>
      </w:r>
      <w:r w:rsidRPr="004F32F4">
        <w:rPr>
          <w:sz w:val="28"/>
          <w:szCs w:val="28"/>
        </w:rPr>
        <w:t xml:space="preserve">задание на выполнение инженерных изысканий, необходимых для </w:t>
      </w:r>
      <w:r w:rsidR="001E48E2" w:rsidRPr="004F32F4">
        <w:rPr>
          <w:rFonts w:eastAsia="Calibri"/>
          <w:sz w:val="28"/>
          <w:szCs w:val="28"/>
        </w:rPr>
        <w:t>подготовки</w:t>
      </w:r>
      <w:r w:rsidRPr="004F32F4">
        <w:rPr>
          <w:rFonts w:eastAsia="Calibri"/>
          <w:sz w:val="28"/>
          <w:szCs w:val="28"/>
        </w:rPr>
        <w:t xml:space="preserve"> документации по планировке т</w:t>
      </w:r>
      <w:r w:rsidR="004A4B48" w:rsidRPr="004F32F4">
        <w:rPr>
          <w:rFonts w:eastAsia="Calibri"/>
          <w:sz w:val="28"/>
          <w:szCs w:val="28"/>
        </w:rPr>
        <w:t>ерритории, согласно приложению 2</w:t>
      </w:r>
      <w:r w:rsidRPr="004F32F4">
        <w:rPr>
          <w:rFonts w:eastAsia="Calibri"/>
          <w:sz w:val="28"/>
          <w:szCs w:val="28"/>
        </w:rPr>
        <w:t xml:space="preserve"> к настоящему распоряжению.</w:t>
      </w:r>
    </w:p>
    <w:p w:rsidR="007B5D6E" w:rsidRPr="004F32F4" w:rsidRDefault="006A0148" w:rsidP="004F32F4">
      <w:pPr>
        <w:tabs>
          <w:tab w:val="left" w:pos="7995"/>
        </w:tabs>
        <w:ind w:firstLine="709"/>
        <w:jc w:val="both"/>
        <w:rPr>
          <w:sz w:val="28"/>
          <w:szCs w:val="28"/>
        </w:rPr>
      </w:pPr>
      <w:r w:rsidRPr="004F32F4">
        <w:rPr>
          <w:sz w:val="28"/>
          <w:szCs w:val="28"/>
        </w:rPr>
        <w:t>4</w:t>
      </w:r>
      <w:r w:rsidR="007B5D6E" w:rsidRPr="004F32F4">
        <w:rPr>
          <w:sz w:val="28"/>
          <w:szCs w:val="28"/>
        </w:rPr>
        <w:t xml:space="preserve">. Утвердить задание на подготовку документации по планировке территории для размещения объекта трубопроводного транспорта местно </w:t>
      </w:r>
      <w:r w:rsidR="007B5D6E" w:rsidRPr="004F32F4">
        <w:rPr>
          <w:sz w:val="28"/>
          <w:szCs w:val="28"/>
        </w:rPr>
        <w:lastRenderedPageBreak/>
        <w:t xml:space="preserve">значения «Газопровод межпоселковый д. Борисово – д. </w:t>
      </w:r>
      <w:proofErr w:type="spellStart"/>
      <w:r w:rsidR="007B5D6E" w:rsidRPr="004F32F4">
        <w:rPr>
          <w:sz w:val="28"/>
          <w:szCs w:val="28"/>
        </w:rPr>
        <w:t>Ирдоматка</w:t>
      </w:r>
      <w:proofErr w:type="spellEnd"/>
      <w:r w:rsidR="007B5D6E" w:rsidRPr="004F32F4">
        <w:rPr>
          <w:sz w:val="28"/>
          <w:szCs w:val="28"/>
        </w:rPr>
        <w:t xml:space="preserve"> – </w:t>
      </w:r>
      <w:r w:rsidR="004F32F4">
        <w:rPr>
          <w:sz w:val="28"/>
          <w:szCs w:val="28"/>
        </w:rPr>
        <w:br/>
      </w:r>
      <w:r w:rsidR="007B5D6E" w:rsidRPr="004F32F4">
        <w:rPr>
          <w:sz w:val="28"/>
          <w:szCs w:val="28"/>
        </w:rPr>
        <w:t xml:space="preserve">д. </w:t>
      </w:r>
      <w:proofErr w:type="spellStart"/>
      <w:r w:rsidR="007B5D6E" w:rsidRPr="004F32F4">
        <w:rPr>
          <w:sz w:val="28"/>
          <w:szCs w:val="28"/>
        </w:rPr>
        <w:t>Ванеево</w:t>
      </w:r>
      <w:proofErr w:type="spellEnd"/>
      <w:r w:rsidR="007B5D6E" w:rsidRPr="004F32F4">
        <w:rPr>
          <w:sz w:val="28"/>
          <w:szCs w:val="28"/>
        </w:rPr>
        <w:t xml:space="preserve"> – д. </w:t>
      </w:r>
      <w:proofErr w:type="gramStart"/>
      <w:r w:rsidR="007B5D6E" w:rsidRPr="004F32F4">
        <w:rPr>
          <w:sz w:val="28"/>
          <w:szCs w:val="28"/>
        </w:rPr>
        <w:t>Нова</w:t>
      </w:r>
      <w:proofErr w:type="gramEnd"/>
      <w:r w:rsidR="007B5D6E" w:rsidRPr="004F32F4">
        <w:rPr>
          <w:sz w:val="28"/>
          <w:szCs w:val="28"/>
        </w:rPr>
        <w:t xml:space="preserve"> – д. </w:t>
      </w:r>
      <w:proofErr w:type="spellStart"/>
      <w:r w:rsidR="007B5D6E" w:rsidRPr="004F32F4">
        <w:rPr>
          <w:sz w:val="28"/>
          <w:szCs w:val="28"/>
        </w:rPr>
        <w:t>Шайма</w:t>
      </w:r>
      <w:proofErr w:type="spellEnd"/>
      <w:r w:rsidR="007B5D6E" w:rsidRPr="004F32F4">
        <w:rPr>
          <w:sz w:val="28"/>
          <w:szCs w:val="28"/>
        </w:rPr>
        <w:t xml:space="preserve"> – п. </w:t>
      </w:r>
      <w:proofErr w:type="spellStart"/>
      <w:r w:rsidR="007B5D6E" w:rsidRPr="004F32F4">
        <w:rPr>
          <w:sz w:val="28"/>
          <w:szCs w:val="28"/>
        </w:rPr>
        <w:t>Шайма</w:t>
      </w:r>
      <w:proofErr w:type="spellEnd"/>
      <w:r w:rsidR="007B5D6E" w:rsidRPr="004F32F4">
        <w:rPr>
          <w:sz w:val="28"/>
          <w:szCs w:val="28"/>
        </w:rPr>
        <w:t>»</w:t>
      </w:r>
      <w:r w:rsidR="004A4B48" w:rsidRPr="004F32F4">
        <w:rPr>
          <w:sz w:val="28"/>
          <w:szCs w:val="28"/>
        </w:rPr>
        <w:t xml:space="preserve"> согласно приложению 3</w:t>
      </w:r>
      <w:r w:rsidR="007B5D6E" w:rsidRPr="004F32F4">
        <w:rPr>
          <w:sz w:val="28"/>
          <w:szCs w:val="28"/>
        </w:rPr>
        <w:t xml:space="preserve"> </w:t>
      </w:r>
      <w:r w:rsidR="004F32F4">
        <w:rPr>
          <w:sz w:val="28"/>
          <w:szCs w:val="28"/>
        </w:rPr>
        <w:br/>
      </w:r>
      <w:r w:rsidR="007B5D6E" w:rsidRPr="004F32F4">
        <w:rPr>
          <w:sz w:val="28"/>
          <w:szCs w:val="28"/>
        </w:rPr>
        <w:t>к настоящему распоряжению.</w:t>
      </w:r>
    </w:p>
    <w:p w:rsidR="007B5D6E" w:rsidRPr="004F32F4" w:rsidRDefault="006A0148" w:rsidP="004F32F4">
      <w:pPr>
        <w:tabs>
          <w:tab w:val="left" w:pos="7995"/>
        </w:tabs>
        <w:ind w:firstLine="709"/>
        <w:jc w:val="both"/>
        <w:rPr>
          <w:sz w:val="28"/>
          <w:szCs w:val="28"/>
        </w:rPr>
      </w:pPr>
      <w:r w:rsidRPr="004F32F4">
        <w:rPr>
          <w:sz w:val="28"/>
          <w:szCs w:val="28"/>
        </w:rPr>
        <w:t>5</w:t>
      </w:r>
      <w:r w:rsidR="007B5D6E" w:rsidRPr="004F32F4">
        <w:rPr>
          <w:sz w:val="28"/>
          <w:szCs w:val="28"/>
        </w:rPr>
        <w:t>. Опубликовать настоящее распоряжение в газете «Сельская новь» и разместить на официальном сайте Череповецкого муниципального района в информационно-телекоммуникационной сети «Интернет».</w:t>
      </w:r>
    </w:p>
    <w:p w:rsidR="007B5D6E" w:rsidRPr="004F32F4" w:rsidRDefault="007B5D6E" w:rsidP="007B5D6E">
      <w:pPr>
        <w:tabs>
          <w:tab w:val="left" w:pos="7995"/>
        </w:tabs>
        <w:jc w:val="both"/>
        <w:rPr>
          <w:sz w:val="28"/>
          <w:szCs w:val="28"/>
        </w:rPr>
      </w:pPr>
    </w:p>
    <w:p w:rsidR="00C65716" w:rsidRPr="004F32F4" w:rsidRDefault="00C65716" w:rsidP="00D23322">
      <w:pPr>
        <w:jc w:val="both"/>
        <w:rPr>
          <w:sz w:val="28"/>
          <w:szCs w:val="28"/>
        </w:rPr>
      </w:pPr>
    </w:p>
    <w:p w:rsidR="007B5D6E" w:rsidRPr="004F32F4" w:rsidRDefault="007B5D6E" w:rsidP="00D23322">
      <w:pPr>
        <w:jc w:val="both"/>
        <w:rPr>
          <w:sz w:val="28"/>
          <w:szCs w:val="28"/>
        </w:rPr>
      </w:pPr>
    </w:p>
    <w:p w:rsidR="00C65716" w:rsidRPr="004F32F4" w:rsidRDefault="00C65716" w:rsidP="00D23322">
      <w:pPr>
        <w:tabs>
          <w:tab w:val="left" w:pos="7995"/>
        </w:tabs>
        <w:jc w:val="both"/>
        <w:rPr>
          <w:sz w:val="28"/>
          <w:szCs w:val="28"/>
        </w:rPr>
      </w:pPr>
      <w:r w:rsidRPr="004F32F4">
        <w:rPr>
          <w:sz w:val="28"/>
          <w:szCs w:val="28"/>
        </w:rPr>
        <w:t>Первый заместитель руководителя</w:t>
      </w:r>
    </w:p>
    <w:p w:rsidR="006A0148" w:rsidRPr="004F32F4" w:rsidRDefault="00C65716" w:rsidP="007B5D6E">
      <w:pPr>
        <w:tabs>
          <w:tab w:val="left" w:pos="7995"/>
        </w:tabs>
        <w:jc w:val="both"/>
        <w:rPr>
          <w:sz w:val="28"/>
          <w:szCs w:val="28"/>
        </w:rPr>
      </w:pPr>
      <w:r w:rsidRPr="004F32F4">
        <w:rPr>
          <w:sz w:val="28"/>
          <w:szCs w:val="28"/>
        </w:rPr>
        <w:t xml:space="preserve">администрации района                             </w:t>
      </w:r>
      <w:r w:rsidR="004F32F4">
        <w:rPr>
          <w:sz w:val="28"/>
          <w:szCs w:val="28"/>
        </w:rPr>
        <w:t xml:space="preserve">                        </w:t>
      </w:r>
      <w:r w:rsidRPr="004F32F4">
        <w:rPr>
          <w:sz w:val="28"/>
          <w:szCs w:val="28"/>
        </w:rPr>
        <w:t xml:space="preserve">       </w:t>
      </w:r>
      <w:r w:rsidR="006A0148" w:rsidRPr="004F32F4">
        <w:rPr>
          <w:sz w:val="28"/>
          <w:szCs w:val="28"/>
        </w:rPr>
        <w:t xml:space="preserve">       </w:t>
      </w:r>
      <w:r w:rsidR="007C3561" w:rsidRPr="004F32F4">
        <w:rPr>
          <w:sz w:val="28"/>
          <w:szCs w:val="28"/>
        </w:rPr>
        <w:t>А.Н. Акулинин</w:t>
      </w:r>
    </w:p>
    <w:sectPr w:rsidR="006A0148" w:rsidRPr="004F32F4" w:rsidSect="004F32F4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0621" w:rsidRDefault="00170621" w:rsidP="00540B9D">
      <w:r>
        <w:separator/>
      </w:r>
    </w:p>
  </w:endnote>
  <w:endnote w:type="continuationSeparator" w:id="0">
    <w:p w:rsidR="00170621" w:rsidRDefault="00170621" w:rsidP="00540B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0621" w:rsidRDefault="00170621" w:rsidP="00540B9D">
      <w:r>
        <w:separator/>
      </w:r>
    </w:p>
  </w:footnote>
  <w:footnote w:type="continuationSeparator" w:id="0">
    <w:p w:rsidR="00170621" w:rsidRDefault="00170621" w:rsidP="00540B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692489"/>
      <w:docPartObj>
        <w:docPartGallery w:val="Page Numbers (Top of Page)"/>
        <w:docPartUnique/>
      </w:docPartObj>
    </w:sdtPr>
    <w:sdtContent>
      <w:p w:rsidR="004F32F4" w:rsidRDefault="004F32F4">
        <w:pPr>
          <w:pStyle w:val="a8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4F32F4" w:rsidRDefault="004F32F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37866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18127B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4F2C40"/>
    <w:multiLevelType w:val="multilevel"/>
    <w:tmpl w:val="95C42D80"/>
    <w:lvl w:ilvl="0">
      <w:start w:val="1"/>
      <w:numFmt w:val="decimal"/>
      <w:lvlText w:val="%1."/>
      <w:lvlJc w:val="left"/>
      <w:pPr>
        <w:ind w:left="4613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533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69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4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7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49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1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57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293" w:hanging="2160"/>
      </w:pPr>
      <w:rPr>
        <w:rFonts w:hint="default"/>
      </w:rPr>
    </w:lvl>
  </w:abstractNum>
  <w:abstractNum w:abstractNumId="3">
    <w:nsid w:val="60987A24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3AF0236"/>
    <w:multiLevelType w:val="hybridMultilevel"/>
    <w:tmpl w:val="6318EF0E"/>
    <w:lvl w:ilvl="0" w:tplc="F768D1C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4165FB3"/>
    <w:multiLevelType w:val="hybridMultilevel"/>
    <w:tmpl w:val="6318EF0E"/>
    <w:lvl w:ilvl="0" w:tplc="F768D1C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5181E74"/>
    <w:multiLevelType w:val="hybridMultilevel"/>
    <w:tmpl w:val="3B7EA23C"/>
    <w:lvl w:ilvl="0" w:tplc="6376028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CAB25E7"/>
    <w:multiLevelType w:val="hybridMultilevel"/>
    <w:tmpl w:val="A73AC9DA"/>
    <w:lvl w:ilvl="0" w:tplc="6C0683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51A2730"/>
    <w:multiLevelType w:val="hybridMultilevel"/>
    <w:tmpl w:val="400A286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6"/>
  </w:num>
  <w:num w:numId="5">
    <w:abstractNumId w:val="1"/>
  </w:num>
  <w:num w:numId="6">
    <w:abstractNumId w:val="7"/>
  </w:num>
  <w:num w:numId="7">
    <w:abstractNumId w:val="5"/>
  </w:num>
  <w:num w:numId="8">
    <w:abstractNumId w:val="4"/>
  </w:num>
  <w:num w:numId="9">
    <w:abstractNumId w:val="2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attachedTemplate r:id="rId1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B76C55"/>
    <w:rsid w:val="00001D9F"/>
    <w:rsid w:val="000020E6"/>
    <w:rsid w:val="000035EF"/>
    <w:rsid w:val="00016980"/>
    <w:rsid w:val="000218ED"/>
    <w:rsid w:val="00026A0D"/>
    <w:rsid w:val="00041E0E"/>
    <w:rsid w:val="00051828"/>
    <w:rsid w:val="00056A68"/>
    <w:rsid w:val="00057475"/>
    <w:rsid w:val="000576CC"/>
    <w:rsid w:val="000614F1"/>
    <w:rsid w:val="00073978"/>
    <w:rsid w:val="00077268"/>
    <w:rsid w:val="00082253"/>
    <w:rsid w:val="000824F1"/>
    <w:rsid w:val="000947DD"/>
    <w:rsid w:val="00094A6C"/>
    <w:rsid w:val="00096D8C"/>
    <w:rsid w:val="000A4DDC"/>
    <w:rsid w:val="000A69A0"/>
    <w:rsid w:val="000A7724"/>
    <w:rsid w:val="000B70F6"/>
    <w:rsid w:val="000C1C44"/>
    <w:rsid w:val="000C497C"/>
    <w:rsid w:val="000C5ECF"/>
    <w:rsid w:val="000D7029"/>
    <w:rsid w:val="000E4D55"/>
    <w:rsid w:val="000E695E"/>
    <w:rsid w:val="000F5246"/>
    <w:rsid w:val="000F5C14"/>
    <w:rsid w:val="000F63DF"/>
    <w:rsid w:val="00101059"/>
    <w:rsid w:val="001033A6"/>
    <w:rsid w:val="0011031C"/>
    <w:rsid w:val="001128AC"/>
    <w:rsid w:val="001136DF"/>
    <w:rsid w:val="00117203"/>
    <w:rsid w:val="00124C3E"/>
    <w:rsid w:val="00132DEA"/>
    <w:rsid w:val="0014151F"/>
    <w:rsid w:val="00143645"/>
    <w:rsid w:val="00144F46"/>
    <w:rsid w:val="001550BD"/>
    <w:rsid w:val="00165BD9"/>
    <w:rsid w:val="001672D1"/>
    <w:rsid w:val="00170621"/>
    <w:rsid w:val="00176729"/>
    <w:rsid w:val="00180E92"/>
    <w:rsid w:val="00190124"/>
    <w:rsid w:val="001907D7"/>
    <w:rsid w:val="00191744"/>
    <w:rsid w:val="00194C9D"/>
    <w:rsid w:val="00197635"/>
    <w:rsid w:val="001A3E7D"/>
    <w:rsid w:val="001A6E8B"/>
    <w:rsid w:val="001B1783"/>
    <w:rsid w:val="001B29E0"/>
    <w:rsid w:val="001B7DC3"/>
    <w:rsid w:val="001C2761"/>
    <w:rsid w:val="001D16F0"/>
    <w:rsid w:val="001E3BA7"/>
    <w:rsid w:val="001E48E2"/>
    <w:rsid w:val="001E4A60"/>
    <w:rsid w:val="001E5B4B"/>
    <w:rsid w:val="001E6F3B"/>
    <w:rsid w:val="001F0DFA"/>
    <w:rsid w:val="001F396D"/>
    <w:rsid w:val="001F3AD0"/>
    <w:rsid w:val="001F5902"/>
    <w:rsid w:val="00203F9B"/>
    <w:rsid w:val="00210913"/>
    <w:rsid w:val="00213F2E"/>
    <w:rsid w:val="0022270B"/>
    <w:rsid w:val="00224D40"/>
    <w:rsid w:val="002268AF"/>
    <w:rsid w:val="002347F8"/>
    <w:rsid w:val="0024072E"/>
    <w:rsid w:val="00241106"/>
    <w:rsid w:val="002569E7"/>
    <w:rsid w:val="00261C68"/>
    <w:rsid w:val="0026404E"/>
    <w:rsid w:val="0027294E"/>
    <w:rsid w:val="0027513F"/>
    <w:rsid w:val="00275B96"/>
    <w:rsid w:val="00276A7B"/>
    <w:rsid w:val="00280404"/>
    <w:rsid w:val="00283F1A"/>
    <w:rsid w:val="00293011"/>
    <w:rsid w:val="002A6ACC"/>
    <w:rsid w:val="002B00DF"/>
    <w:rsid w:val="002B0F72"/>
    <w:rsid w:val="002B7732"/>
    <w:rsid w:val="002C07C4"/>
    <w:rsid w:val="002C0AD2"/>
    <w:rsid w:val="002C3270"/>
    <w:rsid w:val="002D1994"/>
    <w:rsid w:val="002E1695"/>
    <w:rsid w:val="002E65BC"/>
    <w:rsid w:val="002E6D39"/>
    <w:rsid w:val="002E73B3"/>
    <w:rsid w:val="002E7870"/>
    <w:rsid w:val="002F0364"/>
    <w:rsid w:val="002F351F"/>
    <w:rsid w:val="002F3BF5"/>
    <w:rsid w:val="00301D7B"/>
    <w:rsid w:val="0030399C"/>
    <w:rsid w:val="00305AC7"/>
    <w:rsid w:val="00314C85"/>
    <w:rsid w:val="0032049D"/>
    <w:rsid w:val="003228C9"/>
    <w:rsid w:val="00324890"/>
    <w:rsid w:val="00326AC4"/>
    <w:rsid w:val="0033006C"/>
    <w:rsid w:val="00330D92"/>
    <w:rsid w:val="003405C6"/>
    <w:rsid w:val="003456A9"/>
    <w:rsid w:val="003500DA"/>
    <w:rsid w:val="00352FC1"/>
    <w:rsid w:val="003538E1"/>
    <w:rsid w:val="0035441F"/>
    <w:rsid w:val="003622E8"/>
    <w:rsid w:val="003675DD"/>
    <w:rsid w:val="00373E72"/>
    <w:rsid w:val="003829B1"/>
    <w:rsid w:val="00395544"/>
    <w:rsid w:val="003A63D6"/>
    <w:rsid w:val="003A73CA"/>
    <w:rsid w:val="003B1177"/>
    <w:rsid w:val="003B346C"/>
    <w:rsid w:val="003B768D"/>
    <w:rsid w:val="003C414A"/>
    <w:rsid w:val="003C6539"/>
    <w:rsid w:val="003C734E"/>
    <w:rsid w:val="003C73CE"/>
    <w:rsid w:val="003D43D5"/>
    <w:rsid w:val="003D5321"/>
    <w:rsid w:val="003E3F27"/>
    <w:rsid w:val="003F2E2E"/>
    <w:rsid w:val="003F4E90"/>
    <w:rsid w:val="003F578E"/>
    <w:rsid w:val="003F5945"/>
    <w:rsid w:val="003F6BAA"/>
    <w:rsid w:val="0040344B"/>
    <w:rsid w:val="00421073"/>
    <w:rsid w:val="0042191F"/>
    <w:rsid w:val="00423A16"/>
    <w:rsid w:val="00423FD0"/>
    <w:rsid w:val="004256BE"/>
    <w:rsid w:val="00430D42"/>
    <w:rsid w:val="00436B0F"/>
    <w:rsid w:val="0043780B"/>
    <w:rsid w:val="004406F4"/>
    <w:rsid w:val="004418D0"/>
    <w:rsid w:val="00443009"/>
    <w:rsid w:val="0044497A"/>
    <w:rsid w:val="0044520C"/>
    <w:rsid w:val="00445C9B"/>
    <w:rsid w:val="0044730A"/>
    <w:rsid w:val="00450B2D"/>
    <w:rsid w:val="00454A29"/>
    <w:rsid w:val="00461A96"/>
    <w:rsid w:val="00461AD6"/>
    <w:rsid w:val="0046405E"/>
    <w:rsid w:val="00465097"/>
    <w:rsid w:val="0046675D"/>
    <w:rsid w:val="004839B6"/>
    <w:rsid w:val="00484578"/>
    <w:rsid w:val="004A3D48"/>
    <w:rsid w:val="004A4B48"/>
    <w:rsid w:val="004A5E88"/>
    <w:rsid w:val="004B033C"/>
    <w:rsid w:val="004C2ABB"/>
    <w:rsid w:val="004C78C4"/>
    <w:rsid w:val="004D583D"/>
    <w:rsid w:val="004F32F4"/>
    <w:rsid w:val="004F4377"/>
    <w:rsid w:val="004F636B"/>
    <w:rsid w:val="005009C7"/>
    <w:rsid w:val="00500DE0"/>
    <w:rsid w:val="0050674A"/>
    <w:rsid w:val="00510E4E"/>
    <w:rsid w:val="005120AF"/>
    <w:rsid w:val="00513126"/>
    <w:rsid w:val="00517D41"/>
    <w:rsid w:val="00521093"/>
    <w:rsid w:val="00522D54"/>
    <w:rsid w:val="00524A51"/>
    <w:rsid w:val="005251C3"/>
    <w:rsid w:val="00525431"/>
    <w:rsid w:val="005373CE"/>
    <w:rsid w:val="00540B9D"/>
    <w:rsid w:val="00541C7F"/>
    <w:rsid w:val="00542818"/>
    <w:rsid w:val="0054354E"/>
    <w:rsid w:val="005449AE"/>
    <w:rsid w:val="0054578E"/>
    <w:rsid w:val="00562034"/>
    <w:rsid w:val="00563C28"/>
    <w:rsid w:val="00565DA2"/>
    <w:rsid w:val="0056692F"/>
    <w:rsid w:val="00574B82"/>
    <w:rsid w:val="00580BB4"/>
    <w:rsid w:val="00583137"/>
    <w:rsid w:val="005932B9"/>
    <w:rsid w:val="00596CEC"/>
    <w:rsid w:val="00596FFA"/>
    <w:rsid w:val="005A2636"/>
    <w:rsid w:val="005A354B"/>
    <w:rsid w:val="005C3E09"/>
    <w:rsid w:val="005E268F"/>
    <w:rsid w:val="005E315C"/>
    <w:rsid w:val="005E53FB"/>
    <w:rsid w:val="005F0F0F"/>
    <w:rsid w:val="005F21A0"/>
    <w:rsid w:val="005F350F"/>
    <w:rsid w:val="005F7D9C"/>
    <w:rsid w:val="00605075"/>
    <w:rsid w:val="00607DEE"/>
    <w:rsid w:val="00612660"/>
    <w:rsid w:val="00612C55"/>
    <w:rsid w:val="006163B0"/>
    <w:rsid w:val="00617CCB"/>
    <w:rsid w:val="00621C50"/>
    <w:rsid w:val="006230FC"/>
    <w:rsid w:val="00626EE4"/>
    <w:rsid w:val="0063494A"/>
    <w:rsid w:val="00643C69"/>
    <w:rsid w:val="0064406E"/>
    <w:rsid w:val="006447E6"/>
    <w:rsid w:val="00653CBC"/>
    <w:rsid w:val="006568D8"/>
    <w:rsid w:val="00661D37"/>
    <w:rsid w:val="006634F0"/>
    <w:rsid w:val="00664DCB"/>
    <w:rsid w:val="00666074"/>
    <w:rsid w:val="0066714C"/>
    <w:rsid w:val="00671F43"/>
    <w:rsid w:val="00682A17"/>
    <w:rsid w:val="00684A09"/>
    <w:rsid w:val="00685D54"/>
    <w:rsid w:val="00686BDF"/>
    <w:rsid w:val="00690DA9"/>
    <w:rsid w:val="00692BD1"/>
    <w:rsid w:val="00696A3E"/>
    <w:rsid w:val="006A0148"/>
    <w:rsid w:val="006A4647"/>
    <w:rsid w:val="006A4A45"/>
    <w:rsid w:val="006A576D"/>
    <w:rsid w:val="006A73A7"/>
    <w:rsid w:val="006B0085"/>
    <w:rsid w:val="006B26C6"/>
    <w:rsid w:val="006B37F1"/>
    <w:rsid w:val="006C31CE"/>
    <w:rsid w:val="006D3BC6"/>
    <w:rsid w:val="006D5EEB"/>
    <w:rsid w:val="006E5AF5"/>
    <w:rsid w:val="006F5095"/>
    <w:rsid w:val="00700E31"/>
    <w:rsid w:val="00707062"/>
    <w:rsid w:val="00707C5E"/>
    <w:rsid w:val="00712622"/>
    <w:rsid w:val="0071324F"/>
    <w:rsid w:val="0071496C"/>
    <w:rsid w:val="00720616"/>
    <w:rsid w:val="0072263F"/>
    <w:rsid w:val="00734ED7"/>
    <w:rsid w:val="007443C3"/>
    <w:rsid w:val="00747BBC"/>
    <w:rsid w:val="00763891"/>
    <w:rsid w:val="0076647B"/>
    <w:rsid w:val="00767F85"/>
    <w:rsid w:val="00772EAE"/>
    <w:rsid w:val="00773403"/>
    <w:rsid w:val="007766D8"/>
    <w:rsid w:val="007770B6"/>
    <w:rsid w:val="007815B5"/>
    <w:rsid w:val="00781E1F"/>
    <w:rsid w:val="00781E95"/>
    <w:rsid w:val="007836A6"/>
    <w:rsid w:val="00786BEF"/>
    <w:rsid w:val="007904C3"/>
    <w:rsid w:val="00793CD3"/>
    <w:rsid w:val="00793E2E"/>
    <w:rsid w:val="007964F5"/>
    <w:rsid w:val="007A5CF1"/>
    <w:rsid w:val="007B3ED0"/>
    <w:rsid w:val="007B54F7"/>
    <w:rsid w:val="007B578D"/>
    <w:rsid w:val="007B5D6E"/>
    <w:rsid w:val="007C0F17"/>
    <w:rsid w:val="007C105B"/>
    <w:rsid w:val="007C3561"/>
    <w:rsid w:val="007D2788"/>
    <w:rsid w:val="007E0E5A"/>
    <w:rsid w:val="007E4DD7"/>
    <w:rsid w:val="007E7ABB"/>
    <w:rsid w:val="007F0026"/>
    <w:rsid w:val="007F3CD0"/>
    <w:rsid w:val="007F5E5C"/>
    <w:rsid w:val="00801FAF"/>
    <w:rsid w:val="00802ED8"/>
    <w:rsid w:val="008035DB"/>
    <w:rsid w:val="00805FEB"/>
    <w:rsid w:val="0081709C"/>
    <w:rsid w:val="00827412"/>
    <w:rsid w:val="00827BAF"/>
    <w:rsid w:val="00827DDE"/>
    <w:rsid w:val="00827ED9"/>
    <w:rsid w:val="00832CC4"/>
    <w:rsid w:val="00837D24"/>
    <w:rsid w:val="0084082D"/>
    <w:rsid w:val="0084433F"/>
    <w:rsid w:val="0084538B"/>
    <w:rsid w:val="00845690"/>
    <w:rsid w:val="008479E3"/>
    <w:rsid w:val="008658AC"/>
    <w:rsid w:val="0087719B"/>
    <w:rsid w:val="00886605"/>
    <w:rsid w:val="008873B3"/>
    <w:rsid w:val="00891B87"/>
    <w:rsid w:val="008A071C"/>
    <w:rsid w:val="008A2CF3"/>
    <w:rsid w:val="008A77A5"/>
    <w:rsid w:val="008B0A8D"/>
    <w:rsid w:val="008B220B"/>
    <w:rsid w:val="008B2A5A"/>
    <w:rsid w:val="008B3C35"/>
    <w:rsid w:val="008B7165"/>
    <w:rsid w:val="008B785E"/>
    <w:rsid w:val="008C0E02"/>
    <w:rsid w:val="008C53D4"/>
    <w:rsid w:val="008D02FE"/>
    <w:rsid w:val="008D3393"/>
    <w:rsid w:val="008E12B4"/>
    <w:rsid w:val="008E1348"/>
    <w:rsid w:val="008E6686"/>
    <w:rsid w:val="008F38B8"/>
    <w:rsid w:val="008F4DFC"/>
    <w:rsid w:val="009028E8"/>
    <w:rsid w:val="009050B9"/>
    <w:rsid w:val="009055D2"/>
    <w:rsid w:val="0091226C"/>
    <w:rsid w:val="0091492A"/>
    <w:rsid w:val="00915116"/>
    <w:rsid w:val="00922558"/>
    <w:rsid w:val="009326BC"/>
    <w:rsid w:val="00963955"/>
    <w:rsid w:val="00963CD6"/>
    <w:rsid w:val="009708E1"/>
    <w:rsid w:val="0097279C"/>
    <w:rsid w:val="009727A3"/>
    <w:rsid w:val="00973C4A"/>
    <w:rsid w:val="009836B5"/>
    <w:rsid w:val="00983AAE"/>
    <w:rsid w:val="00984BED"/>
    <w:rsid w:val="00985F06"/>
    <w:rsid w:val="009921E9"/>
    <w:rsid w:val="00992A11"/>
    <w:rsid w:val="00995818"/>
    <w:rsid w:val="00995F4E"/>
    <w:rsid w:val="009A0ED7"/>
    <w:rsid w:val="009A5399"/>
    <w:rsid w:val="009A7271"/>
    <w:rsid w:val="009B1C37"/>
    <w:rsid w:val="009C2EB7"/>
    <w:rsid w:val="009C728C"/>
    <w:rsid w:val="009C7501"/>
    <w:rsid w:val="009D1738"/>
    <w:rsid w:val="009D462F"/>
    <w:rsid w:val="009D5EAD"/>
    <w:rsid w:val="009E04D3"/>
    <w:rsid w:val="009E1623"/>
    <w:rsid w:val="009E23D5"/>
    <w:rsid w:val="009E47C9"/>
    <w:rsid w:val="009E5B86"/>
    <w:rsid w:val="009E6F5F"/>
    <w:rsid w:val="009F3EBD"/>
    <w:rsid w:val="009F6DF9"/>
    <w:rsid w:val="00A01516"/>
    <w:rsid w:val="00A01B0A"/>
    <w:rsid w:val="00A024DE"/>
    <w:rsid w:val="00A04C6F"/>
    <w:rsid w:val="00A134C3"/>
    <w:rsid w:val="00A164FD"/>
    <w:rsid w:val="00A24DA1"/>
    <w:rsid w:val="00A36C2C"/>
    <w:rsid w:val="00A43681"/>
    <w:rsid w:val="00A5217C"/>
    <w:rsid w:val="00A53E8B"/>
    <w:rsid w:val="00A54A31"/>
    <w:rsid w:val="00A666A4"/>
    <w:rsid w:val="00A67C0E"/>
    <w:rsid w:val="00A7053F"/>
    <w:rsid w:val="00A7093E"/>
    <w:rsid w:val="00A73E74"/>
    <w:rsid w:val="00A7510C"/>
    <w:rsid w:val="00A806A9"/>
    <w:rsid w:val="00A841BD"/>
    <w:rsid w:val="00A85254"/>
    <w:rsid w:val="00A85F04"/>
    <w:rsid w:val="00A92D16"/>
    <w:rsid w:val="00A9571F"/>
    <w:rsid w:val="00AB2171"/>
    <w:rsid w:val="00AB4015"/>
    <w:rsid w:val="00AB649F"/>
    <w:rsid w:val="00AB6E6D"/>
    <w:rsid w:val="00AC0230"/>
    <w:rsid w:val="00AC2A08"/>
    <w:rsid w:val="00AC4C0B"/>
    <w:rsid w:val="00AD0DE7"/>
    <w:rsid w:val="00AE1A1B"/>
    <w:rsid w:val="00AE54B7"/>
    <w:rsid w:val="00AF06EB"/>
    <w:rsid w:val="00AF22FF"/>
    <w:rsid w:val="00AF4B3E"/>
    <w:rsid w:val="00AF5513"/>
    <w:rsid w:val="00B00CA4"/>
    <w:rsid w:val="00B149D2"/>
    <w:rsid w:val="00B1562D"/>
    <w:rsid w:val="00B15AE7"/>
    <w:rsid w:val="00B20505"/>
    <w:rsid w:val="00B2245B"/>
    <w:rsid w:val="00B25008"/>
    <w:rsid w:val="00B25847"/>
    <w:rsid w:val="00B26412"/>
    <w:rsid w:val="00B3340A"/>
    <w:rsid w:val="00B33B09"/>
    <w:rsid w:val="00B40261"/>
    <w:rsid w:val="00B413ED"/>
    <w:rsid w:val="00B43265"/>
    <w:rsid w:val="00B43B3B"/>
    <w:rsid w:val="00B43F90"/>
    <w:rsid w:val="00B44EAF"/>
    <w:rsid w:val="00B451B0"/>
    <w:rsid w:val="00B56C35"/>
    <w:rsid w:val="00B62F99"/>
    <w:rsid w:val="00B630E2"/>
    <w:rsid w:val="00B64947"/>
    <w:rsid w:val="00B65DE9"/>
    <w:rsid w:val="00B76C55"/>
    <w:rsid w:val="00B817BE"/>
    <w:rsid w:val="00B8573B"/>
    <w:rsid w:val="00B9377D"/>
    <w:rsid w:val="00BA0D74"/>
    <w:rsid w:val="00BA2387"/>
    <w:rsid w:val="00BA62D4"/>
    <w:rsid w:val="00BA6D82"/>
    <w:rsid w:val="00BB0737"/>
    <w:rsid w:val="00BB2001"/>
    <w:rsid w:val="00BC0C77"/>
    <w:rsid w:val="00BC3F74"/>
    <w:rsid w:val="00BD109D"/>
    <w:rsid w:val="00BE1FA8"/>
    <w:rsid w:val="00BE5EB3"/>
    <w:rsid w:val="00BF293A"/>
    <w:rsid w:val="00BF3658"/>
    <w:rsid w:val="00BF5774"/>
    <w:rsid w:val="00C10E64"/>
    <w:rsid w:val="00C11A10"/>
    <w:rsid w:val="00C153E3"/>
    <w:rsid w:val="00C15515"/>
    <w:rsid w:val="00C1748C"/>
    <w:rsid w:val="00C204C6"/>
    <w:rsid w:val="00C22D7A"/>
    <w:rsid w:val="00C266A6"/>
    <w:rsid w:val="00C44E7A"/>
    <w:rsid w:val="00C46E09"/>
    <w:rsid w:val="00C4716E"/>
    <w:rsid w:val="00C5177D"/>
    <w:rsid w:val="00C533E8"/>
    <w:rsid w:val="00C63260"/>
    <w:rsid w:val="00C65716"/>
    <w:rsid w:val="00C660E5"/>
    <w:rsid w:val="00C6724B"/>
    <w:rsid w:val="00C7258C"/>
    <w:rsid w:val="00C7665D"/>
    <w:rsid w:val="00C76870"/>
    <w:rsid w:val="00C84E4E"/>
    <w:rsid w:val="00C85089"/>
    <w:rsid w:val="00C85A29"/>
    <w:rsid w:val="00C860D5"/>
    <w:rsid w:val="00C905DD"/>
    <w:rsid w:val="00C91396"/>
    <w:rsid w:val="00C9265C"/>
    <w:rsid w:val="00C96FDF"/>
    <w:rsid w:val="00CA0FCE"/>
    <w:rsid w:val="00CA62FD"/>
    <w:rsid w:val="00CA6F53"/>
    <w:rsid w:val="00CB2A90"/>
    <w:rsid w:val="00CC48C0"/>
    <w:rsid w:val="00CD4E60"/>
    <w:rsid w:val="00CE00BA"/>
    <w:rsid w:val="00CE0A1F"/>
    <w:rsid w:val="00CE0CA6"/>
    <w:rsid w:val="00CE3BE3"/>
    <w:rsid w:val="00CE4312"/>
    <w:rsid w:val="00CF267A"/>
    <w:rsid w:val="00CF68F7"/>
    <w:rsid w:val="00D0114A"/>
    <w:rsid w:val="00D16F29"/>
    <w:rsid w:val="00D2051A"/>
    <w:rsid w:val="00D23322"/>
    <w:rsid w:val="00D260D7"/>
    <w:rsid w:val="00D261B3"/>
    <w:rsid w:val="00D30249"/>
    <w:rsid w:val="00D33E20"/>
    <w:rsid w:val="00D465C5"/>
    <w:rsid w:val="00D466D2"/>
    <w:rsid w:val="00D54529"/>
    <w:rsid w:val="00D54739"/>
    <w:rsid w:val="00D55DE6"/>
    <w:rsid w:val="00D65EDD"/>
    <w:rsid w:val="00D662CE"/>
    <w:rsid w:val="00D66A2E"/>
    <w:rsid w:val="00D7433E"/>
    <w:rsid w:val="00D759B5"/>
    <w:rsid w:val="00D75A10"/>
    <w:rsid w:val="00D8577D"/>
    <w:rsid w:val="00D9674C"/>
    <w:rsid w:val="00D97C71"/>
    <w:rsid w:val="00DA5503"/>
    <w:rsid w:val="00DA5B46"/>
    <w:rsid w:val="00DC5545"/>
    <w:rsid w:val="00DF2451"/>
    <w:rsid w:val="00E004F9"/>
    <w:rsid w:val="00E0087A"/>
    <w:rsid w:val="00E0108B"/>
    <w:rsid w:val="00E02B65"/>
    <w:rsid w:val="00E03FD8"/>
    <w:rsid w:val="00E07455"/>
    <w:rsid w:val="00E10219"/>
    <w:rsid w:val="00E12E57"/>
    <w:rsid w:val="00E1764C"/>
    <w:rsid w:val="00E2272B"/>
    <w:rsid w:val="00E31842"/>
    <w:rsid w:val="00E368D5"/>
    <w:rsid w:val="00E4278E"/>
    <w:rsid w:val="00E4301F"/>
    <w:rsid w:val="00E44273"/>
    <w:rsid w:val="00E54490"/>
    <w:rsid w:val="00E56B0E"/>
    <w:rsid w:val="00E658EF"/>
    <w:rsid w:val="00E663EC"/>
    <w:rsid w:val="00E722C0"/>
    <w:rsid w:val="00E73B15"/>
    <w:rsid w:val="00E7593D"/>
    <w:rsid w:val="00E76C6A"/>
    <w:rsid w:val="00E80F22"/>
    <w:rsid w:val="00E84C6C"/>
    <w:rsid w:val="00E953E6"/>
    <w:rsid w:val="00EC28BE"/>
    <w:rsid w:val="00EC59FA"/>
    <w:rsid w:val="00EC5CB5"/>
    <w:rsid w:val="00ED4D41"/>
    <w:rsid w:val="00EE1081"/>
    <w:rsid w:val="00EE52B4"/>
    <w:rsid w:val="00EF4A81"/>
    <w:rsid w:val="00F0082E"/>
    <w:rsid w:val="00F01CAF"/>
    <w:rsid w:val="00F13803"/>
    <w:rsid w:val="00F14D94"/>
    <w:rsid w:val="00F2034C"/>
    <w:rsid w:val="00F32045"/>
    <w:rsid w:val="00F42C77"/>
    <w:rsid w:val="00F50B8D"/>
    <w:rsid w:val="00F538E7"/>
    <w:rsid w:val="00F64171"/>
    <w:rsid w:val="00F64558"/>
    <w:rsid w:val="00F769C9"/>
    <w:rsid w:val="00F8548B"/>
    <w:rsid w:val="00F861CC"/>
    <w:rsid w:val="00F86886"/>
    <w:rsid w:val="00F8726A"/>
    <w:rsid w:val="00F91A86"/>
    <w:rsid w:val="00F94DA9"/>
    <w:rsid w:val="00FA15D8"/>
    <w:rsid w:val="00FA195B"/>
    <w:rsid w:val="00FA5D6C"/>
    <w:rsid w:val="00FA7BC0"/>
    <w:rsid w:val="00FB0D22"/>
    <w:rsid w:val="00FB381F"/>
    <w:rsid w:val="00FB474C"/>
    <w:rsid w:val="00FB47F3"/>
    <w:rsid w:val="00FC32E7"/>
    <w:rsid w:val="00FC4E99"/>
    <w:rsid w:val="00FC512B"/>
    <w:rsid w:val="00FC5FDD"/>
    <w:rsid w:val="00FE0592"/>
    <w:rsid w:val="00FE3780"/>
    <w:rsid w:val="00FE37B1"/>
    <w:rsid w:val="00FE7C02"/>
    <w:rsid w:val="00FF42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D02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4A31"/>
    <w:pPr>
      <w:ind w:left="720"/>
      <w:contextualSpacing/>
    </w:pPr>
  </w:style>
  <w:style w:type="paragraph" w:styleId="a4">
    <w:name w:val="No Spacing"/>
    <w:link w:val="a5"/>
    <w:uiPriority w:val="1"/>
    <w:qFormat/>
    <w:rsid w:val="00BD109D"/>
    <w:rPr>
      <w:rFonts w:asciiTheme="minorHAnsi" w:eastAsiaTheme="minorEastAsia" w:hAnsiTheme="minorHAnsi" w:cstheme="minorBidi"/>
      <w:sz w:val="22"/>
      <w:szCs w:val="22"/>
    </w:rPr>
  </w:style>
  <w:style w:type="character" w:customStyle="1" w:styleId="a5">
    <w:name w:val="Без интервала Знак"/>
    <w:link w:val="a4"/>
    <w:uiPriority w:val="1"/>
    <w:locked/>
    <w:rsid w:val="00521093"/>
    <w:rPr>
      <w:rFonts w:asciiTheme="minorHAnsi" w:eastAsiaTheme="minorEastAsia" w:hAnsiTheme="minorHAnsi" w:cstheme="minorBidi"/>
      <w:sz w:val="22"/>
      <w:szCs w:val="22"/>
    </w:rPr>
  </w:style>
  <w:style w:type="character" w:styleId="a6">
    <w:name w:val="Hyperlink"/>
    <w:basedOn w:val="a0"/>
    <w:unhideWhenUsed/>
    <w:rsid w:val="00BE5EB3"/>
    <w:rPr>
      <w:color w:val="0000FF" w:themeColor="hyperlink"/>
      <w:u w:val="single"/>
    </w:rPr>
  </w:style>
  <w:style w:type="paragraph" w:styleId="a7">
    <w:name w:val="Normal (Web)"/>
    <w:basedOn w:val="a"/>
    <w:uiPriority w:val="99"/>
    <w:unhideWhenUsed/>
    <w:rsid w:val="00AB4015"/>
    <w:pPr>
      <w:spacing w:before="100" w:beforeAutospacing="1" w:after="100" w:afterAutospacing="1"/>
    </w:pPr>
  </w:style>
  <w:style w:type="paragraph" w:styleId="a8">
    <w:name w:val="header"/>
    <w:basedOn w:val="a"/>
    <w:link w:val="a9"/>
    <w:uiPriority w:val="99"/>
    <w:rsid w:val="004F32F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F32F4"/>
    <w:rPr>
      <w:sz w:val="24"/>
      <w:szCs w:val="24"/>
    </w:rPr>
  </w:style>
  <w:style w:type="paragraph" w:styleId="aa">
    <w:name w:val="footer"/>
    <w:basedOn w:val="a"/>
    <w:link w:val="ab"/>
    <w:rsid w:val="004F32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4F32F4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21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5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5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8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a\Desktop\&#1050;&#1048;&#1040;\&#1055;&#1086;&#1089;&#1090;&#1072;&#1085;&#1086;&#1074;&#1083;&#1077;&#1085;&#1080;&#1103;\&#1086;&#1090;&#1087;&#1088;&#1072;&#1074;&#1080;&#1090;&#1100;\&#1042;&#1085;&#1077;&#1089;&#1077;&#1085;&#1080;&#1077;%20&#1080;&#1079;&#1084;&#1077;&#1085;&#1077;&#1085;&#1080;&#1081;%20&#1074;%20&#1087;&#1086;&#1089;&#1090;%20&#8470;%203287%20&#1086;&#1090;%2017.12.2012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799369-336E-489A-910D-AAF0D7DDB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Внесение изменений в пост № 3287 от 17.12.2012</Template>
  <TotalTime>162</TotalTime>
  <Pages>2</Pages>
  <Words>382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kia</dc:creator>
  <cp:lastModifiedBy>Делопроизводитель</cp:lastModifiedBy>
  <cp:revision>31</cp:revision>
  <cp:lastPrinted>2023-03-17T08:45:00Z</cp:lastPrinted>
  <dcterms:created xsi:type="dcterms:W3CDTF">2022-08-10T07:24:00Z</dcterms:created>
  <dcterms:modified xsi:type="dcterms:W3CDTF">2023-03-17T08:45:00Z</dcterms:modified>
</cp:coreProperties>
</file>