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019" w:rsidRDefault="003C2019" w:rsidP="00273E8E">
      <w:pPr>
        <w:ind w:firstLine="709"/>
        <w:jc w:val="center"/>
        <w:rPr>
          <w:b/>
          <w:spacing w:val="2"/>
          <w:sz w:val="26"/>
          <w:szCs w:val="26"/>
        </w:rPr>
      </w:pPr>
      <w:r>
        <w:rPr>
          <w:b/>
          <w:spacing w:val="2"/>
          <w:sz w:val="26"/>
          <w:szCs w:val="26"/>
        </w:rPr>
        <w:t>ОПОВЕЩЕНИЕ О ПРОВЕДЕНИИ ОБЩЕСТВЕННЫХ ОБСУЖДЕНИЙ (ПУБЛИЧНЫХ СЛУШАНИЙ)</w:t>
      </w:r>
    </w:p>
    <w:p w:rsidR="003C2019" w:rsidRDefault="003C2019" w:rsidP="00273E8E">
      <w:pPr>
        <w:ind w:firstLine="709"/>
        <w:jc w:val="center"/>
        <w:rPr>
          <w:b/>
          <w:color w:val="4C4C4C"/>
          <w:spacing w:val="2"/>
          <w:sz w:val="26"/>
          <w:szCs w:val="26"/>
        </w:rPr>
      </w:pPr>
    </w:p>
    <w:p w:rsidR="003C2019" w:rsidRPr="003D041A" w:rsidRDefault="003C2019" w:rsidP="00273E8E">
      <w:pPr>
        <w:ind w:firstLine="709"/>
        <w:jc w:val="both"/>
        <w:rPr>
          <w:bCs/>
          <w:sz w:val="26"/>
          <w:szCs w:val="26"/>
        </w:rPr>
      </w:pPr>
      <w:r w:rsidRPr="003D041A">
        <w:rPr>
          <w:bCs/>
          <w:sz w:val="26"/>
          <w:szCs w:val="26"/>
        </w:rPr>
        <w:t xml:space="preserve">На общественные обсуждения (публичные слушания) представляется проект </w:t>
      </w:r>
    </w:p>
    <w:p w:rsidR="003C2019" w:rsidRPr="003D041A" w:rsidRDefault="003C2019" w:rsidP="003D041A">
      <w:pPr>
        <w:rPr>
          <w:color w:val="000000"/>
          <w:sz w:val="26"/>
          <w:szCs w:val="26"/>
        </w:rPr>
      </w:pPr>
      <w:r w:rsidRPr="003D041A">
        <w:rPr>
          <w:color w:val="000000"/>
          <w:sz w:val="26"/>
          <w:szCs w:val="26"/>
        </w:rPr>
        <w:t>«О внесении изменений в решение Совета Климовского сельского поселения от 14.05.2024 № 36 «Об утверждении Правил благоустройства территории Климовского  сельского поселения».</w:t>
      </w:r>
    </w:p>
    <w:p w:rsidR="003C2019" w:rsidRPr="003D041A" w:rsidRDefault="003C2019" w:rsidP="00273E8E">
      <w:pPr>
        <w:ind w:firstLine="709"/>
        <w:jc w:val="both"/>
        <w:rPr>
          <w:bCs/>
          <w:sz w:val="26"/>
          <w:szCs w:val="26"/>
        </w:rPr>
      </w:pPr>
    </w:p>
    <w:p w:rsidR="003C2019" w:rsidRDefault="003C2019" w:rsidP="00273E8E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Информационные материалы по теме общественных обсуждений (публичных слушаний) представлены на экспозиции по адресу: Вологодская область, Череповецкий район, д. Климовское, д. 20.</w:t>
      </w:r>
    </w:p>
    <w:p w:rsidR="003C2019" w:rsidRDefault="003C2019" w:rsidP="00273E8E">
      <w:pPr>
        <w:jc w:val="both"/>
        <w:rPr>
          <w:bCs/>
          <w:sz w:val="26"/>
          <w:szCs w:val="26"/>
        </w:rPr>
      </w:pPr>
    </w:p>
    <w:p w:rsidR="003C2019" w:rsidRDefault="003C2019" w:rsidP="00273E8E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Общественные обсуждения (публичные слушания) проводятся с 10.10.2024 по 17.10.2024.</w:t>
      </w:r>
    </w:p>
    <w:p w:rsidR="003C2019" w:rsidRDefault="003C2019" w:rsidP="005F57D5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Экспозиция открыта с 10.10.2024 по 17.10.2024.</w:t>
      </w:r>
    </w:p>
    <w:p w:rsidR="003C2019" w:rsidRPr="005F57D5" w:rsidRDefault="003C2019" w:rsidP="005F57D5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Часы работы: с 8.00 до 16.15, обед с 13.00 до 14.00 на выставке проводятся консультации по теме общественных обсуждений (публичных слушаний).</w:t>
      </w:r>
    </w:p>
    <w:p w:rsidR="003C2019" w:rsidRDefault="003C2019" w:rsidP="00764DB3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Собрание участников общественных обсуждений (публичных слушаний) состоится 17.10.2022 в 15.30 по адресу: Вологодская область, Череповецкий район, д. Климовское, д. 20.          </w:t>
      </w:r>
      <w:r>
        <w:rPr>
          <w:bCs/>
          <w:sz w:val="20"/>
          <w:szCs w:val="20"/>
        </w:rPr>
        <w:t xml:space="preserve"> </w:t>
      </w:r>
    </w:p>
    <w:p w:rsidR="003C2019" w:rsidRDefault="003C2019" w:rsidP="00273E8E">
      <w:pPr>
        <w:jc w:val="both"/>
        <w:rPr>
          <w:bCs/>
          <w:sz w:val="26"/>
          <w:szCs w:val="26"/>
        </w:rPr>
      </w:pPr>
    </w:p>
    <w:p w:rsidR="003C2019" w:rsidRDefault="003C2019" w:rsidP="00273E8E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Время начала регистрации участников в 15.00 ч.</w:t>
      </w:r>
    </w:p>
    <w:p w:rsidR="003C2019" w:rsidRDefault="003C2019" w:rsidP="00273E8E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</w:t>
      </w:r>
    </w:p>
    <w:p w:rsidR="003C2019" w:rsidRDefault="003C2019" w:rsidP="00273E8E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3C2019" w:rsidRDefault="003C2019" w:rsidP="00273E8E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записи предложений и замечаний в период работы экспозиции в книге (журнале) учета посетителей экспозиции проекта, подлежащего рассмотрению на общественных обсуждениях или публичных слушаниях;</w:t>
      </w:r>
    </w:p>
    <w:p w:rsidR="003C2019" w:rsidRDefault="003C2019" w:rsidP="00273E8E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выступления на собрании участников общественных обсуждений или публичных слушаний;</w:t>
      </w:r>
    </w:p>
    <w:p w:rsidR="003C2019" w:rsidRDefault="003C2019" w:rsidP="00273E8E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внесения записи в книгу (журнал) регистрации участвующих в собрании участников общественных обсуждений или публичных слушаний;</w:t>
      </w:r>
    </w:p>
    <w:p w:rsidR="003C2019" w:rsidRDefault="003C2019" w:rsidP="00273E8E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подачи в ходе собрания письменных предложений и замечаний.</w:t>
      </w:r>
    </w:p>
    <w:p w:rsidR="003C2019" w:rsidRDefault="003C2019" w:rsidP="00273E8E">
      <w:pPr>
        <w:jc w:val="both"/>
        <w:rPr>
          <w:bCs/>
          <w:sz w:val="26"/>
          <w:szCs w:val="26"/>
        </w:rPr>
      </w:pPr>
    </w:p>
    <w:p w:rsidR="003C2019" w:rsidRDefault="003C2019" w:rsidP="00273E8E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Номера контактных справочных телефонов </w:t>
      </w:r>
      <w:r>
        <w:rPr>
          <w:sz w:val="26"/>
          <w:szCs w:val="26"/>
        </w:rPr>
        <w:t>органа, уполномоченного на организацию и проведение общественных обсуждений или публичных слушаний</w:t>
      </w:r>
      <w:r>
        <w:rPr>
          <w:bCs/>
          <w:sz w:val="26"/>
          <w:szCs w:val="26"/>
        </w:rPr>
        <w:t>: 66-44-47, 66-47-96.</w:t>
      </w:r>
    </w:p>
    <w:p w:rsidR="003C2019" w:rsidRDefault="003C2019" w:rsidP="00273E8E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Почтовый адрес </w:t>
      </w:r>
      <w:r>
        <w:rPr>
          <w:sz w:val="26"/>
          <w:szCs w:val="26"/>
        </w:rPr>
        <w:t>органа, уполномоченного на организацию и проведение общественных обсуждений (публичных слушаний)</w:t>
      </w:r>
      <w:r>
        <w:rPr>
          <w:bCs/>
          <w:sz w:val="26"/>
          <w:szCs w:val="26"/>
        </w:rPr>
        <w:t>: 162699, Вологодская область, Череповецкий район, д. Климовское, д. 20.</w:t>
      </w:r>
    </w:p>
    <w:p w:rsidR="003C2019" w:rsidRDefault="003C2019" w:rsidP="00273E8E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Электронный адрес </w:t>
      </w:r>
      <w:r>
        <w:rPr>
          <w:sz w:val="26"/>
          <w:szCs w:val="26"/>
        </w:rPr>
        <w:t>органа, уполномоченного на организацию и проведение общественных обсуждений (публичных слушаний):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adm</w:t>
      </w:r>
      <w:r w:rsidRPr="00C04257">
        <w:rPr>
          <w:bCs/>
          <w:sz w:val="26"/>
          <w:szCs w:val="26"/>
        </w:rPr>
        <w:t>-</w:t>
      </w:r>
      <w:r>
        <w:rPr>
          <w:bCs/>
          <w:sz w:val="26"/>
          <w:szCs w:val="26"/>
          <w:lang w:val="en-US"/>
        </w:rPr>
        <w:t>klimovskoe</w:t>
      </w:r>
      <w:r w:rsidRPr="00C04257">
        <w:rPr>
          <w:bCs/>
          <w:sz w:val="26"/>
          <w:szCs w:val="26"/>
        </w:rPr>
        <w:t>@</w:t>
      </w:r>
      <w:r>
        <w:rPr>
          <w:bCs/>
          <w:sz w:val="26"/>
          <w:szCs w:val="26"/>
          <w:lang w:val="en-US"/>
        </w:rPr>
        <w:t>yandex</w:t>
      </w:r>
      <w:r w:rsidRPr="00C04257">
        <w:rPr>
          <w:bCs/>
          <w:sz w:val="26"/>
          <w:szCs w:val="26"/>
        </w:rPr>
        <w:t>.</w:t>
      </w:r>
      <w:r>
        <w:rPr>
          <w:bCs/>
          <w:sz w:val="26"/>
          <w:szCs w:val="26"/>
          <w:lang w:val="en-US"/>
        </w:rPr>
        <w:t>ru</w:t>
      </w:r>
      <w:r>
        <w:rPr>
          <w:bCs/>
          <w:sz w:val="26"/>
          <w:szCs w:val="26"/>
        </w:rPr>
        <w:t>.</w:t>
      </w:r>
    </w:p>
    <w:p w:rsidR="003C2019" w:rsidRPr="00073068" w:rsidRDefault="003C2019" w:rsidP="00073068">
      <w:pPr>
        <w:ind w:firstLine="709"/>
        <w:jc w:val="both"/>
        <w:rPr>
          <w:bCs/>
          <w:sz w:val="22"/>
          <w:szCs w:val="22"/>
        </w:rPr>
      </w:pPr>
      <w:r>
        <w:rPr>
          <w:bCs/>
          <w:sz w:val="26"/>
          <w:szCs w:val="26"/>
        </w:rPr>
        <w:t xml:space="preserve">Информационные материалы по проекту </w:t>
      </w:r>
      <w:r>
        <w:rPr>
          <w:bCs/>
        </w:rPr>
        <w:t xml:space="preserve">«Об утверждении Правил благоустройства </w:t>
      </w:r>
      <w:r w:rsidRPr="00755177">
        <w:rPr>
          <w:bCs/>
        </w:rPr>
        <w:t xml:space="preserve"> территории Климовского сельского поселения»</w:t>
      </w:r>
      <w:r>
        <w:rPr>
          <w:bCs/>
          <w:sz w:val="26"/>
          <w:szCs w:val="26"/>
        </w:rPr>
        <w:t xml:space="preserve"> размещены в информационном бюллетене «Климовский вестник» и на официальном сайте  Череповецкого муниципального района в информационно-телекоммуникационной сети «Интернет».</w:t>
      </w:r>
    </w:p>
    <w:p w:rsidR="003C2019" w:rsidRDefault="003C2019" w:rsidP="00273E8E">
      <w:pPr>
        <w:rPr>
          <w:bCs/>
          <w:sz w:val="26"/>
          <w:szCs w:val="26"/>
        </w:rPr>
      </w:pPr>
    </w:p>
    <w:p w:rsidR="003C2019" w:rsidRDefault="003C2019" w:rsidP="00273E8E">
      <w:pPr>
        <w:pStyle w:val="10"/>
        <w:rPr>
          <w:sz w:val="24"/>
        </w:rPr>
      </w:pPr>
    </w:p>
    <w:p w:rsidR="003C2019" w:rsidRDefault="003C2019" w:rsidP="00273E8E">
      <w:pPr>
        <w:rPr>
          <w:lang w:eastAsia="en-US"/>
        </w:rPr>
      </w:pPr>
    </w:p>
    <w:p w:rsidR="003C2019" w:rsidRDefault="003C2019"/>
    <w:sectPr w:rsidR="003C2019" w:rsidSect="00073068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6F675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05CF9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9A80D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0285D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A1A64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5E879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8621B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F869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2EF3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60483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E8E"/>
    <w:rsid w:val="00073068"/>
    <w:rsid w:val="00095DB5"/>
    <w:rsid w:val="000F1B52"/>
    <w:rsid w:val="00105AE1"/>
    <w:rsid w:val="001156E1"/>
    <w:rsid w:val="00140A84"/>
    <w:rsid w:val="001A09E6"/>
    <w:rsid w:val="00220C1C"/>
    <w:rsid w:val="00273E8E"/>
    <w:rsid w:val="002B7435"/>
    <w:rsid w:val="00352280"/>
    <w:rsid w:val="00355B70"/>
    <w:rsid w:val="00394308"/>
    <w:rsid w:val="003A73A9"/>
    <w:rsid w:val="003C2019"/>
    <w:rsid w:val="003C3DBC"/>
    <w:rsid w:val="003D041A"/>
    <w:rsid w:val="003D5F22"/>
    <w:rsid w:val="003E0FC2"/>
    <w:rsid w:val="004248CC"/>
    <w:rsid w:val="004B58B5"/>
    <w:rsid w:val="004B7203"/>
    <w:rsid w:val="005D6ADB"/>
    <w:rsid w:val="005F57D5"/>
    <w:rsid w:val="006248CB"/>
    <w:rsid w:val="0065288F"/>
    <w:rsid w:val="00670F46"/>
    <w:rsid w:val="006905BA"/>
    <w:rsid w:val="006D2C27"/>
    <w:rsid w:val="006F5D0D"/>
    <w:rsid w:val="0070150F"/>
    <w:rsid w:val="00716795"/>
    <w:rsid w:val="00746050"/>
    <w:rsid w:val="00755177"/>
    <w:rsid w:val="00757E48"/>
    <w:rsid w:val="00764DB3"/>
    <w:rsid w:val="007829E3"/>
    <w:rsid w:val="00802EB7"/>
    <w:rsid w:val="00804A64"/>
    <w:rsid w:val="00815FF9"/>
    <w:rsid w:val="008A0E90"/>
    <w:rsid w:val="008A3B9D"/>
    <w:rsid w:val="008E3E33"/>
    <w:rsid w:val="009732D5"/>
    <w:rsid w:val="009C660E"/>
    <w:rsid w:val="00A202EB"/>
    <w:rsid w:val="00AC007D"/>
    <w:rsid w:val="00B64348"/>
    <w:rsid w:val="00B84927"/>
    <w:rsid w:val="00BF3247"/>
    <w:rsid w:val="00C04257"/>
    <w:rsid w:val="00C7429D"/>
    <w:rsid w:val="00CC47B3"/>
    <w:rsid w:val="00D50ABE"/>
    <w:rsid w:val="00D74EEB"/>
    <w:rsid w:val="00D96EDE"/>
    <w:rsid w:val="00DA3C7B"/>
    <w:rsid w:val="00E009E3"/>
    <w:rsid w:val="00E30D66"/>
    <w:rsid w:val="00F30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E8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Стиль1 Знак"/>
    <w:basedOn w:val="DefaultParagraphFont"/>
    <w:link w:val="10"/>
    <w:uiPriority w:val="99"/>
    <w:locked/>
    <w:rsid w:val="00273E8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Стиль1"/>
    <w:basedOn w:val="Normal"/>
    <w:link w:val="1"/>
    <w:uiPriority w:val="99"/>
    <w:rsid w:val="00273E8E"/>
    <w:pPr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06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2</Pages>
  <Words>381</Words>
  <Characters>2176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Lavrov</cp:lastModifiedBy>
  <cp:revision>19</cp:revision>
  <cp:lastPrinted>2022-06-14T09:23:00Z</cp:lastPrinted>
  <dcterms:created xsi:type="dcterms:W3CDTF">2018-08-21T12:13:00Z</dcterms:created>
  <dcterms:modified xsi:type="dcterms:W3CDTF">2024-10-15T06:38:00Z</dcterms:modified>
</cp:coreProperties>
</file>